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60" w:rsidRPr="006E125D" w:rsidRDefault="003E6760" w:rsidP="006E125D">
      <w:pPr>
        <w:pStyle w:val="Caption"/>
        <w:spacing w:line="360" w:lineRule="auto"/>
        <w:rPr>
          <w:sz w:val="32"/>
          <w:szCs w:val="32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pt;margin-top:0;width:48pt;height:63pt;z-index:251658240;visibility:visible">
            <v:imagedata r:id="rId7" o:title=""/>
            <w10:wrap type="square" side="left"/>
          </v:shape>
        </w:pict>
      </w:r>
      <w:r>
        <w:rPr>
          <w:b w:val="0"/>
          <w:bCs w:val="0"/>
          <w:sz w:val="32"/>
          <w:szCs w:val="32"/>
        </w:rPr>
        <w:br w:type="textWrapping" w:clear="all"/>
      </w:r>
      <w:r w:rsidRPr="006E125D">
        <w:rPr>
          <w:sz w:val="32"/>
          <w:szCs w:val="32"/>
        </w:rPr>
        <w:t xml:space="preserve">     </w:t>
      </w:r>
      <w:r>
        <w:rPr>
          <w:sz w:val="32"/>
          <w:szCs w:val="32"/>
        </w:rPr>
        <w:t xml:space="preserve">                                          Україна                            ПРОЕКТ</w:t>
      </w:r>
    </w:p>
    <w:p w:rsidR="003E6760" w:rsidRPr="006E125D" w:rsidRDefault="003E6760" w:rsidP="002B2A18">
      <w:pPr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 xml:space="preserve">                               </w:t>
      </w:r>
      <w:r w:rsidRPr="006E125D">
        <w:rPr>
          <w:rFonts w:ascii="Times New Roman" w:hAnsi="Times New Roman"/>
          <w:b/>
          <w:bCs/>
          <w:sz w:val="32"/>
          <w:szCs w:val="32"/>
          <w:lang w:val="uk-UA"/>
        </w:rPr>
        <w:t>Черняхівська районна рада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 xml:space="preserve">              </w:t>
      </w:r>
    </w:p>
    <w:p w:rsidR="003E6760" w:rsidRPr="006E125D" w:rsidRDefault="003E6760" w:rsidP="006E125D">
      <w:pPr>
        <w:pStyle w:val="3"/>
        <w:ind w:firstLine="0"/>
        <w:jc w:val="center"/>
        <w:outlineLvl w:val="2"/>
        <w:rPr>
          <w:rFonts w:ascii="Times New Roman" w:hAnsi="Times New Roman" w:cs="Times New Roman"/>
          <w:sz w:val="32"/>
          <w:szCs w:val="32"/>
          <w:lang w:val="uk-UA"/>
        </w:rPr>
      </w:pPr>
      <w:r w:rsidRPr="006E125D">
        <w:rPr>
          <w:rFonts w:ascii="Times New Roman" w:hAnsi="Times New Roman" w:cs="Times New Roman"/>
          <w:sz w:val="32"/>
          <w:szCs w:val="32"/>
          <w:lang w:val="uk-UA"/>
        </w:rPr>
        <w:t>Рішення</w:t>
      </w:r>
    </w:p>
    <w:p w:rsidR="003E6760" w:rsidRPr="006E125D" w:rsidRDefault="003E6760" w:rsidP="006E125D">
      <w:pPr>
        <w:ind w:firstLine="2835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3E6760" w:rsidRPr="006E125D" w:rsidRDefault="003E6760" w:rsidP="006E125D">
      <w:pPr>
        <w:ind w:left="142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 xml:space="preserve">Двадцять восьма  сесія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6E125D">
        <w:rPr>
          <w:rFonts w:ascii="Times New Roman" w:hAnsi="Times New Roman"/>
          <w:sz w:val="28"/>
          <w:szCs w:val="28"/>
        </w:rPr>
        <w:t>V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І скликання   </w:t>
      </w:r>
    </w:p>
    <w:p w:rsidR="003E6760" w:rsidRPr="006E125D" w:rsidRDefault="003E6760" w:rsidP="006E125D">
      <w:pPr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>від 26 грудня 2014  року</w:t>
      </w:r>
    </w:p>
    <w:p w:rsidR="003E6760" w:rsidRPr="006E125D" w:rsidRDefault="003E6760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6760" w:rsidRPr="006E125D" w:rsidRDefault="003E6760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6760" w:rsidRDefault="003E6760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 xml:space="preserve">Про районну Програму </w:t>
      </w:r>
      <w:r>
        <w:rPr>
          <w:rFonts w:ascii="Times New Roman" w:hAnsi="Times New Roman"/>
          <w:sz w:val="28"/>
          <w:szCs w:val="28"/>
          <w:lang w:val="uk-UA"/>
        </w:rPr>
        <w:t>підтримки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 діяльності</w:t>
      </w:r>
    </w:p>
    <w:p w:rsidR="003E6760" w:rsidRDefault="003E6760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6E125D">
        <w:rPr>
          <w:rFonts w:ascii="Times New Roman" w:hAnsi="Times New Roman"/>
          <w:sz w:val="28"/>
          <w:szCs w:val="28"/>
          <w:lang w:val="uk-UA"/>
        </w:rPr>
        <w:t>айонної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Комунальної установи </w:t>
      </w:r>
    </w:p>
    <w:p w:rsidR="003E6760" w:rsidRPr="006E125D" w:rsidRDefault="003E6760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>«Трудовий архів» на 2015-2018 роки</w:t>
      </w:r>
    </w:p>
    <w:p w:rsidR="003E6760" w:rsidRPr="006E125D" w:rsidRDefault="003E6760" w:rsidP="006E125D">
      <w:pPr>
        <w:tabs>
          <w:tab w:val="left" w:pos="400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ab/>
      </w:r>
    </w:p>
    <w:p w:rsidR="003E6760" w:rsidRPr="006E125D" w:rsidRDefault="003E6760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6760" w:rsidRPr="006E125D" w:rsidRDefault="003E6760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6760" w:rsidRPr="006E125D" w:rsidRDefault="003E6760" w:rsidP="006E125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>Відповідно до</w:t>
      </w:r>
      <w:r>
        <w:rPr>
          <w:rFonts w:ascii="Times New Roman" w:hAnsi="Times New Roman"/>
          <w:sz w:val="28"/>
          <w:szCs w:val="28"/>
          <w:lang w:val="uk-UA"/>
        </w:rPr>
        <w:t xml:space="preserve"> ст.43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Закону України «Про національний архівний фонд і архівні установи»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6B0B">
        <w:rPr>
          <w:rFonts w:ascii="Times New Roman" w:hAnsi="Times New Roman"/>
          <w:sz w:val="28"/>
          <w:szCs w:val="28"/>
          <w:lang w:val="uk-UA"/>
        </w:rPr>
        <w:t>з метою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реалізації </w:t>
      </w:r>
      <w:r w:rsidRPr="000E6E86">
        <w:rPr>
          <w:rFonts w:ascii="Times New Roman" w:hAnsi="Times New Roman"/>
          <w:sz w:val="28"/>
          <w:szCs w:val="28"/>
          <w:lang w:val="uk-UA"/>
        </w:rPr>
        <w:t>державної політики в галузі архівної справи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0E6E86">
        <w:rPr>
          <w:rFonts w:ascii="Times New Roman" w:hAnsi="Times New Roman"/>
          <w:sz w:val="28"/>
          <w:szCs w:val="28"/>
          <w:lang w:val="uk-UA"/>
        </w:rPr>
        <w:t xml:space="preserve"> створення належних правових, економічних і організаційних умов для розвитку архівної справи: зберігання, збільшення та використання архівного фонду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E6E86">
        <w:rPr>
          <w:rFonts w:ascii="Times New Roman" w:hAnsi="Times New Roman"/>
          <w:sz w:val="28"/>
          <w:szCs w:val="28"/>
          <w:lang w:val="uk-UA"/>
        </w:rPr>
        <w:t>Трудового архіву</w:t>
      </w:r>
      <w:r>
        <w:rPr>
          <w:rFonts w:ascii="Times New Roman" w:hAnsi="Times New Roman"/>
          <w:sz w:val="28"/>
          <w:szCs w:val="28"/>
          <w:lang w:val="uk-UA"/>
        </w:rPr>
        <w:t xml:space="preserve">» та </w:t>
      </w:r>
      <w:r w:rsidRPr="00112A15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районної ради з питань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бюджету, комунальної власності та соціально-економічного розвитку району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районна рада </w:t>
      </w:r>
    </w:p>
    <w:p w:rsidR="003E6760" w:rsidRPr="006E125D" w:rsidRDefault="003E6760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6760" w:rsidRPr="006E125D" w:rsidRDefault="003E6760" w:rsidP="006E125D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125D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3E6760" w:rsidRPr="006E125D" w:rsidRDefault="003E6760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6760" w:rsidRPr="006E125D" w:rsidRDefault="003E6760" w:rsidP="00A729E6">
      <w:pPr>
        <w:pStyle w:val="ListParagraph"/>
        <w:tabs>
          <w:tab w:val="left" w:pos="4005"/>
        </w:tabs>
        <w:ind w:left="360" w:right="425" w:hanging="1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6E125D">
        <w:rPr>
          <w:rFonts w:ascii="Times New Roman" w:hAnsi="Times New Roman"/>
          <w:sz w:val="28"/>
          <w:szCs w:val="28"/>
          <w:lang w:val="uk-UA"/>
        </w:rPr>
        <w:t>Затвердити районну Програму підтримки  діяльності районної Комунальної у</w:t>
      </w:r>
      <w:r>
        <w:rPr>
          <w:rFonts w:ascii="Times New Roman" w:hAnsi="Times New Roman"/>
          <w:sz w:val="28"/>
          <w:szCs w:val="28"/>
          <w:lang w:val="uk-UA"/>
        </w:rPr>
        <w:t>станови «Трудовий архів» на 2015-2018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роки(додається).</w:t>
      </w:r>
    </w:p>
    <w:p w:rsidR="003E6760" w:rsidRPr="006E125D" w:rsidRDefault="003E6760" w:rsidP="00A729E6">
      <w:pPr>
        <w:pStyle w:val="ListParagraph"/>
        <w:tabs>
          <w:tab w:val="left" w:pos="4005"/>
        </w:tabs>
        <w:ind w:left="360" w:right="425" w:hanging="1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6E125D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районної ради з питань бюджету, комунальної власності та соціально-економічного розвитку району.</w:t>
      </w:r>
      <w:r w:rsidRPr="006E125D">
        <w:rPr>
          <w:rFonts w:ascii="Times New Roman" w:hAnsi="Times New Roman"/>
          <w:sz w:val="28"/>
          <w:szCs w:val="28"/>
          <w:lang w:val="uk-UA"/>
        </w:rPr>
        <w:tab/>
      </w:r>
    </w:p>
    <w:p w:rsidR="003E6760" w:rsidRPr="006E125D" w:rsidRDefault="003E6760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6760" w:rsidRPr="006E125D" w:rsidRDefault="003E6760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6760" w:rsidRPr="006E125D" w:rsidRDefault="003E6760" w:rsidP="006E125D">
      <w:pPr>
        <w:tabs>
          <w:tab w:val="left" w:pos="59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>Голова ради</w:t>
      </w:r>
      <w:r w:rsidRPr="006E125D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В.Р.Троценко </w:t>
      </w:r>
    </w:p>
    <w:p w:rsidR="003E6760" w:rsidRPr="006E125D" w:rsidRDefault="003E6760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6760" w:rsidRPr="00813141" w:rsidRDefault="003E6760" w:rsidP="006E125D">
      <w:pPr>
        <w:rPr>
          <w:lang w:val="uk-UA"/>
        </w:rPr>
      </w:pPr>
    </w:p>
    <w:p w:rsidR="003E6760" w:rsidRPr="002249BC" w:rsidRDefault="003E6760" w:rsidP="006E125D">
      <w:pPr>
        <w:rPr>
          <w:lang w:val="uk-UA"/>
        </w:rPr>
      </w:pPr>
    </w:p>
    <w:p w:rsidR="003E6760" w:rsidRPr="005E36E7" w:rsidRDefault="003E6760" w:rsidP="006E125D">
      <w:pPr>
        <w:rPr>
          <w:lang w:val="uk-UA"/>
        </w:rPr>
      </w:pPr>
    </w:p>
    <w:p w:rsidR="003E6760" w:rsidRPr="002249BC" w:rsidRDefault="003E6760" w:rsidP="006E125D">
      <w:pPr>
        <w:rPr>
          <w:lang w:val="uk-UA"/>
        </w:rPr>
      </w:pPr>
    </w:p>
    <w:p w:rsidR="003E6760" w:rsidRPr="002249BC" w:rsidRDefault="003E6760" w:rsidP="006E125D">
      <w:pPr>
        <w:rPr>
          <w:lang w:val="uk-UA"/>
        </w:rPr>
      </w:pPr>
    </w:p>
    <w:p w:rsidR="003E6760" w:rsidRPr="002249BC" w:rsidRDefault="003E6760" w:rsidP="006E125D">
      <w:pPr>
        <w:rPr>
          <w:lang w:val="uk-UA"/>
        </w:rPr>
      </w:pPr>
    </w:p>
    <w:p w:rsidR="003E6760" w:rsidRDefault="003E6760" w:rsidP="00903D23">
      <w:pPr>
        <w:tabs>
          <w:tab w:val="left" w:pos="4005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3E6760" w:rsidRDefault="003E6760" w:rsidP="00903D23">
      <w:pPr>
        <w:tabs>
          <w:tab w:val="left" w:pos="4005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3E6760" w:rsidRDefault="003E6760" w:rsidP="00925FC5">
      <w:pPr>
        <w:tabs>
          <w:tab w:val="left" w:pos="4005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3E6760" w:rsidRPr="00A0699C" w:rsidRDefault="003E6760" w:rsidP="00AF311D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</w:t>
      </w:r>
      <w:r w:rsidRPr="00A0699C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3E6760" w:rsidRDefault="003E6760" w:rsidP="00AF311D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</w:t>
      </w:r>
      <w:r w:rsidRPr="00A0699C">
        <w:rPr>
          <w:rFonts w:ascii="Times New Roman" w:hAnsi="Times New Roman"/>
          <w:sz w:val="28"/>
          <w:szCs w:val="28"/>
          <w:lang w:val="uk-UA"/>
        </w:rPr>
        <w:t>до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28-ої сесії </w:t>
      </w:r>
    </w:p>
    <w:p w:rsidR="003E6760" w:rsidRPr="00AF311D" w:rsidRDefault="003E6760" w:rsidP="00AF311D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Pr="00A0699C">
        <w:rPr>
          <w:rFonts w:ascii="Times New Roman" w:hAnsi="Times New Roman"/>
          <w:sz w:val="28"/>
          <w:szCs w:val="28"/>
          <w:lang w:val="uk-UA"/>
        </w:rPr>
        <w:t>районної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VI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</w:p>
    <w:p w:rsidR="003E6760" w:rsidRPr="00A0699C" w:rsidRDefault="003E6760" w:rsidP="00AF311D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від 26</w:t>
      </w:r>
      <w:r w:rsidRPr="00A0699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12.2014</w:t>
      </w:r>
      <w:r w:rsidRPr="00A0699C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3E6760" w:rsidRDefault="003E6760" w:rsidP="00903D23">
      <w:pPr>
        <w:tabs>
          <w:tab w:val="left" w:pos="4005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3E6760" w:rsidRDefault="003E6760" w:rsidP="00903D23">
      <w:pPr>
        <w:tabs>
          <w:tab w:val="left" w:pos="4005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C6CA2">
        <w:rPr>
          <w:rFonts w:ascii="Times New Roman" w:hAnsi="Times New Roman"/>
          <w:b/>
          <w:sz w:val="32"/>
          <w:szCs w:val="32"/>
          <w:lang w:val="uk-UA"/>
        </w:rPr>
        <w:t>РАЙОННА ПРОГРАМА</w:t>
      </w:r>
    </w:p>
    <w:p w:rsidR="003E6760" w:rsidRPr="00903D23" w:rsidRDefault="003E6760" w:rsidP="00903D23">
      <w:pPr>
        <w:tabs>
          <w:tab w:val="left" w:pos="4005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DC6CA2">
        <w:rPr>
          <w:rFonts w:ascii="Times New Roman" w:hAnsi="Times New Roman"/>
          <w:sz w:val="32"/>
          <w:szCs w:val="32"/>
          <w:lang w:val="uk-UA"/>
        </w:rPr>
        <w:t>підтримки  діяльності районної Комунальної у</w:t>
      </w:r>
      <w:r>
        <w:rPr>
          <w:rFonts w:ascii="Times New Roman" w:hAnsi="Times New Roman"/>
          <w:sz w:val="32"/>
          <w:szCs w:val="32"/>
          <w:lang w:val="uk-UA"/>
        </w:rPr>
        <w:t>станови «Трудовий архів» на 2015-2018</w:t>
      </w:r>
      <w:r w:rsidRPr="00DC6CA2">
        <w:rPr>
          <w:rFonts w:ascii="Times New Roman" w:hAnsi="Times New Roman"/>
          <w:sz w:val="32"/>
          <w:szCs w:val="32"/>
          <w:lang w:val="uk-UA"/>
        </w:rPr>
        <w:t xml:space="preserve"> роки</w:t>
      </w:r>
    </w:p>
    <w:p w:rsidR="003E6760" w:rsidRPr="00A976CF" w:rsidRDefault="003E6760" w:rsidP="00A976CF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976CF">
        <w:rPr>
          <w:rFonts w:ascii="Times New Roman" w:hAnsi="Times New Roman"/>
          <w:b/>
          <w:bCs/>
          <w:sz w:val="28"/>
          <w:szCs w:val="28"/>
          <w:lang w:val="uk-UA"/>
        </w:rPr>
        <w:t>Загальна частина</w:t>
      </w:r>
    </w:p>
    <w:p w:rsidR="003E6760" w:rsidRPr="00A976CF" w:rsidRDefault="003E6760" w:rsidP="00CC43DF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976CF">
        <w:rPr>
          <w:rFonts w:ascii="Times New Roman" w:hAnsi="Times New Roman"/>
          <w:sz w:val="28"/>
          <w:szCs w:val="28"/>
          <w:lang w:val="uk-UA"/>
        </w:rPr>
        <w:t>Архівна справа є важливою складовою інформаційної та культурної сфери життєдіяльності суспільства, що охоплює наукові, організаційні, правові, технологічні, економічні та інші питання, пов'язані з нагромадженням, обліком, зберіганням юридичними і фізичними особами архівних документів та використанням відомостей, що в них містяться.</w:t>
      </w:r>
    </w:p>
    <w:p w:rsidR="003E6760" w:rsidRPr="003128C2" w:rsidRDefault="003E6760" w:rsidP="00CC43DF">
      <w:pPr>
        <w:ind w:firstLine="840"/>
        <w:jc w:val="both"/>
        <w:rPr>
          <w:rFonts w:ascii="Times New Roman" w:hAnsi="Times New Roman"/>
          <w:sz w:val="28"/>
          <w:szCs w:val="28"/>
          <w:lang w:val="uk-UA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 xml:space="preserve">Матеріально – технічна база </w:t>
      </w:r>
      <w:r w:rsidRPr="00B37A8A">
        <w:rPr>
          <w:rFonts w:ascii="Times New Roman" w:hAnsi="Times New Roman"/>
          <w:sz w:val="28"/>
          <w:szCs w:val="28"/>
          <w:lang w:val="uk-UA"/>
        </w:rPr>
        <w:t>районної Комунальної установи «Трудовий архів»</w:t>
      </w:r>
      <w:r w:rsidRPr="005519EA">
        <w:rPr>
          <w:rFonts w:ascii="Times New Roman" w:hAnsi="Times New Roman"/>
          <w:sz w:val="28"/>
          <w:szCs w:val="28"/>
          <w:lang w:val="ru-RU"/>
        </w:rPr>
        <w:t xml:space="preserve"> не відповідає сучасним стандартам і потребам. У сховищі </w:t>
      </w:r>
      <w:r>
        <w:rPr>
          <w:rFonts w:ascii="Times New Roman" w:hAnsi="Times New Roman"/>
          <w:sz w:val="28"/>
          <w:szCs w:val="28"/>
          <w:lang w:val="uk-UA"/>
        </w:rPr>
        <w:t xml:space="preserve"> «Трудового архіву»</w:t>
      </w:r>
      <w:r w:rsidRPr="005519EA">
        <w:rPr>
          <w:rFonts w:ascii="Times New Roman" w:hAnsi="Times New Roman"/>
          <w:sz w:val="28"/>
          <w:szCs w:val="28"/>
          <w:lang w:val="ru-RU"/>
        </w:rPr>
        <w:t xml:space="preserve"> відсутня протипожежна та охоронна сигналізації. Відсутність систем кондиціювання не дає можливості забезпечити у сховищі оптимальний волого – температурний режим, дотримання нормативних фізико – хімічних пока</w:t>
      </w:r>
      <w:r>
        <w:rPr>
          <w:rFonts w:ascii="Times New Roman" w:hAnsi="Times New Roman"/>
          <w:sz w:val="28"/>
          <w:szCs w:val="28"/>
          <w:lang w:val="ru-RU"/>
        </w:rPr>
        <w:t>зників збереженості документів</w:t>
      </w:r>
      <w:r>
        <w:rPr>
          <w:rFonts w:ascii="Times New Roman" w:hAnsi="Times New Roman"/>
          <w:sz w:val="28"/>
          <w:szCs w:val="28"/>
          <w:lang w:val="uk-UA"/>
        </w:rPr>
        <w:t>, відсутність вогнезахисного розчину для обробки  дерев’яних стелажів.</w:t>
      </w:r>
    </w:p>
    <w:p w:rsidR="003E6760" w:rsidRPr="00B37A8A" w:rsidRDefault="003E6760" w:rsidP="00CC43DF">
      <w:pPr>
        <w:pStyle w:val="BodyText"/>
      </w:pPr>
      <w:r w:rsidRPr="00B37A8A">
        <w:t xml:space="preserve">        </w:t>
      </w:r>
    </w:p>
    <w:p w:rsidR="003E6760" w:rsidRDefault="003E6760" w:rsidP="00CC43DF">
      <w:pPr>
        <w:ind w:left="305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E6760" w:rsidRPr="00A976CF" w:rsidRDefault="003E6760" w:rsidP="006E125D">
      <w:pPr>
        <w:ind w:left="305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519EA">
        <w:rPr>
          <w:rFonts w:ascii="Times New Roman" w:hAnsi="Times New Roman"/>
          <w:b/>
          <w:sz w:val="28"/>
          <w:szCs w:val="28"/>
          <w:lang w:val="ru-RU"/>
        </w:rPr>
        <w:t>Мета Програми та основні завдання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3E6760" w:rsidRPr="000E6E86" w:rsidRDefault="003E6760" w:rsidP="00CC43DF">
      <w:pPr>
        <w:ind w:firstLine="8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Мета</w:t>
      </w:r>
      <w:r w:rsidRPr="000E6E86">
        <w:rPr>
          <w:rFonts w:ascii="Times New Roman" w:hAnsi="Times New Roman"/>
          <w:sz w:val="28"/>
          <w:szCs w:val="28"/>
          <w:lang w:val="uk-UA"/>
        </w:rPr>
        <w:t xml:space="preserve"> Програми </w:t>
      </w:r>
      <w:r>
        <w:rPr>
          <w:sz w:val="28"/>
          <w:szCs w:val="28"/>
          <w:lang w:val="uk-UA"/>
        </w:rPr>
        <w:t xml:space="preserve"> </w:t>
      </w:r>
      <w:r w:rsidRPr="000E6E86">
        <w:rPr>
          <w:rFonts w:ascii="Times New Roman" w:hAnsi="Times New Roman"/>
          <w:sz w:val="28"/>
          <w:szCs w:val="28"/>
          <w:lang w:val="uk-UA"/>
        </w:rPr>
        <w:t xml:space="preserve">полягає в реалізації державної політики в галузі архівної справи, створення належних правових, економічних і організаційних умов для розвитку архівної справи: зберігання, збільшення та використання архівного фонду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E6E86">
        <w:rPr>
          <w:rFonts w:ascii="Times New Roman" w:hAnsi="Times New Roman"/>
          <w:sz w:val="28"/>
          <w:szCs w:val="28"/>
          <w:lang w:val="uk-UA"/>
        </w:rPr>
        <w:t>Трудового архіву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0E6E86">
        <w:rPr>
          <w:rFonts w:ascii="Times New Roman" w:hAnsi="Times New Roman"/>
          <w:sz w:val="28"/>
          <w:szCs w:val="28"/>
          <w:lang w:val="uk-UA"/>
        </w:rPr>
        <w:t>.</w:t>
      </w:r>
    </w:p>
    <w:p w:rsidR="003E6760" w:rsidRPr="00A976CF" w:rsidRDefault="003E6760" w:rsidP="00CC43DF">
      <w:pPr>
        <w:ind w:firstLine="84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976CF">
        <w:rPr>
          <w:rFonts w:ascii="Times New Roman" w:hAnsi="Times New Roman"/>
          <w:b/>
          <w:sz w:val="28"/>
          <w:szCs w:val="28"/>
          <w:u w:val="single"/>
        </w:rPr>
        <w:t>Основними завданнями Програми є :</w:t>
      </w:r>
    </w:p>
    <w:p w:rsidR="003E6760" w:rsidRPr="005519EA" w:rsidRDefault="003E6760" w:rsidP="00CC43DF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 xml:space="preserve">зміцнення матеріально – технічної бази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B46749">
        <w:rPr>
          <w:rFonts w:ascii="Times New Roman" w:hAnsi="Times New Roman"/>
          <w:sz w:val="28"/>
          <w:szCs w:val="28"/>
          <w:lang w:val="uk-UA"/>
        </w:rPr>
        <w:t xml:space="preserve">Трудового </w:t>
      </w:r>
      <w:r w:rsidRPr="005519EA">
        <w:rPr>
          <w:rFonts w:ascii="Times New Roman" w:hAnsi="Times New Roman"/>
          <w:sz w:val="28"/>
          <w:szCs w:val="28"/>
          <w:lang w:val="ru-RU"/>
        </w:rPr>
        <w:t>архіву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5519EA">
        <w:rPr>
          <w:rFonts w:ascii="Times New Roman" w:hAnsi="Times New Roman"/>
          <w:sz w:val="28"/>
          <w:szCs w:val="28"/>
          <w:lang w:val="ru-RU"/>
        </w:rPr>
        <w:t xml:space="preserve"> для створення умов гарантованого зберігання документів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E6760" w:rsidRPr="005519EA" w:rsidRDefault="003E6760" w:rsidP="00CC43DF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>збереження документів архівного фонду, недопущення втрат інформаційних ресурсів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E6760" w:rsidRPr="005519EA" w:rsidRDefault="003E6760" w:rsidP="00CC43DF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>створення належних умов для зберігання документів архівного фонду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E6760" w:rsidRPr="00CC43DF" w:rsidRDefault="003E6760" w:rsidP="00CC43DF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CC43DF">
        <w:rPr>
          <w:rFonts w:ascii="Times New Roman" w:hAnsi="Times New Roman"/>
          <w:sz w:val="28"/>
          <w:szCs w:val="28"/>
          <w:lang w:val="ru-RU"/>
        </w:rPr>
        <w:t>захист</w:t>
      </w:r>
      <w:r w:rsidRPr="00903D23">
        <w:rPr>
          <w:rFonts w:ascii="Times New Roman" w:hAnsi="Times New Roman"/>
          <w:sz w:val="28"/>
          <w:szCs w:val="28"/>
          <w:lang w:val="ru-RU"/>
        </w:rPr>
        <w:t xml:space="preserve"> від несанкціонованого доступу, </w:t>
      </w:r>
      <w:r w:rsidRPr="00CC43DF">
        <w:rPr>
          <w:rFonts w:ascii="Times New Roman" w:hAnsi="Times New Roman"/>
          <w:sz w:val="28"/>
          <w:szCs w:val="28"/>
          <w:lang w:val="ru-RU"/>
        </w:rPr>
        <w:t>незаконного використання конфіденційної</w:t>
      </w:r>
      <w:r>
        <w:rPr>
          <w:rFonts w:ascii="Times New Roman" w:hAnsi="Times New Roman"/>
          <w:sz w:val="28"/>
          <w:szCs w:val="28"/>
          <w:lang w:val="uk-UA"/>
        </w:rPr>
        <w:t xml:space="preserve"> інформації</w:t>
      </w:r>
      <w:r w:rsidRPr="00CC43D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E6760" w:rsidRPr="005519EA" w:rsidRDefault="003E6760" w:rsidP="00CC43DF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>удосконалення нормативно – правової бази сфери архівної справи та діловодства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E6760" w:rsidRPr="00CC43DF" w:rsidRDefault="003E6760" w:rsidP="00CC43DF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CC43DF">
        <w:rPr>
          <w:rFonts w:ascii="Times New Roman" w:hAnsi="Times New Roman"/>
          <w:sz w:val="28"/>
          <w:szCs w:val="28"/>
          <w:lang w:val="ru-RU"/>
        </w:rPr>
        <w:t>системне впровадження в архівну справу і діловодство інформаці</w:t>
      </w:r>
      <w:r w:rsidRPr="00903D23">
        <w:rPr>
          <w:rFonts w:ascii="Times New Roman" w:hAnsi="Times New Roman"/>
          <w:sz w:val="28"/>
          <w:szCs w:val="28"/>
          <w:lang w:val="ru-RU"/>
        </w:rPr>
        <w:t>йно –</w:t>
      </w:r>
      <w:r w:rsidRPr="00CC43DF">
        <w:rPr>
          <w:rFonts w:ascii="Times New Roman" w:hAnsi="Times New Roman"/>
          <w:sz w:val="28"/>
          <w:szCs w:val="28"/>
          <w:lang w:val="ru-RU"/>
        </w:rPr>
        <w:t xml:space="preserve"> комунікаційних технологій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E6760" w:rsidRPr="008C4A49" w:rsidRDefault="003E6760" w:rsidP="008C4A49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hAnsi="Times New Roman"/>
          <w:sz w:val="28"/>
          <w:szCs w:val="28"/>
          <w:lang w:val="ru-RU"/>
        </w:rPr>
      </w:pPr>
      <w:r w:rsidRPr="008C4A49">
        <w:rPr>
          <w:rFonts w:ascii="Times New Roman" w:hAnsi="Times New Roman"/>
          <w:sz w:val="28"/>
          <w:szCs w:val="28"/>
          <w:lang w:val="ru-RU"/>
        </w:rPr>
        <w:t>підвищення рівня економічних і соціальних гарантій для професійної самореалізації працівників архівних установ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E6760" w:rsidRDefault="003E6760" w:rsidP="00823EEC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hAnsi="Times New Roman"/>
          <w:sz w:val="28"/>
          <w:szCs w:val="28"/>
          <w:lang w:val="ru-RU"/>
        </w:rPr>
      </w:pPr>
      <w:r w:rsidRPr="008C4A49">
        <w:rPr>
          <w:rFonts w:ascii="Times New Roman" w:hAnsi="Times New Roman"/>
          <w:sz w:val="28"/>
          <w:szCs w:val="28"/>
          <w:lang w:val="uk-UA"/>
        </w:rPr>
        <w:t>утримання районної Комунальної установи «Трудовий архів», а саме           виділення коштів на виплату заробітної плати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C4A49">
        <w:rPr>
          <w:rFonts w:ascii="Times New Roman" w:hAnsi="Times New Roman"/>
          <w:sz w:val="28"/>
          <w:szCs w:val="28"/>
          <w:lang w:val="uk-UA"/>
        </w:rPr>
        <w:t>.</w:t>
      </w:r>
    </w:p>
    <w:p w:rsidR="003E6760" w:rsidRDefault="003E6760" w:rsidP="00CB5F5A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hAnsi="Times New Roman"/>
          <w:sz w:val="28"/>
          <w:szCs w:val="28"/>
          <w:lang w:val="ru-RU"/>
        </w:rPr>
      </w:pPr>
      <w:r w:rsidRPr="00323084">
        <w:rPr>
          <w:rFonts w:ascii="Times New Roman" w:hAnsi="Times New Roman"/>
          <w:b/>
          <w:sz w:val="28"/>
          <w:szCs w:val="28"/>
          <w:lang w:val="uk-UA"/>
        </w:rPr>
        <w:t>Організація на належному рівні прийому громадян із соціально-правових</w:t>
      </w:r>
      <w:r w:rsidRPr="00823EEC">
        <w:rPr>
          <w:rFonts w:ascii="Times New Roman" w:hAnsi="Times New Roman"/>
          <w:sz w:val="28"/>
          <w:szCs w:val="28"/>
          <w:lang w:val="uk-UA"/>
        </w:rPr>
        <w:t xml:space="preserve"> питань, користування документами архівного фонду у службових, соціально-правових та інших цілях, підготовки та видачі довідок, копій та витягів з документів, що знаходяться на зберіганні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E6760" w:rsidRPr="006E125D" w:rsidRDefault="003E6760" w:rsidP="00CB5F5A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hAnsi="Times New Roman"/>
          <w:sz w:val="28"/>
          <w:szCs w:val="28"/>
          <w:lang w:val="ru-RU"/>
        </w:rPr>
      </w:pPr>
      <w:r w:rsidRPr="00CB5F5A">
        <w:rPr>
          <w:rFonts w:ascii="Times New Roman" w:hAnsi="Times New Roman"/>
          <w:sz w:val="28"/>
          <w:szCs w:val="28"/>
          <w:lang w:val="uk-UA"/>
        </w:rPr>
        <w:t>Проведення експертизи цінності, науково-технічне опрацювання (при необхідності – ремонт та реставрація) документів з о</w:t>
      </w:r>
      <w:r>
        <w:rPr>
          <w:rFonts w:ascii="Times New Roman" w:hAnsi="Times New Roman"/>
          <w:sz w:val="28"/>
          <w:szCs w:val="28"/>
          <w:lang w:val="uk-UA"/>
        </w:rPr>
        <w:t>собового складу</w:t>
      </w:r>
      <w:r w:rsidRPr="00CB5F5A">
        <w:rPr>
          <w:rFonts w:ascii="Times New Roman" w:hAnsi="Times New Roman"/>
          <w:sz w:val="28"/>
          <w:szCs w:val="28"/>
          <w:lang w:val="uk-UA"/>
        </w:rPr>
        <w:t xml:space="preserve">, що передаються в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B5F5A">
        <w:rPr>
          <w:rFonts w:ascii="Times New Roman" w:hAnsi="Times New Roman"/>
          <w:sz w:val="28"/>
          <w:szCs w:val="28"/>
          <w:lang w:val="uk-UA"/>
        </w:rPr>
        <w:t>Трудовий архів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CB5F5A">
        <w:rPr>
          <w:rFonts w:ascii="Times New Roman" w:hAnsi="Times New Roman"/>
          <w:sz w:val="28"/>
          <w:szCs w:val="28"/>
          <w:lang w:val="uk-UA"/>
        </w:rPr>
        <w:t>.</w:t>
      </w:r>
    </w:p>
    <w:p w:rsidR="003E6760" w:rsidRPr="00B46749" w:rsidRDefault="003E6760" w:rsidP="00CC43D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46749">
        <w:rPr>
          <w:rFonts w:ascii="Times New Roman" w:hAnsi="Times New Roman"/>
          <w:b/>
          <w:sz w:val="28"/>
          <w:szCs w:val="28"/>
          <w:lang w:val="uk-UA"/>
        </w:rPr>
        <w:t>Фінансове забезпечення:</w:t>
      </w:r>
    </w:p>
    <w:p w:rsidR="003E6760" w:rsidRPr="00A976CF" w:rsidRDefault="003E6760" w:rsidP="00CC43D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976CF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Фінансове забезпечення Програми здійснюється в межах коштів, передбачених органом місцевого самоврядування, а також за рахунок інших джерел.</w:t>
      </w:r>
    </w:p>
    <w:p w:rsidR="003E6760" w:rsidRPr="005519EA" w:rsidRDefault="003E6760" w:rsidP="00CC43DF">
      <w:pPr>
        <w:spacing w:before="100" w:beforeAutospacing="1" w:after="100" w:afterAutospacing="1"/>
        <w:jc w:val="both"/>
        <w:outlineLvl w:val="2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519EA">
        <w:rPr>
          <w:rFonts w:ascii="Times New Roman" w:hAnsi="Times New Roman"/>
          <w:b/>
          <w:bCs/>
          <w:sz w:val="28"/>
          <w:szCs w:val="28"/>
          <w:lang w:val="ru-RU"/>
        </w:rPr>
        <w:t>Очікувані результати</w:t>
      </w:r>
    </w:p>
    <w:p w:rsidR="003E6760" w:rsidRPr="005519EA" w:rsidRDefault="003E6760" w:rsidP="00CC43DF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>Виконання Програми дасть змогу:</w:t>
      </w:r>
    </w:p>
    <w:p w:rsidR="003E6760" w:rsidRPr="005519EA" w:rsidRDefault="003E6760" w:rsidP="00CC43DF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>створити умови для гарантованого зберігання документів  архівного фонду</w:t>
      </w:r>
      <w:r>
        <w:rPr>
          <w:rFonts w:ascii="Times New Roman" w:hAnsi="Times New Roman"/>
          <w:sz w:val="28"/>
          <w:szCs w:val="28"/>
          <w:lang w:val="uk-UA"/>
        </w:rPr>
        <w:t xml:space="preserve"> «Трудового архіву»</w:t>
      </w:r>
      <w:r w:rsidRPr="005519EA">
        <w:rPr>
          <w:rFonts w:ascii="Times New Roman" w:hAnsi="Times New Roman"/>
          <w:sz w:val="28"/>
          <w:szCs w:val="28"/>
          <w:lang w:val="ru-RU"/>
        </w:rPr>
        <w:t>;</w:t>
      </w:r>
    </w:p>
    <w:p w:rsidR="003E6760" w:rsidRPr="00903D23" w:rsidRDefault="003E6760" w:rsidP="00CC43DF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uk-UA"/>
        </w:rPr>
      </w:pPr>
      <w:r w:rsidRPr="00903D23">
        <w:rPr>
          <w:rFonts w:ascii="Times New Roman" w:hAnsi="Times New Roman"/>
          <w:sz w:val="28"/>
          <w:szCs w:val="28"/>
          <w:lang w:val="uk-UA"/>
        </w:rPr>
        <w:t>забезпечити повноцінний захист цінних архівних документів, шляхом встановлення нової охоронної сигналізації, системи по</w:t>
      </w:r>
      <w:r>
        <w:rPr>
          <w:rFonts w:ascii="Times New Roman" w:hAnsi="Times New Roman"/>
          <w:sz w:val="28"/>
          <w:szCs w:val="28"/>
          <w:lang w:val="uk-UA"/>
        </w:rPr>
        <w:t>жежогасіння у приміщенні сховищ та обробки дерев’яних стелажів вогнезахисним розчином</w:t>
      </w:r>
    </w:p>
    <w:p w:rsidR="003E6760" w:rsidRPr="00B37A8A" w:rsidRDefault="003E6760" w:rsidP="00CC43DF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uk-UA"/>
        </w:rPr>
      </w:pPr>
      <w:r w:rsidRPr="00B37A8A">
        <w:rPr>
          <w:rFonts w:ascii="Times New Roman" w:hAnsi="Times New Roman"/>
          <w:sz w:val="28"/>
          <w:szCs w:val="28"/>
          <w:lang w:val="uk-UA"/>
        </w:rPr>
        <w:t>зміцнити матеріально-технічну базу архівн</w:t>
      </w:r>
      <w:r>
        <w:rPr>
          <w:rFonts w:ascii="Times New Roman" w:hAnsi="Times New Roman"/>
          <w:sz w:val="28"/>
          <w:szCs w:val="28"/>
          <w:lang w:val="uk-UA"/>
        </w:rPr>
        <w:t xml:space="preserve">ої </w:t>
      </w:r>
      <w:r w:rsidRPr="00B37A8A">
        <w:rPr>
          <w:rFonts w:ascii="Times New Roman" w:hAnsi="Times New Roman"/>
          <w:sz w:val="28"/>
          <w:szCs w:val="28"/>
          <w:lang w:val="uk-UA"/>
        </w:rPr>
        <w:t xml:space="preserve"> установ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B37A8A">
        <w:rPr>
          <w:rFonts w:ascii="Times New Roman" w:hAnsi="Times New Roman"/>
          <w:sz w:val="28"/>
          <w:szCs w:val="28"/>
          <w:lang w:val="uk-UA"/>
        </w:rPr>
        <w:t xml:space="preserve"> та поліпшити умови роботи ї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B37A8A">
        <w:rPr>
          <w:rFonts w:ascii="Times New Roman" w:hAnsi="Times New Roman"/>
          <w:sz w:val="28"/>
          <w:szCs w:val="28"/>
          <w:lang w:val="uk-UA"/>
        </w:rPr>
        <w:t xml:space="preserve"> працівників;</w:t>
      </w:r>
    </w:p>
    <w:p w:rsidR="003E6760" w:rsidRPr="005519EA" w:rsidRDefault="003E6760" w:rsidP="00CC43DF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>запровадити сучасні інформаційні технології, створити систему інформаційних ресурсів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E6760" w:rsidRPr="005519EA" w:rsidRDefault="003E6760" w:rsidP="00CC43DF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>задовольняти у необхідних обсягах потребу громадян, суспільства і держави в інформації</w:t>
      </w:r>
      <w:r w:rsidRPr="00B37A8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яка стосується архівної справи.</w:t>
      </w:r>
    </w:p>
    <w:p w:rsidR="003E6760" w:rsidRPr="00B46749" w:rsidRDefault="003E6760" w:rsidP="00CC43D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6760" w:rsidRPr="00B46749" w:rsidRDefault="003E6760" w:rsidP="00CC43D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6760" w:rsidRPr="00B46749" w:rsidRDefault="003E6760" w:rsidP="00CC43D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6760" w:rsidRPr="00A976CF" w:rsidRDefault="003E6760" w:rsidP="00CC43D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6760" w:rsidRPr="005519EA" w:rsidRDefault="003E6760" w:rsidP="00CC43D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Заступник голови ради                                                                    О.Л.Гибало </w:t>
      </w:r>
    </w:p>
    <w:sectPr w:rsidR="003E6760" w:rsidRPr="005519EA" w:rsidSect="006E12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760" w:rsidRDefault="003E6760" w:rsidP="00E06702">
      <w:r>
        <w:separator/>
      </w:r>
    </w:p>
  </w:endnote>
  <w:endnote w:type="continuationSeparator" w:id="1">
    <w:p w:rsidR="003E6760" w:rsidRDefault="003E6760" w:rsidP="00E067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760" w:rsidRDefault="003E6760" w:rsidP="00E06702">
      <w:r>
        <w:separator/>
      </w:r>
    </w:p>
  </w:footnote>
  <w:footnote w:type="continuationSeparator" w:id="1">
    <w:p w:rsidR="003E6760" w:rsidRDefault="003E6760" w:rsidP="00E067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C2BBC"/>
    <w:multiLevelType w:val="multilevel"/>
    <w:tmpl w:val="18283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D61167"/>
    <w:multiLevelType w:val="multilevel"/>
    <w:tmpl w:val="5DEC7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072045"/>
    <w:multiLevelType w:val="hybridMultilevel"/>
    <w:tmpl w:val="40E2A6F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5858F3"/>
    <w:multiLevelType w:val="hybridMultilevel"/>
    <w:tmpl w:val="B92C7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66239DA"/>
    <w:multiLevelType w:val="hybridMultilevel"/>
    <w:tmpl w:val="BF3E60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6A20EE"/>
    <w:multiLevelType w:val="hybridMultilevel"/>
    <w:tmpl w:val="DC1E19B2"/>
    <w:lvl w:ilvl="0" w:tplc="0419000F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3774"/>
        </w:tabs>
        <w:ind w:left="377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654"/>
        </w:tabs>
        <w:ind w:left="66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374"/>
        </w:tabs>
        <w:ind w:left="73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094"/>
        </w:tabs>
        <w:ind w:left="80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814"/>
        </w:tabs>
        <w:ind w:left="8814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6CF"/>
    <w:rsid w:val="00033136"/>
    <w:rsid w:val="000B3111"/>
    <w:rsid w:val="000E6E86"/>
    <w:rsid w:val="00112A15"/>
    <w:rsid w:val="00145C0C"/>
    <w:rsid w:val="00157F76"/>
    <w:rsid w:val="001A268A"/>
    <w:rsid w:val="002249BC"/>
    <w:rsid w:val="002702F5"/>
    <w:rsid w:val="00276702"/>
    <w:rsid w:val="002A16E7"/>
    <w:rsid w:val="002B21C6"/>
    <w:rsid w:val="002B2A18"/>
    <w:rsid w:val="002F7AB3"/>
    <w:rsid w:val="003128C2"/>
    <w:rsid w:val="00323084"/>
    <w:rsid w:val="0033409F"/>
    <w:rsid w:val="003A0322"/>
    <w:rsid w:val="003C6559"/>
    <w:rsid w:val="003E6760"/>
    <w:rsid w:val="0045576F"/>
    <w:rsid w:val="004C0512"/>
    <w:rsid w:val="005519EA"/>
    <w:rsid w:val="005E36E7"/>
    <w:rsid w:val="006A31EB"/>
    <w:rsid w:val="006D22A2"/>
    <w:rsid w:val="006E125D"/>
    <w:rsid w:val="006E5C45"/>
    <w:rsid w:val="00704E79"/>
    <w:rsid w:val="00813141"/>
    <w:rsid w:val="00823EEC"/>
    <w:rsid w:val="0083194D"/>
    <w:rsid w:val="00880290"/>
    <w:rsid w:val="00884A6A"/>
    <w:rsid w:val="008C4380"/>
    <w:rsid w:val="008C4A49"/>
    <w:rsid w:val="00903D23"/>
    <w:rsid w:val="00925FC5"/>
    <w:rsid w:val="0096459F"/>
    <w:rsid w:val="00A0699C"/>
    <w:rsid w:val="00A23F72"/>
    <w:rsid w:val="00A729E6"/>
    <w:rsid w:val="00A763FD"/>
    <w:rsid w:val="00A90294"/>
    <w:rsid w:val="00A976CF"/>
    <w:rsid w:val="00AA4CC8"/>
    <w:rsid w:val="00AF036D"/>
    <w:rsid w:val="00AF311D"/>
    <w:rsid w:val="00B05B9E"/>
    <w:rsid w:val="00B37A8A"/>
    <w:rsid w:val="00B46749"/>
    <w:rsid w:val="00C865C4"/>
    <w:rsid w:val="00CB5F5A"/>
    <w:rsid w:val="00CC43DF"/>
    <w:rsid w:val="00CE34BC"/>
    <w:rsid w:val="00D16916"/>
    <w:rsid w:val="00D46B0B"/>
    <w:rsid w:val="00D60BEE"/>
    <w:rsid w:val="00D63F16"/>
    <w:rsid w:val="00D739BC"/>
    <w:rsid w:val="00DB41CC"/>
    <w:rsid w:val="00DC6CA2"/>
    <w:rsid w:val="00DC7099"/>
    <w:rsid w:val="00E06702"/>
    <w:rsid w:val="00E72760"/>
    <w:rsid w:val="00E7342A"/>
    <w:rsid w:val="00F723ED"/>
    <w:rsid w:val="00FE5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CC43D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43D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43D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C43D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C43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C43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C43D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C43D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CC43D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CC43D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43D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C43D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C43D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C43DF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C43DF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C43DF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C43DF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C43DF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C43DF"/>
    <w:rPr>
      <w:rFonts w:ascii="Cambria" w:hAnsi="Cambria" w:cs="Times New Roman"/>
    </w:rPr>
  </w:style>
  <w:style w:type="paragraph" w:styleId="ListParagraph">
    <w:name w:val="List Paragraph"/>
    <w:basedOn w:val="Normal"/>
    <w:uiPriority w:val="99"/>
    <w:qFormat/>
    <w:rsid w:val="00CC43D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A976CF"/>
    <w:pPr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976CF"/>
    <w:rPr>
      <w:rFonts w:ascii="Times New Roman" w:hAnsi="Times New Roman" w:cs="Times New Roman"/>
      <w:sz w:val="28"/>
      <w:szCs w:val="28"/>
      <w:lang w:val="uk-UA"/>
    </w:rPr>
  </w:style>
  <w:style w:type="paragraph" w:styleId="Title">
    <w:name w:val="Title"/>
    <w:basedOn w:val="Normal"/>
    <w:next w:val="Normal"/>
    <w:link w:val="TitleChar"/>
    <w:uiPriority w:val="99"/>
    <w:qFormat/>
    <w:rsid w:val="00CC43D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C43DF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CC43DF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C43DF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CC43DF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CC43DF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CC43DF"/>
    <w:rPr>
      <w:szCs w:val="32"/>
    </w:rPr>
  </w:style>
  <w:style w:type="paragraph" w:styleId="Quote">
    <w:name w:val="Quote"/>
    <w:basedOn w:val="Normal"/>
    <w:next w:val="Normal"/>
    <w:link w:val="QuoteChar"/>
    <w:uiPriority w:val="99"/>
    <w:qFormat/>
    <w:rsid w:val="00CC43DF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CC43DF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C43D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C43DF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CC43DF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CC43DF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CC43DF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CC43DF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CC43DF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CC43DF"/>
    <w:pPr>
      <w:outlineLvl w:val="9"/>
    </w:pPr>
  </w:style>
  <w:style w:type="paragraph" w:customStyle="1" w:styleId="a">
    <w:name w:val="Знак Знак Знак Знак"/>
    <w:basedOn w:val="Normal"/>
    <w:uiPriority w:val="99"/>
    <w:rsid w:val="00823EEC"/>
    <w:rPr>
      <w:rFonts w:ascii="Verdana" w:hAnsi="Verdana" w:cs="Verdana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823EEC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23EE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823EEC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23EEC"/>
    <w:rPr>
      <w:rFonts w:cs="Times New Roman"/>
      <w:sz w:val="24"/>
      <w:szCs w:val="24"/>
    </w:rPr>
  </w:style>
  <w:style w:type="paragraph" w:customStyle="1" w:styleId="3">
    <w:name w:val="заголовок 3"/>
    <w:basedOn w:val="Normal"/>
    <w:next w:val="Normal"/>
    <w:uiPriority w:val="99"/>
    <w:rsid w:val="006E125D"/>
    <w:pPr>
      <w:keepNext/>
      <w:autoSpaceDE w:val="0"/>
      <w:autoSpaceDN w:val="0"/>
      <w:ind w:firstLine="3686"/>
      <w:jc w:val="both"/>
    </w:pPr>
    <w:rPr>
      <w:rFonts w:ascii="Bookman Old Style" w:hAnsi="Bookman Old Style" w:cs="Bookman Old Style"/>
      <w:b/>
      <w:bCs/>
      <w:sz w:val="36"/>
      <w:szCs w:val="36"/>
      <w:lang w:val="ru-RU" w:eastAsia="ru-RU"/>
    </w:rPr>
  </w:style>
  <w:style w:type="paragraph" w:styleId="Caption">
    <w:name w:val="caption"/>
    <w:basedOn w:val="Normal"/>
    <w:next w:val="Normal"/>
    <w:uiPriority w:val="99"/>
    <w:qFormat/>
    <w:rsid w:val="006E125D"/>
    <w:pPr>
      <w:jc w:val="center"/>
    </w:pPr>
    <w:rPr>
      <w:rFonts w:ascii="Times New Roman" w:hAnsi="Times New Roman"/>
      <w:b/>
      <w:bCs/>
      <w:sz w:val="36"/>
      <w:szCs w:val="3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3</Pages>
  <Words>3195</Words>
  <Characters>1822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</cp:revision>
  <cp:lastPrinted>2014-12-12T10:23:00Z</cp:lastPrinted>
  <dcterms:created xsi:type="dcterms:W3CDTF">2014-11-25T10:38:00Z</dcterms:created>
  <dcterms:modified xsi:type="dcterms:W3CDTF">2014-12-22T08:46:00Z</dcterms:modified>
</cp:coreProperties>
</file>