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DE" w:rsidRPr="000E7AD6" w:rsidRDefault="004B41DE" w:rsidP="00BE177B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AC58E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4B41DE" w:rsidRPr="00025EFF" w:rsidRDefault="004B41DE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ПРОЕКТ</w:t>
      </w:r>
    </w:p>
    <w:p w:rsidR="004B41DE" w:rsidRPr="002C610B" w:rsidRDefault="004B41DE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B41DE" w:rsidRPr="002C610B" w:rsidRDefault="004B41DE" w:rsidP="00BE177B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4B41DE" w:rsidRPr="002C610B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4B41DE" w:rsidRPr="002C610B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4B41DE" w:rsidRPr="006B119A" w:rsidRDefault="004B41DE" w:rsidP="00BE177B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4B41DE" w:rsidRPr="000E7AD6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4B41DE" w:rsidRDefault="004B41DE" w:rsidP="00BE177B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</w:t>
      </w:r>
    </w:p>
    <w:p w:rsidR="004B41DE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</w:t>
      </w:r>
    </w:p>
    <w:p w:rsidR="004B41DE" w:rsidRPr="008962B8" w:rsidRDefault="004B41DE" w:rsidP="00BE177B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8962B8">
        <w:rPr>
          <w:rFonts w:ascii="Times New Roman" w:hAnsi="Times New Roman"/>
          <w:sz w:val="28"/>
          <w:szCs w:val="28"/>
          <w:lang w:val="uk-UA"/>
        </w:rPr>
        <w:t xml:space="preserve"> територіальних громад сіл,  селищ району на 2013-2014 роки»</w:t>
      </w:r>
    </w:p>
    <w:p w:rsidR="004B41DE" w:rsidRPr="008962B8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B41DE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B41DE" w:rsidRPr="00B15299" w:rsidRDefault="004B41DE" w:rsidP="00BE177B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4B41DE" w:rsidRPr="00906D2F" w:rsidRDefault="004B41DE" w:rsidP="00BE177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009E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8009E">
        <w:rPr>
          <w:rFonts w:ascii="Times New Roman" w:hAnsi="Times New Roman"/>
          <w:sz w:val="28"/>
          <w:szCs w:val="28"/>
          <w:lang w:val="uk-UA"/>
        </w:rPr>
        <w:t xml:space="preserve"> Районного комунального ремонтно-експлуатаційного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Данилка О.В.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4B41DE" w:rsidRPr="00906D2F" w:rsidRDefault="004B41DE" w:rsidP="00BE177B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B41DE" w:rsidRPr="00AE5EA0" w:rsidRDefault="004B41DE" w:rsidP="00BE177B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4B41DE" w:rsidRPr="008962B8" w:rsidRDefault="004B41DE" w:rsidP="008962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D8009E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8009E">
        <w:rPr>
          <w:rFonts w:ascii="Times New Roman" w:hAnsi="Times New Roman"/>
          <w:sz w:val="28"/>
          <w:szCs w:val="28"/>
          <w:lang w:val="uk-UA"/>
        </w:rPr>
        <w:t xml:space="preserve"> Районного 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D8009E">
        <w:rPr>
          <w:rFonts w:ascii="Times New Roman" w:hAnsi="Times New Roman"/>
          <w:sz w:val="28"/>
          <w:szCs w:val="28"/>
          <w:lang w:val="uk-UA"/>
        </w:rPr>
        <w:t>ремонтно-експлуатаційного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Данилка О.В.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 територіальних громад сіл,  селищ району на 2013-2014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4B41DE" w:rsidRPr="00B15299" w:rsidRDefault="004B41DE" w:rsidP="00BE177B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8962B8">
        <w:rPr>
          <w:rFonts w:ascii="Times New Roman" w:hAnsi="Times New Roman"/>
          <w:sz w:val="28"/>
          <w:szCs w:val="28"/>
          <w:lang w:val="uk-UA"/>
        </w:rPr>
        <w:t xml:space="preserve">18-ої сесії районної ради </w:t>
      </w:r>
      <w:r w:rsidRPr="008962B8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962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14.06.2013 року «</w:t>
      </w:r>
      <w:r w:rsidRPr="008962B8">
        <w:rPr>
          <w:rFonts w:ascii="Times New Roman" w:hAnsi="Times New Roman"/>
          <w:sz w:val="28"/>
          <w:szCs w:val="28"/>
          <w:lang w:val="uk-UA"/>
        </w:rPr>
        <w:t>Про Програму підтримки об’єктів спільної власності територіальних громад сіл,  селищ району на 2013-2014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4B41DE" w:rsidRPr="00B15299" w:rsidRDefault="004B41DE" w:rsidP="00BE177B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41DE" w:rsidRPr="00AE5EA0" w:rsidRDefault="004B41DE" w:rsidP="00BE177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4B41DE" w:rsidRDefault="004B41DE" w:rsidP="00BE177B"/>
    <w:p w:rsidR="004B41DE" w:rsidRDefault="004B41DE" w:rsidP="00BE177B"/>
    <w:p w:rsidR="004B41DE" w:rsidRDefault="004B41DE" w:rsidP="00BE177B"/>
    <w:p w:rsidR="004B41DE" w:rsidRDefault="004B41DE" w:rsidP="00BE177B"/>
    <w:p w:rsidR="004B41DE" w:rsidRPr="00A32423" w:rsidRDefault="004B41DE">
      <w:pPr>
        <w:rPr>
          <w:lang w:val="uk-UA"/>
        </w:rPr>
      </w:pPr>
    </w:p>
    <w:sectPr w:rsidR="004B41DE" w:rsidRPr="00A32423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77B"/>
    <w:rsid w:val="00025EFF"/>
    <w:rsid w:val="000E7AD6"/>
    <w:rsid w:val="001A2BF5"/>
    <w:rsid w:val="002C610B"/>
    <w:rsid w:val="00433A63"/>
    <w:rsid w:val="004B41DE"/>
    <w:rsid w:val="005B05F7"/>
    <w:rsid w:val="006B119A"/>
    <w:rsid w:val="006B4BAD"/>
    <w:rsid w:val="00891552"/>
    <w:rsid w:val="008962B8"/>
    <w:rsid w:val="00906D2F"/>
    <w:rsid w:val="00A23107"/>
    <w:rsid w:val="00A32423"/>
    <w:rsid w:val="00AC58EB"/>
    <w:rsid w:val="00AE5EA0"/>
    <w:rsid w:val="00B15299"/>
    <w:rsid w:val="00BE177B"/>
    <w:rsid w:val="00CA2417"/>
    <w:rsid w:val="00D8009E"/>
    <w:rsid w:val="00E319AA"/>
    <w:rsid w:val="00E6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7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177B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BE17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77B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Normal"/>
    <w:uiPriority w:val="99"/>
    <w:rsid w:val="008962B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1084</Words>
  <Characters>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2014-12-12T14:22:00Z</cp:lastPrinted>
  <dcterms:created xsi:type="dcterms:W3CDTF">2014-12-12T14:04:00Z</dcterms:created>
  <dcterms:modified xsi:type="dcterms:W3CDTF">2014-12-22T08:56:00Z</dcterms:modified>
</cp:coreProperties>
</file>