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B3" w:rsidRPr="000E7AD6" w:rsidRDefault="00F749B3" w:rsidP="00752168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1D2DA0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F749B3" w:rsidRPr="00752168" w:rsidRDefault="00F749B3" w:rsidP="00141D59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ПРОЕКТ</w:t>
      </w:r>
    </w:p>
    <w:p w:rsidR="00F749B3" w:rsidRPr="002C610B" w:rsidRDefault="00F749B3" w:rsidP="0075216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F749B3" w:rsidRPr="002C610B" w:rsidRDefault="00F749B3" w:rsidP="0075216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F749B3" w:rsidRPr="002C610B" w:rsidRDefault="00F749B3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F749B3" w:rsidRPr="002C610B" w:rsidRDefault="00F749B3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F749B3" w:rsidRPr="006B119A" w:rsidRDefault="00F749B3" w:rsidP="00752168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F749B3" w:rsidRPr="00752168" w:rsidRDefault="00F749B3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75216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F749B3" w:rsidRPr="00752168" w:rsidRDefault="00F749B3" w:rsidP="00752168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75216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75216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</w:t>
      </w:r>
    </w:p>
    <w:p w:rsidR="00F749B3" w:rsidRDefault="00F749B3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752168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Про  районну програму  «Місцевих стимулів для </w:t>
      </w:r>
    </w:p>
    <w:p w:rsidR="00F749B3" w:rsidRPr="00752168" w:rsidRDefault="00F749B3" w:rsidP="00752168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752168">
        <w:rPr>
          <w:rFonts w:ascii="Times New Roman" w:hAnsi="Times New Roman"/>
          <w:sz w:val="28"/>
          <w:szCs w:val="28"/>
          <w:lang w:val="uk-UA"/>
        </w:rPr>
        <w:t>медичних працівників на  2013-2014 роки»</w:t>
      </w:r>
    </w:p>
    <w:p w:rsidR="00F749B3" w:rsidRDefault="00F749B3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F749B3" w:rsidRDefault="00F749B3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F749B3" w:rsidRPr="00B15299" w:rsidRDefault="00F749B3" w:rsidP="0075216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F749B3" w:rsidRPr="00752168" w:rsidRDefault="00F749B3" w:rsidP="0075216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головного лікаря Черняхівського ТМО Ніколайчука В.В.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охорони здоров’я та соціального захисту населення, ветеранів війни, праці та інвалідів,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F749B3" w:rsidRPr="00906D2F" w:rsidRDefault="00F749B3" w:rsidP="00752168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749B3" w:rsidRPr="00AE5EA0" w:rsidRDefault="00F749B3" w:rsidP="00752168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F749B3" w:rsidRPr="00752168" w:rsidRDefault="00F749B3" w:rsidP="0075216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>
        <w:rPr>
          <w:rFonts w:ascii="Times New Roman" w:hAnsi="Times New Roman"/>
          <w:sz w:val="28"/>
          <w:szCs w:val="28"/>
          <w:lang w:val="uk-UA"/>
        </w:rPr>
        <w:t>головного лікаря Черняхівського ТМО Ніколайчука В.В.</w:t>
      </w:r>
    </w:p>
    <w:p w:rsidR="00F749B3" w:rsidRPr="00752168" w:rsidRDefault="00F749B3" w:rsidP="00752168">
      <w:pPr>
        <w:pStyle w:val="ListParagraph"/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B15299">
        <w:rPr>
          <w:rFonts w:ascii="Times New Roman" w:hAnsi="Times New Roman"/>
          <w:sz w:val="28"/>
          <w:szCs w:val="28"/>
          <w:lang w:val="uk-UA"/>
        </w:rPr>
        <w:t>про хід виконання та зняття з контролю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75216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752168">
        <w:rPr>
          <w:rFonts w:ascii="Times New Roman" w:hAnsi="Times New Roman"/>
          <w:sz w:val="28"/>
          <w:szCs w:val="28"/>
          <w:lang w:val="uk-UA"/>
        </w:rPr>
        <w:t>Про  районну програму  «Місцевих стимулів для медичних працівників на  2013-2014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2168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F749B3" w:rsidRPr="00B15299" w:rsidRDefault="00F749B3" w:rsidP="0075216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 </w:t>
      </w:r>
      <w:r w:rsidRPr="00752168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752168">
        <w:rPr>
          <w:rFonts w:ascii="Times New Roman" w:hAnsi="Times New Roman"/>
          <w:sz w:val="28"/>
          <w:szCs w:val="28"/>
          <w:lang w:val="uk-UA"/>
        </w:rPr>
        <w:t>Про  районну програму  «Місцевих стимулів для медичних працівників на  2013-2014 роки»</w:t>
      </w:r>
      <w:r>
        <w:rPr>
          <w:rFonts w:ascii="Times New Roman" w:hAnsi="Times New Roman"/>
          <w:sz w:val="28"/>
          <w:lang w:val="uk-UA"/>
        </w:rPr>
        <w:t>.</w:t>
      </w:r>
    </w:p>
    <w:p w:rsidR="00F749B3" w:rsidRPr="00B15299" w:rsidRDefault="00F749B3" w:rsidP="00752168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49B3" w:rsidRPr="00AE5EA0" w:rsidRDefault="00F749B3" w:rsidP="0075216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F749B3" w:rsidRDefault="00F749B3" w:rsidP="00752168"/>
    <w:p w:rsidR="00F749B3" w:rsidRDefault="00F749B3" w:rsidP="00752168"/>
    <w:p w:rsidR="00F749B3" w:rsidRDefault="00F749B3" w:rsidP="00752168"/>
    <w:p w:rsidR="00F749B3" w:rsidRDefault="00F749B3" w:rsidP="00752168"/>
    <w:p w:rsidR="00F749B3" w:rsidRPr="00B17095" w:rsidRDefault="00F749B3">
      <w:pPr>
        <w:rPr>
          <w:lang w:val="uk-UA"/>
        </w:rPr>
      </w:pPr>
    </w:p>
    <w:sectPr w:rsidR="00F749B3" w:rsidRPr="00B17095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168"/>
    <w:rsid w:val="000E7AD6"/>
    <w:rsid w:val="00141D59"/>
    <w:rsid w:val="001A2BF5"/>
    <w:rsid w:val="001D20CB"/>
    <w:rsid w:val="001D2DA0"/>
    <w:rsid w:val="002C610B"/>
    <w:rsid w:val="005B05F7"/>
    <w:rsid w:val="006B119A"/>
    <w:rsid w:val="006C0635"/>
    <w:rsid w:val="00752168"/>
    <w:rsid w:val="00891552"/>
    <w:rsid w:val="008962B8"/>
    <w:rsid w:val="00906D2F"/>
    <w:rsid w:val="00A23107"/>
    <w:rsid w:val="00AE5EA0"/>
    <w:rsid w:val="00B15299"/>
    <w:rsid w:val="00B17095"/>
    <w:rsid w:val="00F74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16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5216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7521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5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21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979</Words>
  <Characters>559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2014-12-12T14:29:00Z</cp:lastPrinted>
  <dcterms:created xsi:type="dcterms:W3CDTF">2014-12-12T14:23:00Z</dcterms:created>
  <dcterms:modified xsi:type="dcterms:W3CDTF">2014-12-22T08:59:00Z</dcterms:modified>
</cp:coreProperties>
</file>