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1A5" w:rsidRPr="000E7AD6" w:rsidRDefault="006531A5" w:rsidP="002A3FA9">
      <w:pPr>
        <w:pStyle w:val="NoSpacing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</w:t>
      </w:r>
      <w:r w:rsidRPr="004E5C61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4pt;height:62.4pt;visibility:visible">
            <v:imagedata r:id="rId5" o:title=""/>
          </v:shape>
        </w:pict>
      </w:r>
      <w:r>
        <w:rPr>
          <w:rFonts w:ascii="Times New Roman" w:hAnsi="Times New Roman"/>
          <w:b/>
          <w:lang w:val="uk-UA"/>
        </w:rPr>
        <w:t xml:space="preserve">                                  </w:t>
      </w:r>
    </w:p>
    <w:p w:rsidR="006531A5" w:rsidRPr="00C844B8" w:rsidRDefault="006531A5" w:rsidP="002A3FA9">
      <w:pPr>
        <w:pStyle w:val="NoSpacing"/>
        <w:spacing w:line="276" w:lineRule="auto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</w:t>
      </w:r>
      <w:r>
        <w:rPr>
          <w:rFonts w:ascii="Times New Roman" w:hAnsi="Times New Roman"/>
          <w:b/>
          <w:sz w:val="32"/>
          <w:szCs w:val="32"/>
        </w:rPr>
        <w:t>Україна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ПРОЕКТ                         </w:t>
      </w:r>
    </w:p>
    <w:p w:rsidR="006531A5" w:rsidRPr="002C610B" w:rsidRDefault="006531A5" w:rsidP="002A3FA9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C610B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6531A5" w:rsidRPr="002C610B" w:rsidRDefault="006531A5" w:rsidP="002A3FA9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C610B">
        <w:rPr>
          <w:rFonts w:ascii="Times New Roman" w:hAnsi="Times New Roman"/>
          <w:b/>
          <w:sz w:val="28"/>
          <w:szCs w:val="28"/>
        </w:rPr>
        <w:t>Р І Ш Е Н Н Я</w:t>
      </w:r>
    </w:p>
    <w:p w:rsidR="006531A5" w:rsidRPr="002C610B" w:rsidRDefault="006531A5" w:rsidP="002A3FA9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восьма 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2C610B">
        <w:rPr>
          <w:rFonts w:ascii="Times New Roman" w:hAnsi="Times New Roman"/>
          <w:sz w:val="28"/>
          <w:szCs w:val="28"/>
          <w:lang w:val="en-US"/>
        </w:rPr>
        <w:t>V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І скликання     </w:t>
      </w:r>
    </w:p>
    <w:p w:rsidR="006531A5" w:rsidRPr="002C610B" w:rsidRDefault="006531A5" w:rsidP="002A3FA9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26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грудня  2014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 року</w:t>
      </w:r>
    </w:p>
    <w:p w:rsidR="006531A5" w:rsidRPr="006B119A" w:rsidRDefault="006531A5" w:rsidP="002A3FA9">
      <w:pPr>
        <w:spacing w:line="240" w:lineRule="auto"/>
        <w:rPr>
          <w:rFonts w:ascii="Times New Roman" w:hAnsi="Times New Roman"/>
          <w:sz w:val="28"/>
          <w:lang w:val="uk-UA"/>
        </w:rPr>
      </w:pPr>
    </w:p>
    <w:p w:rsidR="006531A5" w:rsidRPr="00C844B8" w:rsidRDefault="006531A5" w:rsidP="002A3FA9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C844B8">
        <w:rPr>
          <w:rFonts w:ascii="Times New Roman" w:hAnsi="Times New Roman"/>
          <w:sz w:val="28"/>
          <w:szCs w:val="28"/>
          <w:lang w:val="uk-UA"/>
        </w:rPr>
        <w:t xml:space="preserve">Про хід виконання та зняття з контролю рішення </w:t>
      </w:r>
    </w:p>
    <w:p w:rsidR="006531A5" w:rsidRDefault="006531A5" w:rsidP="002A3FA9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 w:rsidRPr="002A3FA9">
        <w:rPr>
          <w:rFonts w:ascii="Times New Roman" w:hAnsi="Times New Roman"/>
          <w:sz w:val="28"/>
          <w:szCs w:val="28"/>
          <w:lang w:val="uk-UA"/>
        </w:rPr>
        <w:t xml:space="preserve">4-ої сесії районної ради </w:t>
      </w:r>
      <w:r w:rsidRPr="002A3FA9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2A3FA9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25.03.2011 року</w:t>
      </w:r>
    </w:p>
    <w:p w:rsidR="006531A5" w:rsidRDefault="006531A5" w:rsidP="002A3FA9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2A3FA9">
        <w:rPr>
          <w:rFonts w:ascii="Times New Roman" w:hAnsi="Times New Roman"/>
          <w:bCs/>
          <w:sz w:val="28"/>
          <w:szCs w:val="28"/>
          <w:lang w:val="uk-UA"/>
        </w:rPr>
        <w:t>«</w:t>
      </w:r>
      <w:r w:rsidRPr="002A3FA9">
        <w:rPr>
          <w:rFonts w:ascii="Times New Roman" w:hAnsi="Times New Roman"/>
          <w:lang w:val="uk-UA"/>
        </w:rPr>
        <w:t xml:space="preserve"> </w:t>
      </w:r>
      <w:r w:rsidRPr="002A3FA9">
        <w:rPr>
          <w:rFonts w:ascii="Times New Roman" w:hAnsi="Times New Roman"/>
          <w:sz w:val="28"/>
          <w:szCs w:val="28"/>
          <w:lang w:val="uk-UA"/>
        </w:rPr>
        <w:t xml:space="preserve">Про районну  соціальну Програму розвитку </w:t>
      </w:r>
    </w:p>
    <w:p w:rsidR="006531A5" w:rsidRPr="002A3FA9" w:rsidRDefault="006531A5" w:rsidP="002A3FA9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2A3FA9">
        <w:rPr>
          <w:rFonts w:ascii="Times New Roman" w:hAnsi="Times New Roman"/>
          <w:sz w:val="28"/>
          <w:szCs w:val="28"/>
          <w:lang w:val="uk-UA"/>
        </w:rPr>
        <w:t>позашкільної освіти на період до 2014 року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6531A5" w:rsidRPr="002A3FA9" w:rsidRDefault="006531A5" w:rsidP="002A3FA9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6531A5" w:rsidRPr="00B15299" w:rsidRDefault="006531A5" w:rsidP="002A3FA9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6531A5" w:rsidRPr="00906D2F" w:rsidRDefault="006531A5" w:rsidP="002A3FA9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A23107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ст. </w:t>
      </w:r>
      <w:r w:rsidRPr="006B119A">
        <w:rPr>
          <w:rFonts w:ascii="Times New Roman" w:hAnsi="Times New Roman"/>
          <w:sz w:val="28"/>
          <w:szCs w:val="28"/>
          <w:lang w:val="uk-UA"/>
        </w:rPr>
        <w:t>43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119A">
        <w:rPr>
          <w:rFonts w:ascii="Times New Roman" w:hAnsi="Times New Roman"/>
          <w:sz w:val="28"/>
          <w:szCs w:val="28"/>
          <w:lang w:val="uk-UA"/>
        </w:rPr>
        <w:t xml:space="preserve">Закону України „Про місцеве самоврядування в Україні”, </w:t>
      </w:r>
      <w:r w:rsidRPr="00891552">
        <w:rPr>
          <w:rFonts w:ascii="Times New Roman" w:hAnsi="Times New Roman"/>
          <w:sz w:val="28"/>
          <w:szCs w:val="28"/>
          <w:lang w:val="uk-UA"/>
        </w:rPr>
        <w:t xml:space="preserve">Регламенту роботи районної ради </w:t>
      </w:r>
      <w:r w:rsidRPr="00891552">
        <w:rPr>
          <w:rFonts w:ascii="Times New Roman" w:hAnsi="Times New Roman"/>
          <w:sz w:val="28"/>
          <w:szCs w:val="28"/>
          <w:lang w:val="en-US"/>
        </w:rPr>
        <w:t>VI</w:t>
      </w:r>
      <w:r w:rsidRPr="00891552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91552">
        <w:rPr>
          <w:szCs w:val="28"/>
          <w:lang w:val="uk-UA"/>
        </w:rPr>
        <w:t xml:space="preserve"> </w:t>
      </w:r>
      <w:r w:rsidRPr="00891552">
        <w:rPr>
          <w:rFonts w:ascii="Times New Roman" w:hAnsi="Times New Roman"/>
          <w:sz w:val="28"/>
          <w:szCs w:val="28"/>
          <w:lang w:val="uk-UA"/>
        </w:rPr>
        <w:t>заслухавши інформацію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44B8">
        <w:rPr>
          <w:rFonts w:ascii="Times New Roman" w:hAnsi="Times New Roman"/>
          <w:sz w:val="28"/>
          <w:szCs w:val="28"/>
          <w:lang w:val="uk-UA"/>
        </w:rPr>
        <w:t xml:space="preserve">начальника відділу </w:t>
      </w:r>
      <w:r>
        <w:rPr>
          <w:rFonts w:ascii="Times New Roman" w:hAnsi="Times New Roman"/>
          <w:sz w:val="28"/>
          <w:szCs w:val="28"/>
          <w:lang w:val="uk-UA"/>
        </w:rPr>
        <w:t>освіти</w:t>
      </w:r>
      <w:r w:rsidRPr="00C844B8">
        <w:rPr>
          <w:rFonts w:ascii="Times New Roman" w:hAnsi="Times New Roman"/>
          <w:sz w:val="28"/>
          <w:szCs w:val="28"/>
          <w:lang w:val="uk-UA"/>
        </w:rPr>
        <w:t xml:space="preserve"> райдержадміністрації </w:t>
      </w:r>
      <w:r>
        <w:rPr>
          <w:rFonts w:ascii="Times New Roman" w:hAnsi="Times New Roman"/>
          <w:sz w:val="28"/>
          <w:szCs w:val="28"/>
          <w:lang w:val="uk-UA"/>
        </w:rPr>
        <w:t xml:space="preserve">Сташенка Г.Ф. та враховуючи </w:t>
      </w:r>
      <w:r w:rsidRPr="00A23107">
        <w:rPr>
          <w:rFonts w:ascii="Times New Roman" w:hAnsi="Times New Roman"/>
          <w:sz w:val="28"/>
          <w:szCs w:val="28"/>
          <w:lang w:val="uk-UA"/>
        </w:rPr>
        <w:t xml:space="preserve">рекомендації постійної комісії  районної ради з питань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A3FA9">
        <w:rPr>
          <w:rFonts w:ascii="Times New Roman" w:hAnsi="Times New Roman"/>
          <w:bCs/>
          <w:sz w:val="28"/>
          <w:szCs w:val="28"/>
          <w:lang w:val="uk-UA"/>
        </w:rPr>
        <w:t>освіти, культури і духовності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5B05F7">
        <w:rPr>
          <w:rFonts w:ascii="Times New Roman" w:hAnsi="Times New Roman"/>
          <w:sz w:val="28"/>
          <w:szCs w:val="28"/>
          <w:lang w:val="uk-UA"/>
        </w:rPr>
        <w:t xml:space="preserve"> районна рада</w:t>
      </w:r>
      <w:r w:rsidRPr="005B05F7">
        <w:rPr>
          <w:b/>
          <w:bCs/>
          <w:lang w:val="uk-UA"/>
        </w:rPr>
        <w:t xml:space="preserve"> </w:t>
      </w:r>
    </w:p>
    <w:p w:rsidR="006531A5" w:rsidRPr="00906D2F" w:rsidRDefault="006531A5" w:rsidP="002A3FA9">
      <w:pPr>
        <w:ind w:right="-285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531A5" w:rsidRPr="00AE5EA0" w:rsidRDefault="006531A5" w:rsidP="002A3FA9">
      <w:pPr>
        <w:ind w:right="-285"/>
        <w:jc w:val="both"/>
        <w:rPr>
          <w:rFonts w:ascii="Times New Roman" w:hAnsi="Times New Roman"/>
          <w:b/>
          <w:bCs/>
          <w:sz w:val="36"/>
          <w:lang w:val="uk-UA"/>
        </w:rPr>
      </w:pPr>
      <w:r w:rsidRPr="00AE5EA0">
        <w:rPr>
          <w:rFonts w:ascii="Times New Roman" w:hAnsi="Times New Roman"/>
          <w:b/>
          <w:bCs/>
          <w:sz w:val="36"/>
          <w:lang w:val="uk-UA"/>
        </w:rPr>
        <w:t>В И Р І Ш И Л А:</w:t>
      </w:r>
    </w:p>
    <w:p w:rsidR="006531A5" w:rsidRPr="002A3FA9" w:rsidRDefault="006531A5" w:rsidP="002A3FA9">
      <w:pPr>
        <w:pStyle w:val="ListParagraph"/>
        <w:numPr>
          <w:ilvl w:val="0"/>
          <w:numId w:val="1"/>
        </w:num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Інформацію </w:t>
      </w:r>
      <w:r w:rsidRPr="00C844B8">
        <w:rPr>
          <w:rFonts w:ascii="Times New Roman" w:hAnsi="Times New Roman"/>
          <w:sz w:val="28"/>
          <w:szCs w:val="28"/>
          <w:lang w:val="uk-UA"/>
        </w:rPr>
        <w:t xml:space="preserve">начальника відділу </w:t>
      </w:r>
      <w:r>
        <w:rPr>
          <w:rFonts w:ascii="Times New Roman" w:hAnsi="Times New Roman"/>
          <w:sz w:val="28"/>
          <w:szCs w:val="28"/>
          <w:lang w:val="uk-UA"/>
        </w:rPr>
        <w:t>освіти</w:t>
      </w:r>
      <w:r w:rsidRPr="00C844B8">
        <w:rPr>
          <w:rFonts w:ascii="Times New Roman" w:hAnsi="Times New Roman"/>
          <w:sz w:val="28"/>
          <w:szCs w:val="28"/>
          <w:lang w:val="uk-UA"/>
        </w:rPr>
        <w:t xml:space="preserve"> райдержадміністрації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Сташенка Г.Ф. </w:t>
      </w:r>
      <w:r w:rsidRPr="00C844B8">
        <w:rPr>
          <w:rFonts w:ascii="Times New Roman" w:hAnsi="Times New Roman"/>
          <w:sz w:val="28"/>
          <w:szCs w:val="28"/>
          <w:lang w:val="uk-UA"/>
        </w:rPr>
        <w:t xml:space="preserve">про хід виконання та зняття з контролю рішення </w:t>
      </w:r>
      <w:r w:rsidRPr="002A3FA9">
        <w:rPr>
          <w:rFonts w:ascii="Times New Roman" w:hAnsi="Times New Roman"/>
          <w:sz w:val="28"/>
          <w:szCs w:val="28"/>
          <w:lang w:val="uk-UA"/>
        </w:rPr>
        <w:t xml:space="preserve">4-ої сесії районної ради </w:t>
      </w:r>
      <w:r w:rsidRPr="002A3FA9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2A3FA9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25.03.2011 року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2A3FA9">
        <w:rPr>
          <w:rFonts w:ascii="Times New Roman" w:hAnsi="Times New Roman"/>
          <w:bCs/>
          <w:sz w:val="28"/>
          <w:szCs w:val="28"/>
          <w:lang w:val="uk-UA"/>
        </w:rPr>
        <w:t>«</w:t>
      </w:r>
      <w:r w:rsidRPr="002A3FA9">
        <w:rPr>
          <w:rFonts w:ascii="Times New Roman" w:hAnsi="Times New Roman"/>
          <w:lang w:val="uk-UA"/>
        </w:rPr>
        <w:t xml:space="preserve"> </w:t>
      </w:r>
      <w:r w:rsidRPr="002A3FA9">
        <w:rPr>
          <w:rFonts w:ascii="Times New Roman" w:hAnsi="Times New Roman"/>
          <w:sz w:val="28"/>
          <w:szCs w:val="28"/>
          <w:lang w:val="uk-UA"/>
        </w:rPr>
        <w:t>Про районну  соціальну Програму розвитку позашкільної освіти на період до 2014 року»</w:t>
      </w:r>
      <w:r w:rsidRPr="002A3FA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2A3FA9">
        <w:rPr>
          <w:rFonts w:ascii="Times New Roman" w:hAnsi="Times New Roman"/>
          <w:sz w:val="28"/>
          <w:szCs w:val="28"/>
          <w:lang w:val="uk-UA"/>
        </w:rPr>
        <w:t xml:space="preserve">прийняти до відома (додається). </w:t>
      </w:r>
    </w:p>
    <w:p w:rsidR="006531A5" w:rsidRDefault="006531A5" w:rsidP="002A3FA9">
      <w:pPr>
        <w:pStyle w:val="ListParagraph"/>
        <w:numPr>
          <w:ilvl w:val="0"/>
          <w:numId w:val="1"/>
        </w:num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 w:rsidRPr="002A3FA9">
        <w:rPr>
          <w:rFonts w:ascii="Times New Roman" w:hAnsi="Times New Roman"/>
          <w:sz w:val="28"/>
          <w:szCs w:val="28"/>
          <w:lang w:val="uk-UA"/>
        </w:rPr>
        <w:t xml:space="preserve">Зняти з контролю  рішення 4-ої сесії районної ради </w:t>
      </w:r>
      <w:r w:rsidRPr="002A3FA9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2A3FA9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25.03.2011 року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2A3FA9">
        <w:rPr>
          <w:rFonts w:ascii="Times New Roman" w:hAnsi="Times New Roman"/>
          <w:bCs/>
          <w:sz w:val="28"/>
          <w:szCs w:val="28"/>
          <w:lang w:val="uk-UA"/>
        </w:rPr>
        <w:t>«</w:t>
      </w:r>
      <w:r w:rsidRPr="002A3FA9">
        <w:rPr>
          <w:rFonts w:ascii="Times New Roman" w:hAnsi="Times New Roman"/>
          <w:sz w:val="28"/>
          <w:szCs w:val="28"/>
          <w:lang w:val="uk-UA"/>
        </w:rPr>
        <w:t>Про районну  соціальну Програму розвитку позашкільної освіти на період до 2014 року»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531A5" w:rsidRPr="002A3FA9" w:rsidRDefault="006531A5" w:rsidP="002A3FA9">
      <w:pPr>
        <w:pStyle w:val="ListParagraph"/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31A5" w:rsidRPr="00AE5EA0" w:rsidRDefault="006531A5" w:rsidP="002A3FA9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ради                                                                              В.Р.Троценко</w:t>
      </w:r>
    </w:p>
    <w:p w:rsidR="006531A5" w:rsidRDefault="006531A5" w:rsidP="002A3FA9"/>
    <w:p w:rsidR="006531A5" w:rsidRDefault="006531A5" w:rsidP="002A3FA9"/>
    <w:p w:rsidR="006531A5" w:rsidRDefault="006531A5" w:rsidP="002A3FA9"/>
    <w:p w:rsidR="006531A5" w:rsidRDefault="006531A5" w:rsidP="002A3FA9"/>
    <w:p w:rsidR="006531A5" w:rsidRDefault="006531A5" w:rsidP="002A3FA9"/>
    <w:p w:rsidR="006531A5" w:rsidRDefault="006531A5" w:rsidP="002A3FA9"/>
    <w:p w:rsidR="006531A5" w:rsidRPr="007C362C" w:rsidRDefault="006531A5">
      <w:pPr>
        <w:rPr>
          <w:lang w:val="uk-UA"/>
        </w:rPr>
      </w:pPr>
    </w:p>
    <w:sectPr w:rsidR="006531A5" w:rsidRPr="007C362C" w:rsidSect="00906D2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72E2"/>
    <w:multiLevelType w:val="hybridMultilevel"/>
    <w:tmpl w:val="B8B46E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3FA9"/>
    <w:rsid w:val="000E7AD6"/>
    <w:rsid w:val="002A3FA9"/>
    <w:rsid w:val="002C610B"/>
    <w:rsid w:val="004E5C61"/>
    <w:rsid w:val="005B05F7"/>
    <w:rsid w:val="006531A5"/>
    <w:rsid w:val="006B119A"/>
    <w:rsid w:val="007C362C"/>
    <w:rsid w:val="00891552"/>
    <w:rsid w:val="00906D2F"/>
    <w:rsid w:val="009916D3"/>
    <w:rsid w:val="00A23107"/>
    <w:rsid w:val="00AE5EA0"/>
    <w:rsid w:val="00B15299"/>
    <w:rsid w:val="00B312C7"/>
    <w:rsid w:val="00B61801"/>
    <w:rsid w:val="00C844B8"/>
    <w:rsid w:val="00F358CA"/>
    <w:rsid w:val="00F406C2"/>
    <w:rsid w:val="00FE4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FA9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A3FA9"/>
    <w:rPr>
      <w:lang w:val="ru-RU" w:eastAsia="en-US"/>
    </w:rPr>
  </w:style>
  <w:style w:type="paragraph" w:styleId="ListParagraph">
    <w:name w:val="List Paragraph"/>
    <w:basedOn w:val="Normal"/>
    <w:uiPriority w:val="99"/>
    <w:qFormat/>
    <w:rsid w:val="002A3F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A3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3FA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973</Words>
  <Characters>556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5</cp:revision>
  <cp:lastPrinted>2014-12-19T09:42:00Z</cp:lastPrinted>
  <dcterms:created xsi:type="dcterms:W3CDTF">2014-12-16T08:45:00Z</dcterms:created>
  <dcterms:modified xsi:type="dcterms:W3CDTF">2014-12-22T08:57:00Z</dcterms:modified>
</cp:coreProperties>
</file>