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23A" w:rsidRPr="000E7AD6" w:rsidRDefault="00E7723A" w:rsidP="00B15299">
      <w:pPr>
        <w:pStyle w:val="NoSpacing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</w:t>
      </w:r>
      <w:r w:rsidRPr="00F97DE4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62.4pt;visibility:visible">
            <v:imagedata r:id="rId5" o:title=""/>
          </v:shape>
        </w:pict>
      </w:r>
      <w:r>
        <w:rPr>
          <w:rFonts w:ascii="Times New Roman" w:hAnsi="Times New Roman"/>
          <w:b/>
          <w:lang w:val="uk-UA"/>
        </w:rPr>
        <w:t xml:space="preserve">                                  </w:t>
      </w:r>
    </w:p>
    <w:p w:rsidR="00E7723A" w:rsidRPr="00FD0211" w:rsidRDefault="00E7723A" w:rsidP="00B15299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</w:t>
      </w:r>
      <w:r>
        <w:rPr>
          <w:rFonts w:ascii="Times New Roman" w:hAnsi="Times New Roman"/>
          <w:b/>
          <w:sz w:val="32"/>
          <w:szCs w:val="32"/>
        </w:rPr>
        <w:t>Україна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ПРОЕКТ</w:t>
      </w:r>
    </w:p>
    <w:p w:rsidR="00E7723A" w:rsidRPr="002C610B" w:rsidRDefault="00E7723A" w:rsidP="00B15299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10B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E7723A" w:rsidRPr="002C610B" w:rsidRDefault="00E7723A" w:rsidP="00B15299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C610B">
        <w:rPr>
          <w:rFonts w:ascii="Times New Roman" w:hAnsi="Times New Roman"/>
          <w:b/>
          <w:sz w:val="28"/>
          <w:szCs w:val="28"/>
        </w:rPr>
        <w:t>Р І Ш Е Н Н Я</w:t>
      </w:r>
    </w:p>
    <w:p w:rsidR="00E7723A" w:rsidRPr="002C610B" w:rsidRDefault="00E7723A" w:rsidP="00B1529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восьма 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2C610B">
        <w:rPr>
          <w:rFonts w:ascii="Times New Roman" w:hAnsi="Times New Roman"/>
          <w:sz w:val="28"/>
          <w:szCs w:val="28"/>
          <w:lang w:val="en-US"/>
        </w:rPr>
        <w:t>V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І скликання     </w:t>
      </w:r>
    </w:p>
    <w:p w:rsidR="00E7723A" w:rsidRPr="002C610B" w:rsidRDefault="00E7723A" w:rsidP="00B1529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26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2014</w:t>
      </w:r>
      <w:r w:rsidRPr="002C610B">
        <w:rPr>
          <w:rFonts w:ascii="Times New Roman" w:hAnsi="Times New Roman"/>
          <w:sz w:val="28"/>
          <w:szCs w:val="28"/>
          <w:lang w:val="uk-UA"/>
        </w:rPr>
        <w:t xml:space="preserve">   року</w:t>
      </w:r>
    </w:p>
    <w:p w:rsidR="00E7723A" w:rsidRPr="006B119A" w:rsidRDefault="00E7723A" w:rsidP="00B15299">
      <w:pPr>
        <w:spacing w:line="240" w:lineRule="auto"/>
        <w:rPr>
          <w:rFonts w:ascii="Times New Roman" w:hAnsi="Times New Roman"/>
          <w:sz w:val="28"/>
          <w:lang w:val="uk-UA"/>
        </w:rPr>
      </w:pPr>
    </w:p>
    <w:p w:rsidR="00E7723A" w:rsidRPr="000E7AD6" w:rsidRDefault="00E7723A" w:rsidP="00B1529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0E7AD6">
        <w:rPr>
          <w:rFonts w:ascii="Times New Roman" w:hAnsi="Times New Roman"/>
          <w:sz w:val="28"/>
          <w:szCs w:val="28"/>
          <w:lang w:val="uk-UA"/>
        </w:rPr>
        <w:t xml:space="preserve">Про хід виконання та зняття з контролю рішення </w:t>
      </w:r>
    </w:p>
    <w:p w:rsidR="00E7723A" w:rsidRDefault="00E7723A" w:rsidP="00B15299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0E7AD6">
        <w:rPr>
          <w:rFonts w:ascii="Times New Roman" w:hAnsi="Times New Roman"/>
          <w:sz w:val="28"/>
          <w:szCs w:val="28"/>
          <w:lang w:val="uk-UA"/>
        </w:rPr>
        <w:t xml:space="preserve">3-ої сесії районної ради </w:t>
      </w:r>
      <w:r w:rsidRPr="000E7AD6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0E7AD6">
        <w:rPr>
          <w:rFonts w:ascii="Times New Roman" w:hAnsi="Times New Roman"/>
          <w:bCs/>
          <w:sz w:val="28"/>
          <w:szCs w:val="28"/>
          <w:lang w:val="uk-UA"/>
        </w:rPr>
        <w:t xml:space="preserve"> скликання від 30.12.2010 року  </w:t>
      </w:r>
    </w:p>
    <w:p w:rsidR="00E7723A" w:rsidRDefault="00E7723A" w:rsidP="00B15299">
      <w:pPr>
        <w:pStyle w:val="NoSpacing"/>
        <w:rPr>
          <w:rFonts w:ascii="Times New Roman" w:hAnsi="Times New Roman"/>
          <w:sz w:val="28"/>
          <w:lang w:val="uk-UA"/>
        </w:rPr>
      </w:pPr>
      <w:r w:rsidRPr="00B15299">
        <w:rPr>
          <w:rFonts w:ascii="Times New Roman" w:hAnsi="Times New Roman"/>
          <w:bCs/>
          <w:lang w:val="uk-UA"/>
        </w:rPr>
        <w:t xml:space="preserve"> </w:t>
      </w:r>
      <w:r w:rsidRPr="00B15299">
        <w:rPr>
          <w:rFonts w:ascii="Times New Roman" w:hAnsi="Times New Roman"/>
          <w:sz w:val="28"/>
          <w:lang w:val="uk-UA"/>
        </w:rPr>
        <w:t>«Про  районну Програму підтримки діяльності</w:t>
      </w:r>
    </w:p>
    <w:p w:rsidR="00E7723A" w:rsidRPr="00B15299" w:rsidRDefault="00E7723A" w:rsidP="00B15299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B15299">
        <w:rPr>
          <w:rFonts w:ascii="Times New Roman" w:hAnsi="Times New Roman"/>
          <w:sz w:val="28"/>
          <w:lang w:val="uk-UA"/>
        </w:rPr>
        <w:t xml:space="preserve"> районної організації ветеранів на 2011-2014 роки»</w:t>
      </w:r>
    </w:p>
    <w:p w:rsidR="00E7723A" w:rsidRPr="00B15299" w:rsidRDefault="00E7723A" w:rsidP="00B15299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E7723A" w:rsidRPr="00906D2F" w:rsidRDefault="00E7723A" w:rsidP="00B15299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A23107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ст.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Закону України „Про місцеве самоврядування в Україні”, 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Регламенту роботи районної ради </w:t>
      </w:r>
      <w:r w:rsidRPr="00891552">
        <w:rPr>
          <w:rFonts w:ascii="Times New Roman" w:hAnsi="Times New Roman"/>
          <w:sz w:val="28"/>
          <w:szCs w:val="28"/>
          <w:lang w:val="en-US"/>
        </w:rPr>
        <w:t>VI</w:t>
      </w:r>
      <w:r w:rsidRPr="0089155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91552">
        <w:rPr>
          <w:szCs w:val="28"/>
          <w:lang w:val="uk-UA"/>
        </w:rPr>
        <w:t xml:space="preserve"> </w:t>
      </w:r>
      <w:r w:rsidRPr="00891552">
        <w:rPr>
          <w:rFonts w:ascii="Times New Roman" w:hAnsi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szCs w:val="28"/>
          <w:lang w:val="uk-UA"/>
        </w:rPr>
        <w:t xml:space="preserve">голови </w:t>
      </w:r>
      <w:r w:rsidRPr="00B15299">
        <w:rPr>
          <w:rFonts w:ascii="Times New Roman" w:hAnsi="Times New Roman"/>
          <w:sz w:val="28"/>
          <w:lang w:val="uk-UA"/>
        </w:rPr>
        <w:t>районної організації ветеранів Долженка І.І.</w:t>
      </w:r>
      <w:r>
        <w:rPr>
          <w:rFonts w:ascii="Times New Roman" w:hAnsi="Times New Roman"/>
          <w:sz w:val="28"/>
          <w:szCs w:val="28"/>
          <w:lang w:val="uk-UA"/>
        </w:rPr>
        <w:t xml:space="preserve"> та враховуючи </w:t>
      </w:r>
      <w:r w:rsidRPr="00A23107">
        <w:rPr>
          <w:rFonts w:ascii="Times New Roman" w:hAnsi="Times New Roman"/>
          <w:sz w:val="28"/>
          <w:szCs w:val="28"/>
          <w:lang w:val="uk-UA"/>
        </w:rPr>
        <w:t xml:space="preserve">рекомендації постійної комісії  районної ради з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3107">
        <w:rPr>
          <w:rFonts w:ascii="Times New Roman" w:hAnsi="Times New Roman"/>
          <w:sz w:val="28"/>
          <w:szCs w:val="28"/>
          <w:lang w:val="uk-UA"/>
        </w:rPr>
        <w:t>бюджету, комунальної власності та соціально</w:t>
      </w:r>
      <w:r w:rsidRPr="00CA2417">
        <w:rPr>
          <w:rFonts w:ascii="Times New Roman" w:hAnsi="Times New Roman"/>
          <w:sz w:val="28"/>
          <w:szCs w:val="28"/>
          <w:lang w:val="uk-UA"/>
        </w:rPr>
        <w:t>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5B05F7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E7723A" w:rsidRPr="00906D2F" w:rsidRDefault="00E7723A" w:rsidP="00B15299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7723A" w:rsidRPr="00AE5EA0" w:rsidRDefault="00E7723A" w:rsidP="00B15299">
      <w:pPr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AE5EA0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E7723A" w:rsidRPr="00B15299" w:rsidRDefault="00E7723A" w:rsidP="00B15299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Інформацію </w:t>
      </w:r>
      <w:r w:rsidRPr="00B15299">
        <w:rPr>
          <w:rFonts w:ascii="Times New Roman" w:hAnsi="Times New Roman"/>
          <w:sz w:val="28"/>
          <w:szCs w:val="28"/>
          <w:lang w:val="uk-UA"/>
        </w:rPr>
        <w:t xml:space="preserve">голови </w:t>
      </w:r>
      <w:r w:rsidRPr="00B15299">
        <w:rPr>
          <w:rFonts w:ascii="Times New Roman" w:hAnsi="Times New Roman"/>
          <w:sz w:val="28"/>
          <w:lang w:val="uk-UA"/>
        </w:rPr>
        <w:t>районної організації ветеранів Долженка І.І.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szCs w:val="28"/>
          <w:lang w:val="uk-UA"/>
        </w:rPr>
        <w:t xml:space="preserve"> про хід виконання та зняття з контролю рішення  3-ої сесії районної ради </w:t>
      </w:r>
      <w:r w:rsidRPr="00B1529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B15299">
        <w:rPr>
          <w:rFonts w:ascii="Times New Roman" w:hAnsi="Times New Roman"/>
          <w:bCs/>
          <w:sz w:val="28"/>
          <w:szCs w:val="28"/>
          <w:lang w:val="uk-UA"/>
        </w:rPr>
        <w:t xml:space="preserve"> скликання  від 30.12.2010 року  </w:t>
      </w:r>
      <w:r w:rsidRPr="00B15299">
        <w:rPr>
          <w:rFonts w:ascii="Times New Roman" w:hAnsi="Times New Roman"/>
          <w:sz w:val="28"/>
          <w:lang w:val="uk-UA"/>
        </w:rPr>
        <w:t>«Про  районну Програму підтримки діяльності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lang w:val="uk-UA"/>
        </w:rPr>
        <w:t>районної організації ветеранів на 2011-2014 роки»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szCs w:val="28"/>
          <w:lang w:val="uk-UA"/>
        </w:rPr>
        <w:t xml:space="preserve">прийняти до відома (додається). </w:t>
      </w:r>
    </w:p>
    <w:p w:rsidR="00E7723A" w:rsidRPr="00B15299" w:rsidRDefault="00E7723A" w:rsidP="00B15299">
      <w:pPr>
        <w:pStyle w:val="ListParagraph"/>
        <w:numPr>
          <w:ilvl w:val="0"/>
          <w:numId w:val="1"/>
        </w:num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5B05F7">
        <w:rPr>
          <w:rFonts w:ascii="Times New Roman" w:hAnsi="Times New Roman"/>
          <w:sz w:val="28"/>
          <w:szCs w:val="28"/>
          <w:lang w:val="uk-UA"/>
        </w:rPr>
        <w:t xml:space="preserve">Зняти з контролю  рішення 3-ої сесії районної ради </w:t>
      </w:r>
      <w:r w:rsidRPr="005B05F7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5B05F7">
        <w:rPr>
          <w:rFonts w:ascii="Times New Roman" w:hAnsi="Times New Roman"/>
          <w:bCs/>
          <w:sz w:val="28"/>
          <w:szCs w:val="28"/>
          <w:lang w:val="uk-UA"/>
        </w:rPr>
        <w:t xml:space="preserve"> скликання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B05F7">
        <w:rPr>
          <w:rFonts w:ascii="Times New Roman" w:hAnsi="Times New Roman"/>
          <w:bCs/>
          <w:sz w:val="28"/>
          <w:szCs w:val="28"/>
          <w:lang w:val="uk-UA"/>
        </w:rPr>
        <w:t xml:space="preserve">від 30.12.2010 року  </w:t>
      </w:r>
      <w:r w:rsidRPr="00B15299">
        <w:rPr>
          <w:rFonts w:ascii="Times New Roman" w:hAnsi="Times New Roman"/>
          <w:sz w:val="28"/>
          <w:lang w:val="uk-UA"/>
        </w:rPr>
        <w:t>«Про  районну Програму підтримки діяльності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B15299">
        <w:rPr>
          <w:rFonts w:ascii="Times New Roman" w:hAnsi="Times New Roman"/>
          <w:sz w:val="28"/>
          <w:lang w:val="uk-UA"/>
        </w:rPr>
        <w:t>районної організації ветеранів на 2011-2014 роки»</w:t>
      </w:r>
      <w:r>
        <w:rPr>
          <w:rFonts w:ascii="Times New Roman" w:hAnsi="Times New Roman"/>
          <w:sz w:val="28"/>
          <w:lang w:val="uk-UA"/>
        </w:rPr>
        <w:t>.</w:t>
      </w:r>
    </w:p>
    <w:p w:rsidR="00E7723A" w:rsidRPr="00B15299" w:rsidRDefault="00E7723A" w:rsidP="00B15299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723A" w:rsidRPr="00AE5EA0" w:rsidRDefault="00E7723A" w:rsidP="00B15299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ради                                                                              В.Р.Троценко</w:t>
      </w:r>
    </w:p>
    <w:p w:rsidR="00E7723A" w:rsidRDefault="00E7723A" w:rsidP="00B15299"/>
    <w:p w:rsidR="00E7723A" w:rsidRDefault="00E7723A" w:rsidP="00B15299"/>
    <w:p w:rsidR="00E7723A" w:rsidRDefault="00E7723A" w:rsidP="00B15299"/>
    <w:p w:rsidR="00E7723A" w:rsidRDefault="00E7723A" w:rsidP="00B15299"/>
    <w:p w:rsidR="00E7723A" w:rsidRDefault="00E7723A"/>
    <w:sectPr w:rsidR="00E7723A" w:rsidSect="00906D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72E2"/>
    <w:multiLevelType w:val="hybridMultilevel"/>
    <w:tmpl w:val="B8B46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5299"/>
    <w:rsid w:val="000E7AD6"/>
    <w:rsid w:val="001A2BF5"/>
    <w:rsid w:val="002C610B"/>
    <w:rsid w:val="00495DAE"/>
    <w:rsid w:val="005B05F7"/>
    <w:rsid w:val="006B119A"/>
    <w:rsid w:val="00891552"/>
    <w:rsid w:val="00906D2F"/>
    <w:rsid w:val="009B6079"/>
    <w:rsid w:val="00A23107"/>
    <w:rsid w:val="00AE5EA0"/>
    <w:rsid w:val="00B15299"/>
    <w:rsid w:val="00CA2417"/>
    <w:rsid w:val="00E319AA"/>
    <w:rsid w:val="00E7723A"/>
    <w:rsid w:val="00EA3671"/>
    <w:rsid w:val="00F97DE4"/>
    <w:rsid w:val="00FD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29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15299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B152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15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52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977</Words>
  <Characters>557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cp:lastPrinted>2014-12-12T14:04:00Z</cp:lastPrinted>
  <dcterms:created xsi:type="dcterms:W3CDTF">2014-12-12T13:58:00Z</dcterms:created>
  <dcterms:modified xsi:type="dcterms:W3CDTF">2014-12-22T08:57:00Z</dcterms:modified>
</cp:coreProperties>
</file>