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89" w:rsidRPr="00F04BAA" w:rsidRDefault="00CA0A89" w:rsidP="00C255F3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       </w:t>
      </w:r>
      <w:r w:rsidRPr="005E3DE2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0pt;visibility:visible">
            <v:imagedata r:id="rId5" o:title=""/>
          </v:shape>
        </w:pict>
      </w:r>
      <w:r w:rsidRPr="0066079C">
        <w:rPr>
          <w:b/>
        </w:rPr>
        <w:t xml:space="preserve">                                    </w:t>
      </w:r>
    </w:p>
    <w:p w:rsidR="00CA0A89" w:rsidRPr="000D6B4C" w:rsidRDefault="00CA0A89" w:rsidP="003B39F6">
      <w:pPr>
        <w:pStyle w:val="Caption"/>
        <w:spacing w:line="276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415B9A">
        <w:rPr>
          <w:sz w:val="28"/>
          <w:szCs w:val="28"/>
        </w:rPr>
        <w:t>Україна</w:t>
      </w:r>
      <w:r w:rsidRPr="000D6B4C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</w:t>
      </w:r>
    </w:p>
    <w:p w:rsidR="00CA0A89" w:rsidRPr="007C4701" w:rsidRDefault="00CA0A89" w:rsidP="00C255F3">
      <w:pPr>
        <w:pStyle w:val="Heading3"/>
        <w:jc w:val="center"/>
        <w:rPr>
          <w:b/>
          <w:szCs w:val="28"/>
        </w:rPr>
      </w:pPr>
      <w:r w:rsidRPr="007C4701">
        <w:rPr>
          <w:b/>
          <w:szCs w:val="28"/>
        </w:rPr>
        <w:t>ЧЕРНЯХІВСЬКА РАЙОННА РАДА</w:t>
      </w:r>
    </w:p>
    <w:p w:rsidR="00CA0A89" w:rsidRDefault="00CA0A89" w:rsidP="00C255F3">
      <w:pPr>
        <w:pStyle w:val="Heading1"/>
        <w:spacing w:line="276" w:lineRule="auto"/>
        <w:jc w:val="center"/>
        <w:rPr>
          <w:b/>
          <w:sz w:val="32"/>
          <w:szCs w:val="32"/>
          <w:lang w:val="uk-UA"/>
        </w:rPr>
      </w:pPr>
      <w:r w:rsidRPr="007C4701">
        <w:rPr>
          <w:b/>
          <w:sz w:val="32"/>
          <w:szCs w:val="32"/>
        </w:rPr>
        <w:t>Р І Ш Е Н Н Я</w:t>
      </w:r>
    </w:p>
    <w:p w:rsidR="00CA0A89" w:rsidRPr="007C4701" w:rsidRDefault="00CA0A89" w:rsidP="00C255F3">
      <w:pPr>
        <w:rPr>
          <w:lang w:val="uk-UA"/>
        </w:rPr>
      </w:pPr>
    </w:p>
    <w:p w:rsidR="00CA0A89" w:rsidRPr="00AB30E0" w:rsidRDefault="00CA0A89" w:rsidP="00C255F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Двадцять восьма  </w:t>
      </w:r>
      <w:r w:rsidRPr="00AB30E0">
        <w:rPr>
          <w:sz w:val="28"/>
          <w:szCs w:val="28"/>
        </w:rPr>
        <w:t xml:space="preserve">  сесія                                      </w:t>
      </w:r>
      <w:r>
        <w:rPr>
          <w:sz w:val="28"/>
          <w:szCs w:val="28"/>
        </w:rPr>
        <w:t xml:space="preserve">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CA0A89" w:rsidRDefault="00CA0A89" w:rsidP="00C255F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26 грудня  2014</w:t>
      </w:r>
      <w:r w:rsidRPr="00AB30E0">
        <w:rPr>
          <w:sz w:val="28"/>
          <w:szCs w:val="28"/>
        </w:rPr>
        <w:t xml:space="preserve"> року</w:t>
      </w:r>
    </w:p>
    <w:p w:rsidR="00CA0A89" w:rsidRPr="005E3186" w:rsidRDefault="00CA0A89" w:rsidP="00C255F3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CA0A89" w:rsidRPr="00507183" w:rsidRDefault="00CA0A89" w:rsidP="00C255F3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Клевана В.П.</w:t>
      </w:r>
    </w:p>
    <w:p w:rsidR="00CA0A89" w:rsidRDefault="00CA0A89" w:rsidP="00C255F3">
      <w:pPr>
        <w:ind w:left="-240" w:firstLine="60"/>
        <w:rPr>
          <w:sz w:val="28"/>
          <w:szCs w:val="28"/>
          <w:lang w:val="uk-UA"/>
        </w:rPr>
      </w:pPr>
    </w:p>
    <w:p w:rsidR="00CA0A89" w:rsidRDefault="00CA0A89" w:rsidP="00C255F3">
      <w:pPr>
        <w:ind w:left="-240" w:firstLine="60"/>
        <w:rPr>
          <w:sz w:val="28"/>
          <w:szCs w:val="28"/>
          <w:lang w:val="uk-UA"/>
        </w:rPr>
      </w:pPr>
    </w:p>
    <w:p w:rsidR="00CA0A89" w:rsidRDefault="00CA0A89" w:rsidP="00C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 </w:t>
      </w:r>
    </w:p>
    <w:p w:rsidR="00CA0A89" w:rsidRPr="00D27E8D" w:rsidRDefault="00CA0A89" w:rsidP="00C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Гибала О.Л.,   розглянувши відповідь  районної державної адміністрації  за                №</w:t>
      </w:r>
      <w:r w:rsidRPr="00B34E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2454/2 від 17.12.2014 </w:t>
      </w:r>
      <w:r w:rsidRPr="00706A8F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щодо розгляду запиту депутата Клевана В.П., враховуючи рекомендації постійної комісії районної ради з</w:t>
      </w:r>
      <w:r w:rsidRPr="008319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питань </w:t>
      </w:r>
      <w:r w:rsidRPr="00D27E8D">
        <w:rPr>
          <w:bCs/>
          <w:sz w:val="28"/>
          <w:lang w:val="uk-UA"/>
        </w:rPr>
        <w:t>бюджету , комунальної власності  та соціально-економічного розвитку району</w:t>
      </w:r>
      <w:r w:rsidRPr="00231A4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районна рада  </w:t>
      </w:r>
    </w:p>
    <w:p w:rsidR="00CA0A89" w:rsidRDefault="00CA0A89" w:rsidP="00C255F3">
      <w:pPr>
        <w:jc w:val="both"/>
        <w:rPr>
          <w:sz w:val="28"/>
          <w:szCs w:val="28"/>
          <w:lang w:val="uk-UA"/>
        </w:rPr>
      </w:pPr>
    </w:p>
    <w:p w:rsidR="00CA0A89" w:rsidRDefault="00CA0A89" w:rsidP="00C255F3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CA0A89" w:rsidRPr="003F1CC3" w:rsidRDefault="00CA0A89" w:rsidP="00C255F3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CA0A89" w:rsidRDefault="00CA0A89" w:rsidP="00C255F3">
      <w:pPr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заступника голови районної ради Гибала О.Л. щодо розгляду запиту депутата Клевана В.П.  прийняти до відома.</w:t>
      </w:r>
    </w:p>
    <w:p w:rsidR="00CA0A89" w:rsidRPr="000F4439" w:rsidRDefault="00CA0A89" w:rsidP="00C255F3">
      <w:pPr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депутатський запит депутата Клевана В.П.</w:t>
      </w:r>
    </w:p>
    <w:p w:rsidR="00CA0A89" w:rsidRDefault="00CA0A89" w:rsidP="00C255F3">
      <w:pPr>
        <w:pStyle w:val="ListParagraph"/>
        <w:rPr>
          <w:sz w:val="28"/>
          <w:szCs w:val="28"/>
          <w:lang w:val="uk-UA"/>
        </w:rPr>
      </w:pPr>
    </w:p>
    <w:p w:rsidR="00CA0A89" w:rsidRDefault="00CA0A89" w:rsidP="00C255F3">
      <w:pPr>
        <w:pStyle w:val="BodyText"/>
        <w:ind w:right="-6"/>
      </w:pPr>
    </w:p>
    <w:p w:rsidR="00CA0A89" w:rsidRDefault="00CA0A89" w:rsidP="0049565C">
      <w:pPr>
        <w:pStyle w:val="BodyText"/>
        <w:ind w:right="-6"/>
      </w:pPr>
    </w:p>
    <w:p w:rsidR="00CA0A89" w:rsidRPr="00227512" w:rsidRDefault="00CA0A89" w:rsidP="00C255F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           В.Р.Троценко </w:t>
      </w:r>
    </w:p>
    <w:p w:rsidR="00CA0A89" w:rsidRPr="00F07505" w:rsidRDefault="00CA0A89" w:rsidP="00C255F3">
      <w:pPr>
        <w:rPr>
          <w:lang w:val="uk-UA"/>
        </w:rPr>
      </w:pPr>
    </w:p>
    <w:p w:rsidR="00CA0A89" w:rsidRPr="00CE0A64" w:rsidRDefault="00CA0A89" w:rsidP="00C255F3">
      <w:pPr>
        <w:rPr>
          <w:lang w:val="uk-UA"/>
        </w:rPr>
      </w:pPr>
    </w:p>
    <w:p w:rsidR="00CA0A89" w:rsidRDefault="00CA0A89" w:rsidP="00C255F3">
      <w:pPr>
        <w:jc w:val="both"/>
        <w:rPr>
          <w:sz w:val="28"/>
          <w:szCs w:val="28"/>
          <w:lang w:val="uk-UA"/>
        </w:rPr>
      </w:pPr>
    </w:p>
    <w:p w:rsidR="00CA0A89" w:rsidRPr="00C866C7" w:rsidRDefault="00CA0A89" w:rsidP="00C255F3">
      <w:pPr>
        <w:jc w:val="both"/>
        <w:rPr>
          <w:sz w:val="28"/>
          <w:szCs w:val="28"/>
          <w:lang w:val="uk-UA"/>
        </w:rPr>
      </w:pPr>
    </w:p>
    <w:p w:rsidR="00CA0A89" w:rsidRDefault="00CA0A89" w:rsidP="00C255F3"/>
    <w:p w:rsidR="00CA0A89" w:rsidRDefault="00CA0A89" w:rsidP="00C255F3"/>
    <w:p w:rsidR="00CA0A89" w:rsidRDefault="00CA0A89"/>
    <w:sectPr w:rsidR="00CA0A89" w:rsidSect="00386260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5F3"/>
    <w:rsid w:val="000D6B4C"/>
    <w:rsid w:val="000F4439"/>
    <w:rsid w:val="00227512"/>
    <w:rsid w:val="00231A41"/>
    <w:rsid w:val="00386260"/>
    <w:rsid w:val="003B39F6"/>
    <w:rsid w:val="003F1CC3"/>
    <w:rsid w:val="00415B9A"/>
    <w:rsid w:val="0049565C"/>
    <w:rsid w:val="004A0A64"/>
    <w:rsid w:val="00507183"/>
    <w:rsid w:val="005E3186"/>
    <w:rsid w:val="005E3DE2"/>
    <w:rsid w:val="005E6D20"/>
    <w:rsid w:val="00630215"/>
    <w:rsid w:val="0066079C"/>
    <w:rsid w:val="00706A8F"/>
    <w:rsid w:val="007C4701"/>
    <w:rsid w:val="007D39C3"/>
    <w:rsid w:val="008319B7"/>
    <w:rsid w:val="00AB30E0"/>
    <w:rsid w:val="00B34E3C"/>
    <w:rsid w:val="00BC0B80"/>
    <w:rsid w:val="00C255F3"/>
    <w:rsid w:val="00C866C7"/>
    <w:rsid w:val="00CA0A89"/>
    <w:rsid w:val="00CE0A64"/>
    <w:rsid w:val="00CF685F"/>
    <w:rsid w:val="00D27E8D"/>
    <w:rsid w:val="00D54C8B"/>
    <w:rsid w:val="00F04BAA"/>
    <w:rsid w:val="00F07505"/>
    <w:rsid w:val="00F34861"/>
    <w:rsid w:val="00F4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5F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55F3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55F3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55F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255F3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C255F3"/>
    <w:pPr>
      <w:jc w:val="center"/>
    </w:pPr>
    <w:rPr>
      <w:b/>
      <w:bCs/>
      <w:sz w:val="36"/>
      <w:lang w:val="uk-UA"/>
    </w:rPr>
  </w:style>
  <w:style w:type="paragraph" w:styleId="BodyText">
    <w:name w:val="Body Text"/>
    <w:basedOn w:val="Normal"/>
    <w:link w:val="BodyTextChar"/>
    <w:uiPriority w:val="99"/>
    <w:rsid w:val="00C255F3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55F3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C255F3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C255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25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55F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828</Words>
  <Characters>472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2014-12-25T09:50:00Z</cp:lastPrinted>
  <dcterms:created xsi:type="dcterms:W3CDTF">2014-12-18T07:37:00Z</dcterms:created>
  <dcterms:modified xsi:type="dcterms:W3CDTF">2015-01-05T07:59:00Z</dcterms:modified>
</cp:coreProperties>
</file>