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4B" w:rsidRPr="00801E50" w:rsidRDefault="00E0584B" w:rsidP="00801E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584B" w:rsidRDefault="00E0584B" w:rsidP="00801E50">
      <w:pPr>
        <w:jc w:val="center"/>
      </w:pPr>
      <w:r>
        <w:rPr>
          <w:noProof/>
          <w:lang w:val="uk-UA" w:eastAsia="uk-UA"/>
        </w:rPr>
      </w:r>
      <w: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</w:p>
    <w:p w:rsidR="00E0584B" w:rsidRPr="00487F29" w:rsidRDefault="00E0584B" w:rsidP="00A76063">
      <w:pPr>
        <w:pStyle w:val="Caption"/>
        <w:spacing w:line="276" w:lineRule="auto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Україна                          </w:t>
      </w:r>
    </w:p>
    <w:p w:rsidR="00E0584B" w:rsidRDefault="00E0584B" w:rsidP="00801E50">
      <w:pPr>
        <w:pStyle w:val="Heading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E0584B" w:rsidRPr="003038BE" w:rsidRDefault="00E0584B" w:rsidP="00801E50">
      <w:pPr>
        <w:pStyle w:val="Heading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Н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</w:t>
      </w:r>
      <w:r>
        <w:rPr>
          <w:bCs w:val="0"/>
          <w:sz w:val="36"/>
          <w:szCs w:val="36"/>
          <w:lang w:val="ru-RU"/>
        </w:rPr>
        <w:t xml:space="preserve">     </w:t>
      </w:r>
    </w:p>
    <w:p w:rsidR="00E0584B" w:rsidRPr="0074470B" w:rsidRDefault="00E0584B" w:rsidP="00801E5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</w:t>
      </w:r>
    </w:p>
    <w:p w:rsidR="00E0584B" w:rsidRPr="00801E50" w:rsidRDefault="00E0584B" w:rsidP="00801E50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801E50">
        <w:rPr>
          <w:rFonts w:ascii="Times New Roman" w:hAnsi="Times New Roman"/>
          <w:sz w:val="28"/>
          <w:szCs w:val="28"/>
        </w:rPr>
        <w:t xml:space="preserve">Двадцять дев’ята позачергова  сесія                                             </w:t>
      </w:r>
      <w:r w:rsidRPr="00801E50">
        <w:rPr>
          <w:rFonts w:ascii="Times New Roman" w:hAnsi="Times New Roman"/>
          <w:sz w:val="28"/>
          <w:szCs w:val="28"/>
          <w:lang w:val="en-US"/>
        </w:rPr>
        <w:t>V</w:t>
      </w:r>
      <w:r w:rsidRPr="00801E50">
        <w:rPr>
          <w:rFonts w:ascii="Times New Roman" w:hAnsi="Times New Roman"/>
          <w:sz w:val="28"/>
          <w:szCs w:val="28"/>
        </w:rPr>
        <w:t xml:space="preserve">І скликання                     </w:t>
      </w:r>
    </w:p>
    <w:p w:rsidR="00E0584B" w:rsidRPr="00801E50" w:rsidRDefault="00E0584B" w:rsidP="00801E50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801E50">
        <w:rPr>
          <w:rFonts w:ascii="Times New Roman" w:hAnsi="Times New Roman"/>
          <w:sz w:val="28"/>
          <w:szCs w:val="28"/>
        </w:rPr>
        <w:t>від 20 січня  2015 року</w:t>
      </w: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відділу освіти </w:t>
      </w: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Черняхівської районної державної </w:t>
      </w: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адміністрації Житомирської області </w:t>
      </w: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використання залишку дизельного </w:t>
      </w: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пального у 2015 року</w:t>
      </w: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584B" w:rsidRDefault="00E0584B" w:rsidP="008B2D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584B" w:rsidRDefault="00E0584B" w:rsidP="00653B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ст.43 Закону України „Про місцеве самоврядування в Україні”,  розглянувши лист районної державної адміністрації за № 42/2 від 14.01.2015 року та враховуючи рекомендацій постійної комісії </w:t>
      </w:r>
      <w:r w:rsidRPr="00FF42BC">
        <w:rPr>
          <w:rFonts w:ascii="Times New Roman" w:hAnsi="Times New Roman"/>
          <w:sz w:val="28"/>
          <w:szCs w:val="28"/>
          <w:lang w:val="uk-UA"/>
        </w:rPr>
        <w:t>районної ради з питань бюджету, комунальної власності та соціального економічного розвитку району</w:t>
      </w:r>
      <w:r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E0584B" w:rsidRDefault="00E0584B" w:rsidP="00653B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84B" w:rsidRDefault="00E0584B" w:rsidP="00653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01E50">
        <w:rPr>
          <w:rFonts w:ascii="Times New Roman" w:hAnsi="Times New Roman"/>
          <w:b/>
          <w:sz w:val="28"/>
          <w:szCs w:val="28"/>
          <w:lang w:val="uk-UA"/>
        </w:rPr>
        <w:tab/>
        <w:t>ВИРІШИЛА:</w:t>
      </w:r>
    </w:p>
    <w:p w:rsidR="00E0584B" w:rsidRPr="00801E50" w:rsidRDefault="00E0584B" w:rsidP="00653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584B" w:rsidRDefault="00E0584B" w:rsidP="00801E50">
      <w:pPr>
        <w:spacing w:after="0" w:line="240" w:lineRule="auto"/>
        <w:ind w:left="709" w:hanging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Pr="008B2D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відділу</w:t>
      </w:r>
      <w:r w:rsidRPr="008B2DAD">
        <w:rPr>
          <w:rFonts w:ascii="Times New Roman" w:hAnsi="Times New Roman"/>
          <w:sz w:val="28"/>
          <w:szCs w:val="28"/>
          <w:lang w:val="uk-UA"/>
        </w:rPr>
        <w:t xml:space="preserve"> освіти Черняхівської рай</w:t>
      </w:r>
      <w:r>
        <w:rPr>
          <w:rFonts w:ascii="Times New Roman" w:hAnsi="Times New Roman"/>
          <w:sz w:val="28"/>
          <w:szCs w:val="28"/>
          <w:lang w:val="uk-UA"/>
        </w:rPr>
        <w:t xml:space="preserve">онної </w:t>
      </w:r>
      <w:r w:rsidRPr="008B2DAD">
        <w:rPr>
          <w:rFonts w:ascii="Times New Roman" w:hAnsi="Times New Roman"/>
          <w:sz w:val="28"/>
          <w:szCs w:val="28"/>
          <w:lang w:val="uk-UA"/>
        </w:rPr>
        <w:t>держ</w:t>
      </w:r>
      <w:r>
        <w:rPr>
          <w:rFonts w:ascii="Times New Roman" w:hAnsi="Times New Roman"/>
          <w:sz w:val="28"/>
          <w:szCs w:val="28"/>
          <w:lang w:val="uk-UA"/>
        </w:rPr>
        <w:t xml:space="preserve">авної </w:t>
      </w:r>
      <w:r w:rsidRPr="008B2DAD">
        <w:rPr>
          <w:rFonts w:ascii="Times New Roman" w:hAnsi="Times New Roman"/>
          <w:sz w:val="28"/>
          <w:szCs w:val="28"/>
          <w:lang w:val="uk-UA"/>
        </w:rPr>
        <w:t xml:space="preserve">адміністрації Житомирської області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8B2DAD">
        <w:rPr>
          <w:rFonts w:ascii="Times New Roman" w:hAnsi="Times New Roman"/>
          <w:sz w:val="28"/>
          <w:szCs w:val="28"/>
          <w:lang w:val="uk-UA"/>
        </w:rPr>
        <w:t>використання залишку дизельного пально</w:t>
      </w:r>
      <w:r>
        <w:rPr>
          <w:rFonts w:ascii="Times New Roman" w:hAnsi="Times New Roman"/>
          <w:sz w:val="28"/>
          <w:szCs w:val="28"/>
          <w:lang w:val="uk-UA"/>
        </w:rPr>
        <w:t>го у кількості 4371 літр,</w:t>
      </w:r>
      <w:r w:rsidRPr="00396FF3">
        <w:rPr>
          <w:lang w:val="uk-UA"/>
        </w:rPr>
        <w:t xml:space="preserve"> </w:t>
      </w:r>
      <w:r w:rsidRPr="00474C26">
        <w:rPr>
          <w:rFonts w:ascii="Times New Roman" w:hAnsi="Times New Roman"/>
          <w:sz w:val="28"/>
          <w:szCs w:val="28"/>
          <w:lang w:val="uk-UA"/>
        </w:rPr>
        <w:t>закупленого за кошти районного бюджету 2014 року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74C26">
        <w:rPr>
          <w:lang w:val="uk-UA"/>
        </w:rPr>
        <w:t xml:space="preserve"> </w:t>
      </w:r>
      <w:r w:rsidRPr="00282266">
        <w:rPr>
          <w:rFonts w:ascii="Times New Roman" w:hAnsi="Times New Roman"/>
          <w:sz w:val="28"/>
          <w:szCs w:val="28"/>
          <w:lang w:val="uk-UA"/>
        </w:rPr>
        <w:t>на здійснення підвезення учнів та вчителів загальноосвітніх навчальних закладів району шкільними автобусами</w:t>
      </w:r>
      <w:r w:rsidRPr="006F4F8D">
        <w:rPr>
          <w:lang w:val="uk-UA"/>
        </w:rPr>
        <w:t xml:space="preserve"> </w:t>
      </w:r>
      <w:r w:rsidRPr="006F4F8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4F8D">
        <w:rPr>
          <w:rFonts w:ascii="Times New Roman" w:hAnsi="Times New Roman"/>
          <w:sz w:val="28"/>
          <w:szCs w:val="28"/>
          <w:lang w:val="uk-UA"/>
        </w:rPr>
        <w:t>2015 році</w:t>
      </w:r>
      <w:r w:rsidRPr="008B2DAD">
        <w:rPr>
          <w:rFonts w:ascii="Times New Roman" w:hAnsi="Times New Roman"/>
          <w:sz w:val="28"/>
          <w:szCs w:val="28"/>
          <w:lang w:val="uk-UA"/>
        </w:rPr>
        <w:t>.</w:t>
      </w:r>
    </w:p>
    <w:p w:rsidR="00E0584B" w:rsidRDefault="00E0584B" w:rsidP="00801E50">
      <w:pPr>
        <w:spacing w:after="0" w:line="240" w:lineRule="auto"/>
        <w:ind w:left="567" w:hanging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 Контроль за виконанням даного рішення покласти на постійну комісію районної ради з питань бюджету, комунальної власності та соціального економічного розвитку району.</w:t>
      </w:r>
    </w:p>
    <w:p w:rsidR="00E0584B" w:rsidRDefault="00E0584B" w:rsidP="00A02794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0584B" w:rsidRPr="00A02794" w:rsidRDefault="00E0584B" w:rsidP="00A0279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районної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В.Р.Троценко</w:t>
      </w:r>
    </w:p>
    <w:sectPr w:rsidR="00E0584B" w:rsidRPr="00A02794" w:rsidSect="00801E5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DAD"/>
    <w:rsid w:val="00007884"/>
    <w:rsid w:val="00034242"/>
    <w:rsid w:val="000509F2"/>
    <w:rsid w:val="0007450C"/>
    <w:rsid w:val="00077B14"/>
    <w:rsid w:val="000C52D1"/>
    <w:rsid w:val="000C59E7"/>
    <w:rsid w:val="000F40B0"/>
    <w:rsid w:val="00105156"/>
    <w:rsid w:val="00193A2A"/>
    <w:rsid w:val="00282266"/>
    <w:rsid w:val="002978E7"/>
    <w:rsid w:val="002A41CD"/>
    <w:rsid w:val="002A79CA"/>
    <w:rsid w:val="002B61C8"/>
    <w:rsid w:val="002F4D34"/>
    <w:rsid w:val="003038BE"/>
    <w:rsid w:val="00344867"/>
    <w:rsid w:val="00353CC0"/>
    <w:rsid w:val="003961B4"/>
    <w:rsid w:val="00396FF3"/>
    <w:rsid w:val="003B19AF"/>
    <w:rsid w:val="003C4EDF"/>
    <w:rsid w:val="003E3EA4"/>
    <w:rsid w:val="003E67D2"/>
    <w:rsid w:val="003F51FD"/>
    <w:rsid w:val="004239D9"/>
    <w:rsid w:val="00430152"/>
    <w:rsid w:val="00447C59"/>
    <w:rsid w:val="004514DD"/>
    <w:rsid w:val="00474C26"/>
    <w:rsid w:val="00487F29"/>
    <w:rsid w:val="004A235A"/>
    <w:rsid w:val="004B4324"/>
    <w:rsid w:val="004D2720"/>
    <w:rsid w:val="00500DEA"/>
    <w:rsid w:val="005417F4"/>
    <w:rsid w:val="00555E7E"/>
    <w:rsid w:val="00557CCF"/>
    <w:rsid w:val="005A7FDC"/>
    <w:rsid w:val="005B553F"/>
    <w:rsid w:val="005D13EC"/>
    <w:rsid w:val="005E3322"/>
    <w:rsid w:val="005F0D33"/>
    <w:rsid w:val="00653BCD"/>
    <w:rsid w:val="00657A29"/>
    <w:rsid w:val="00687E1A"/>
    <w:rsid w:val="006B51A2"/>
    <w:rsid w:val="006F4F8D"/>
    <w:rsid w:val="006F655C"/>
    <w:rsid w:val="00731193"/>
    <w:rsid w:val="0074470B"/>
    <w:rsid w:val="00785C27"/>
    <w:rsid w:val="007957EE"/>
    <w:rsid w:val="007D1D75"/>
    <w:rsid w:val="00801E50"/>
    <w:rsid w:val="00810098"/>
    <w:rsid w:val="008A6005"/>
    <w:rsid w:val="008B07D0"/>
    <w:rsid w:val="008B2DAD"/>
    <w:rsid w:val="0091579D"/>
    <w:rsid w:val="0092385E"/>
    <w:rsid w:val="009B6F1D"/>
    <w:rsid w:val="009D5C0B"/>
    <w:rsid w:val="00A02794"/>
    <w:rsid w:val="00A210FD"/>
    <w:rsid w:val="00A230DB"/>
    <w:rsid w:val="00A3334D"/>
    <w:rsid w:val="00A36C9A"/>
    <w:rsid w:val="00A37053"/>
    <w:rsid w:val="00A636FC"/>
    <w:rsid w:val="00A66FCF"/>
    <w:rsid w:val="00A76063"/>
    <w:rsid w:val="00A93832"/>
    <w:rsid w:val="00AA3DFB"/>
    <w:rsid w:val="00AB7849"/>
    <w:rsid w:val="00AE65DC"/>
    <w:rsid w:val="00AE687F"/>
    <w:rsid w:val="00B461AD"/>
    <w:rsid w:val="00B80991"/>
    <w:rsid w:val="00B85859"/>
    <w:rsid w:val="00BB5552"/>
    <w:rsid w:val="00C4126E"/>
    <w:rsid w:val="00CF2D61"/>
    <w:rsid w:val="00D16D31"/>
    <w:rsid w:val="00D41F63"/>
    <w:rsid w:val="00D46F02"/>
    <w:rsid w:val="00D61031"/>
    <w:rsid w:val="00DD0390"/>
    <w:rsid w:val="00DF251C"/>
    <w:rsid w:val="00E03E01"/>
    <w:rsid w:val="00E0584B"/>
    <w:rsid w:val="00E4708E"/>
    <w:rsid w:val="00E51D9B"/>
    <w:rsid w:val="00E56D6F"/>
    <w:rsid w:val="00E573A9"/>
    <w:rsid w:val="00E57F07"/>
    <w:rsid w:val="00E64976"/>
    <w:rsid w:val="00E94B58"/>
    <w:rsid w:val="00EA623A"/>
    <w:rsid w:val="00EC12A9"/>
    <w:rsid w:val="00EC144B"/>
    <w:rsid w:val="00ED195F"/>
    <w:rsid w:val="00F2272F"/>
    <w:rsid w:val="00F455E7"/>
    <w:rsid w:val="00F51AD1"/>
    <w:rsid w:val="00F8447C"/>
    <w:rsid w:val="00F87C5C"/>
    <w:rsid w:val="00F97639"/>
    <w:rsid w:val="00FA04C9"/>
    <w:rsid w:val="00FB550E"/>
    <w:rsid w:val="00FF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2A9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1E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1E5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1E5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01E5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01E5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801E50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947</Words>
  <Characters>540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2015-01-23T13:38:00Z</cp:lastPrinted>
  <dcterms:created xsi:type="dcterms:W3CDTF">2015-01-19T15:23:00Z</dcterms:created>
  <dcterms:modified xsi:type="dcterms:W3CDTF">2015-02-02T06:47:00Z</dcterms:modified>
</cp:coreProperties>
</file>