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C9C" w:rsidRDefault="00F56C9C" w:rsidP="00ED0D2E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Pr="009408B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3pt;visibility:visible">
            <v:imagedata r:id="rId4" o:title=""/>
          </v:shape>
        </w:pict>
      </w:r>
    </w:p>
    <w:p w:rsidR="00F56C9C" w:rsidRDefault="00F56C9C" w:rsidP="00ED0D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F56C9C" w:rsidRDefault="00F56C9C" w:rsidP="00ED0D2E">
      <w:pPr>
        <w:pStyle w:val="Heading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F56C9C" w:rsidRPr="00CF32AA" w:rsidRDefault="00F56C9C" w:rsidP="00ED0D2E">
      <w:pPr>
        <w:spacing w:line="276" w:lineRule="auto"/>
        <w:rPr>
          <w:b/>
          <w:bCs/>
          <w:sz w:val="28"/>
          <w:lang w:val="uk-UA"/>
        </w:rPr>
      </w:pPr>
    </w:p>
    <w:p w:rsidR="00F56C9C" w:rsidRDefault="00F56C9C" w:rsidP="00ED0D2E">
      <w:pPr>
        <w:jc w:val="both"/>
        <w:rPr>
          <w:sz w:val="32"/>
          <w:szCs w:val="32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друга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від 12 червня 2015 року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 Поліщука С.П.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районна рада 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F56C9C" w:rsidRPr="00B17C4B" w:rsidRDefault="00F56C9C" w:rsidP="00ED0D2E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1.Інформацію 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  <w:lang w:val="uk-UA"/>
        </w:rPr>
        <w:t>Поліщука С.П. 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2.Виконавчому апарату районної ради направити даний депутатський запит до Житомирської обласної ради для розгляду.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3.Контроль за виконанням даного рішення покласти на постійну комісію районної ради з питань бюджету, комунальної власності та соціально-екомічного розвитку району.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>В.Р.Троценко</w:t>
      </w: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 w:rsidP="00ED0D2E">
      <w:pPr>
        <w:jc w:val="both"/>
        <w:rPr>
          <w:sz w:val="28"/>
          <w:szCs w:val="28"/>
          <w:lang w:val="uk-UA"/>
        </w:rPr>
      </w:pPr>
    </w:p>
    <w:p w:rsidR="00F56C9C" w:rsidRPr="00B17C4B" w:rsidRDefault="00F56C9C">
      <w:pPr>
        <w:rPr>
          <w:sz w:val="28"/>
          <w:szCs w:val="28"/>
        </w:rPr>
      </w:pPr>
    </w:p>
    <w:sectPr w:rsidR="00F56C9C" w:rsidRPr="00B17C4B" w:rsidSect="00B17C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D2E"/>
    <w:rsid w:val="001E4ABE"/>
    <w:rsid w:val="00352358"/>
    <w:rsid w:val="00386B10"/>
    <w:rsid w:val="00437464"/>
    <w:rsid w:val="009408BC"/>
    <w:rsid w:val="00B17C4B"/>
    <w:rsid w:val="00C51FB8"/>
    <w:rsid w:val="00CF32AA"/>
    <w:rsid w:val="00DA52F5"/>
    <w:rsid w:val="00ED0D2E"/>
    <w:rsid w:val="00F5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D2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0D2E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0D2E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ED0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0D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605</Words>
  <Characters>345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2015-06-16T05:39:00Z</cp:lastPrinted>
  <dcterms:created xsi:type="dcterms:W3CDTF">2015-06-16T05:33:00Z</dcterms:created>
  <dcterms:modified xsi:type="dcterms:W3CDTF">2015-06-24T12:06:00Z</dcterms:modified>
</cp:coreProperties>
</file>