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5B3" w:rsidRDefault="00B555B3" w:rsidP="00343FF8">
      <w:pPr>
        <w:pStyle w:val="NoSpacing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                       </w:t>
      </w:r>
      <w:r w:rsidRPr="006E55C7">
        <w:rPr>
          <w:rFonts w:ascii="Times New Roman" w:hAnsi="Times New Roman"/>
          <w:b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46.2pt;visibility:visible">
            <v:imagedata r:id="rId5" o:title=""/>
          </v:shape>
        </w:pict>
      </w: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  </w:t>
      </w:r>
    </w:p>
    <w:p w:rsidR="00B555B3" w:rsidRPr="00DF3CD0" w:rsidRDefault="00B555B3" w:rsidP="00343FF8">
      <w:pPr>
        <w:pStyle w:val="NoSpacing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>Україна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</w:t>
      </w:r>
    </w:p>
    <w:p w:rsidR="00B555B3" w:rsidRPr="00837345" w:rsidRDefault="00B555B3" w:rsidP="00343FF8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37345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B555B3" w:rsidRDefault="00B555B3" w:rsidP="00343FF8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37345">
        <w:rPr>
          <w:rFonts w:ascii="Times New Roman" w:hAnsi="Times New Roman"/>
          <w:b/>
          <w:sz w:val="28"/>
          <w:szCs w:val="28"/>
        </w:rPr>
        <w:t>Р І Ш Е Н Н Я</w:t>
      </w:r>
    </w:p>
    <w:p w:rsidR="00B555B3" w:rsidRPr="00DF3CD0" w:rsidRDefault="00B555B3" w:rsidP="00343FF8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555B3" w:rsidRPr="004D5E57" w:rsidRDefault="00B555B3" w:rsidP="00343FF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Тридцять друга </w:t>
      </w:r>
      <w:r w:rsidRPr="00874CF7">
        <w:rPr>
          <w:rFonts w:ascii="Times New Roman" w:hAnsi="Times New Roman"/>
          <w:sz w:val="28"/>
          <w:szCs w:val="28"/>
        </w:rPr>
        <w:t xml:space="preserve">   сесія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874CF7">
        <w:rPr>
          <w:rFonts w:ascii="Times New Roman" w:hAnsi="Times New Roman"/>
          <w:sz w:val="28"/>
          <w:szCs w:val="28"/>
          <w:lang w:val="en-US"/>
        </w:rPr>
        <w:t>VI</w:t>
      </w:r>
      <w:r w:rsidRPr="00874C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скликання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від  </w:t>
      </w:r>
      <w:r>
        <w:rPr>
          <w:rFonts w:ascii="Times New Roman" w:hAnsi="Times New Roman"/>
          <w:sz w:val="28"/>
          <w:szCs w:val="28"/>
          <w:lang w:val="uk-UA"/>
        </w:rPr>
        <w:t>12 червня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874CF7">
        <w:rPr>
          <w:rFonts w:ascii="Times New Roman" w:hAnsi="Times New Roman"/>
          <w:sz w:val="28"/>
          <w:szCs w:val="28"/>
        </w:rPr>
        <w:t xml:space="preserve"> року</w:t>
      </w:r>
    </w:p>
    <w:p w:rsidR="00B555B3" w:rsidRDefault="00B555B3" w:rsidP="00343FF8">
      <w:pPr>
        <w:pStyle w:val="ListParagraph"/>
        <w:ind w:left="567" w:right="15" w:hanging="567"/>
        <w:jc w:val="both"/>
        <w:rPr>
          <w:sz w:val="28"/>
          <w:szCs w:val="28"/>
        </w:rPr>
      </w:pPr>
    </w:p>
    <w:p w:rsidR="00B555B3" w:rsidRPr="009F409F" w:rsidRDefault="00B555B3" w:rsidP="00343FF8">
      <w:pPr>
        <w:pStyle w:val="Heading1"/>
        <w:jc w:val="both"/>
        <w:rPr>
          <w:b w:val="0"/>
          <w:szCs w:val="28"/>
          <w:lang w:eastAsia="en-US"/>
        </w:rPr>
      </w:pPr>
      <w:r>
        <w:rPr>
          <w:b w:val="0"/>
          <w:szCs w:val="28"/>
          <w:lang w:eastAsia="en-US"/>
        </w:rPr>
        <w:t>Про хід виконання рішення 31</w:t>
      </w:r>
      <w:r w:rsidRPr="001B37CD">
        <w:rPr>
          <w:b w:val="0"/>
          <w:szCs w:val="28"/>
          <w:lang w:eastAsia="en-US"/>
        </w:rPr>
        <w:t>-ої сесії районної ради від</w:t>
      </w:r>
    </w:p>
    <w:p w:rsidR="00B555B3" w:rsidRDefault="00B555B3" w:rsidP="00343FF8">
      <w:pPr>
        <w:pStyle w:val="Heading1"/>
        <w:jc w:val="both"/>
        <w:rPr>
          <w:b w:val="0"/>
          <w:szCs w:val="28"/>
        </w:rPr>
      </w:pPr>
      <w:r>
        <w:rPr>
          <w:b w:val="0"/>
          <w:szCs w:val="28"/>
          <w:lang w:eastAsia="en-US"/>
        </w:rPr>
        <w:t>20.03.2015</w:t>
      </w:r>
      <w:r w:rsidRPr="001B37CD">
        <w:rPr>
          <w:b w:val="0"/>
          <w:szCs w:val="28"/>
          <w:lang w:eastAsia="en-US"/>
        </w:rPr>
        <w:t xml:space="preserve"> року «</w:t>
      </w:r>
      <w:r w:rsidRPr="001B37CD">
        <w:rPr>
          <w:b w:val="0"/>
          <w:szCs w:val="28"/>
        </w:rPr>
        <w:t xml:space="preserve">Про хід виконання рішення 24-ої сесії </w:t>
      </w:r>
    </w:p>
    <w:p w:rsidR="00B555B3" w:rsidRDefault="00B555B3" w:rsidP="00343FF8">
      <w:pPr>
        <w:pStyle w:val="Heading1"/>
        <w:jc w:val="both"/>
        <w:rPr>
          <w:b w:val="0"/>
          <w:szCs w:val="28"/>
        </w:rPr>
      </w:pPr>
      <w:r w:rsidRPr="001B37CD">
        <w:rPr>
          <w:b w:val="0"/>
          <w:szCs w:val="28"/>
        </w:rPr>
        <w:t xml:space="preserve">районної ради від 16.05.2014 року </w:t>
      </w:r>
      <w:r>
        <w:rPr>
          <w:b w:val="0"/>
          <w:szCs w:val="28"/>
        </w:rPr>
        <w:t>«</w:t>
      </w:r>
      <w:r w:rsidRPr="001B37CD">
        <w:rPr>
          <w:b w:val="0"/>
          <w:szCs w:val="28"/>
        </w:rPr>
        <w:t>Про звернення депутатів</w:t>
      </w:r>
    </w:p>
    <w:p w:rsidR="00B555B3" w:rsidRDefault="00B555B3" w:rsidP="00343FF8">
      <w:pPr>
        <w:pStyle w:val="Heading1"/>
        <w:jc w:val="both"/>
        <w:rPr>
          <w:b w:val="0"/>
          <w:szCs w:val="28"/>
        </w:rPr>
      </w:pPr>
      <w:r w:rsidRPr="001B37CD">
        <w:rPr>
          <w:b w:val="0"/>
          <w:szCs w:val="28"/>
        </w:rPr>
        <w:t>Черняхівської районної</w:t>
      </w:r>
      <w:r>
        <w:rPr>
          <w:b w:val="0"/>
          <w:szCs w:val="28"/>
        </w:rPr>
        <w:t xml:space="preserve"> </w:t>
      </w:r>
      <w:r w:rsidRPr="001B37CD">
        <w:rPr>
          <w:b w:val="0"/>
          <w:szCs w:val="28"/>
        </w:rPr>
        <w:t>ради до жителів району, сільських</w:t>
      </w:r>
    </w:p>
    <w:p w:rsidR="00B555B3" w:rsidRPr="009F409F" w:rsidRDefault="00B555B3" w:rsidP="00343FF8">
      <w:pPr>
        <w:pStyle w:val="Heading1"/>
        <w:jc w:val="both"/>
        <w:rPr>
          <w:b w:val="0"/>
          <w:szCs w:val="28"/>
        </w:rPr>
      </w:pPr>
      <w:r w:rsidRPr="001B37CD">
        <w:rPr>
          <w:b w:val="0"/>
          <w:szCs w:val="28"/>
        </w:rPr>
        <w:t xml:space="preserve"> і селищних голів та сільських, селищних рад, Верховної </w:t>
      </w:r>
    </w:p>
    <w:p w:rsidR="00B555B3" w:rsidRDefault="00B555B3" w:rsidP="00343FF8">
      <w:pPr>
        <w:pStyle w:val="Heading1"/>
        <w:jc w:val="both"/>
        <w:rPr>
          <w:b w:val="0"/>
          <w:szCs w:val="28"/>
        </w:rPr>
      </w:pPr>
      <w:r w:rsidRPr="001B37CD">
        <w:rPr>
          <w:b w:val="0"/>
          <w:szCs w:val="28"/>
        </w:rPr>
        <w:t xml:space="preserve">Ради України, УМВС України в Житомирській області, </w:t>
      </w:r>
    </w:p>
    <w:p w:rsidR="00B555B3" w:rsidRDefault="00B555B3" w:rsidP="00343FF8">
      <w:pPr>
        <w:pStyle w:val="Heading1"/>
        <w:jc w:val="both"/>
        <w:rPr>
          <w:b w:val="0"/>
          <w:szCs w:val="28"/>
        </w:rPr>
      </w:pPr>
      <w:r w:rsidRPr="001B37CD">
        <w:rPr>
          <w:b w:val="0"/>
          <w:szCs w:val="28"/>
        </w:rPr>
        <w:t>Служби безпеки України в Житомирській області та</w:t>
      </w:r>
    </w:p>
    <w:p w:rsidR="00B555B3" w:rsidRPr="009F409F" w:rsidRDefault="00B555B3" w:rsidP="00343FF8">
      <w:pPr>
        <w:pStyle w:val="Heading1"/>
        <w:jc w:val="both"/>
        <w:rPr>
          <w:b w:val="0"/>
          <w:szCs w:val="28"/>
          <w:lang w:val="ru-RU"/>
        </w:rPr>
      </w:pPr>
      <w:r w:rsidRPr="001B37CD">
        <w:rPr>
          <w:b w:val="0"/>
          <w:szCs w:val="28"/>
        </w:rPr>
        <w:t xml:space="preserve"> до прокуратури в Житомирській області»</w:t>
      </w:r>
    </w:p>
    <w:p w:rsidR="00B555B3" w:rsidRPr="001B37CD" w:rsidRDefault="00B555B3" w:rsidP="00343FF8">
      <w:pPr>
        <w:pStyle w:val="Heading1"/>
        <w:jc w:val="both"/>
        <w:rPr>
          <w:szCs w:val="28"/>
          <w:lang w:val="ru-RU"/>
        </w:rPr>
      </w:pPr>
    </w:p>
    <w:p w:rsidR="00B555B3" w:rsidRPr="001B37CD" w:rsidRDefault="00B555B3" w:rsidP="00343FF8">
      <w:pPr>
        <w:pStyle w:val="Heading1"/>
        <w:jc w:val="both"/>
        <w:rPr>
          <w:szCs w:val="28"/>
          <w:lang w:val="ru-RU"/>
        </w:rPr>
      </w:pPr>
    </w:p>
    <w:p w:rsidR="00B555B3" w:rsidRPr="001C2210" w:rsidRDefault="00B555B3" w:rsidP="00343FF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2210">
        <w:rPr>
          <w:lang w:val="uk-UA"/>
        </w:rPr>
        <w:tab/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Відповідно до ст. 43 Закону України „Про місцеве самоврядування в Україні”, Регламенту роботи районної ради </w:t>
      </w:r>
      <w:r w:rsidRPr="00DF3CD0">
        <w:rPr>
          <w:rFonts w:ascii="Times New Roman" w:hAnsi="Times New Roman"/>
          <w:sz w:val="28"/>
          <w:szCs w:val="28"/>
          <w:lang w:val="en-US"/>
        </w:rPr>
        <w:t>VI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 скликання,</w:t>
      </w:r>
      <w:r w:rsidRPr="00DF3CD0">
        <w:rPr>
          <w:rFonts w:ascii="Times New Roman" w:hAnsi="Times New Roman"/>
          <w:szCs w:val="28"/>
          <w:lang w:val="uk-UA"/>
        </w:rPr>
        <w:t xml:space="preserve"> 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заслухавши та обговоривши інформацію заступника голови районної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DF3CD0">
        <w:rPr>
          <w:rFonts w:ascii="Times New Roman" w:hAnsi="Times New Roman"/>
          <w:sz w:val="28"/>
          <w:szCs w:val="28"/>
          <w:lang w:val="uk-UA"/>
        </w:rPr>
        <w:t>Гиба</w:t>
      </w:r>
      <w:r>
        <w:rPr>
          <w:rFonts w:ascii="Times New Roman" w:hAnsi="Times New Roman"/>
          <w:sz w:val="28"/>
          <w:szCs w:val="28"/>
          <w:lang w:val="uk-UA"/>
        </w:rPr>
        <w:t xml:space="preserve">ла О.Л., розглянувши відповідь   Управління Служби безпеки України в Житомирській області за № 57/4579  від 16.04.2015 року 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та враховуючи рекомендації постійної комісії  районної ради з питань </w:t>
      </w:r>
      <w:r w:rsidRPr="00343FF8">
        <w:rPr>
          <w:rFonts w:ascii="Times New Roman" w:hAnsi="Times New Roman"/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 w:rsidRPr="0034464D">
        <w:rPr>
          <w:rFonts w:ascii="Times New Roman" w:hAnsi="Times New Roman"/>
          <w:sz w:val="28"/>
          <w:szCs w:val="28"/>
          <w:lang w:val="uk-UA"/>
        </w:rPr>
        <w:t>,</w:t>
      </w:r>
      <w:r w:rsidRPr="001C2210">
        <w:rPr>
          <w:rFonts w:ascii="Times New Roman" w:hAnsi="Times New Roman"/>
          <w:sz w:val="28"/>
          <w:szCs w:val="28"/>
          <w:lang w:val="uk-UA"/>
        </w:rPr>
        <w:t xml:space="preserve"> районна рада</w:t>
      </w:r>
    </w:p>
    <w:p w:rsidR="00B555B3" w:rsidRPr="00874CF7" w:rsidRDefault="00B555B3" w:rsidP="00343FF8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B555B3" w:rsidRDefault="00B555B3" w:rsidP="00343FF8">
      <w:pPr>
        <w:pStyle w:val="NoSpacing"/>
        <w:numPr>
          <w:ilvl w:val="0"/>
          <w:numId w:val="1"/>
        </w:numPr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DF3CD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B37CD">
        <w:rPr>
          <w:rFonts w:ascii="Times New Roman" w:hAnsi="Times New Roman"/>
          <w:sz w:val="28"/>
          <w:szCs w:val="28"/>
          <w:lang w:val="uk-UA"/>
        </w:rPr>
        <w:t>Інформацію заступника голови районної ради Гибала О</w:t>
      </w:r>
      <w:r>
        <w:rPr>
          <w:rFonts w:ascii="Times New Roman" w:hAnsi="Times New Roman"/>
          <w:sz w:val="28"/>
          <w:szCs w:val="28"/>
          <w:lang w:val="uk-UA"/>
        </w:rPr>
        <w:t>.Л. про хід виконання рішення 31-ої сесії районної ради від 20.03.2015</w:t>
      </w:r>
      <w:r w:rsidRPr="001B37CD">
        <w:rPr>
          <w:rFonts w:ascii="Times New Roman" w:hAnsi="Times New Roman"/>
          <w:sz w:val="28"/>
          <w:szCs w:val="28"/>
          <w:lang w:val="uk-UA"/>
        </w:rPr>
        <w:t xml:space="preserve"> року  «Про хід виконання рішення 24-ої сесії районної ради від 16.05.2014 року « Про звернення депутатів Черняхівської районної ради до жителів району, сільських і селищних голів та сільських, селищних рад, Верховної Ради України, УМВС України в Житомирській області, Служби безпеки України в Житомирській області та до прокуратури в Житомирській області»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B37CD">
        <w:rPr>
          <w:rFonts w:ascii="Times New Roman" w:hAnsi="Times New Roman"/>
          <w:sz w:val="28"/>
          <w:szCs w:val="28"/>
          <w:lang w:val="uk-UA"/>
        </w:rPr>
        <w:t>прийняти до відома.</w:t>
      </w:r>
    </w:p>
    <w:p w:rsidR="00B555B3" w:rsidRPr="00483F1C" w:rsidRDefault="00B555B3" w:rsidP="00483F1C">
      <w:pPr>
        <w:pStyle w:val="NoSpacing"/>
        <w:numPr>
          <w:ilvl w:val="0"/>
          <w:numId w:val="1"/>
        </w:numPr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Виконавчому апарату районної ради направити повторно дане звернення до УМВС України в Житомирській області </w:t>
      </w:r>
      <w:r w:rsidRPr="00483F1C">
        <w:rPr>
          <w:rFonts w:ascii="Times New Roman" w:hAnsi="Times New Roman"/>
          <w:sz w:val="28"/>
          <w:szCs w:val="28"/>
          <w:lang w:val="uk-UA"/>
        </w:rPr>
        <w:t>для розгляду по суті та прийняття рішення.</w:t>
      </w:r>
    </w:p>
    <w:p w:rsidR="00B555B3" w:rsidRPr="00FF1300" w:rsidRDefault="00B555B3" w:rsidP="00742B38">
      <w:pPr>
        <w:pStyle w:val="ListParagraph"/>
        <w:numPr>
          <w:ilvl w:val="0"/>
          <w:numId w:val="1"/>
        </w:numPr>
        <w:tabs>
          <w:tab w:val="clear" w:pos="644"/>
          <w:tab w:val="num" w:pos="284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F1300">
        <w:rPr>
          <w:sz w:val="28"/>
          <w:szCs w:val="28"/>
        </w:rPr>
        <w:t xml:space="preserve">Контроль за виконанням даного рішення покласти на постійну комісію </w:t>
      </w:r>
      <w:r>
        <w:rPr>
          <w:sz w:val="28"/>
          <w:szCs w:val="28"/>
        </w:rPr>
        <w:t xml:space="preserve"> </w:t>
      </w:r>
      <w:r w:rsidRPr="00FF1300">
        <w:rPr>
          <w:sz w:val="28"/>
          <w:szCs w:val="28"/>
        </w:rPr>
        <w:t>районної ради  з  питань</w:t>
      </w:r>
      <w:r w:rsidRPr="00FF1300">
        <w:rPr>
          <w:b/>
          <w:bCs/>
          <w:sz w:val="28"/>
          <w:szCs w:val="28"/>
        </w:rPr>
        <w:t xml:space="preserve">  </w:t>
      </w:r>
      <w:r w:rsidRPr="00FF1300">
        <w:rPr>
          <w:bCs/>
          <w:sz w:val="28"/>
          <w:szCs w:val="28"/>
        </w:rPr>
        <w:t>регламенту, депутатської етики, правопорядку та прав людини</w:t>
      </w:r>
      <w:r>
        <w:rPr>
          <w:bCs/>
          <w:sz w:val="28"/>
          <w:szCs w:val="28"/>
        </w:rPr>
        <w:t>.</w:t>
      </w:r>
    </w:p>
    <w:p w:rsidR="00B555B3" w:rsidRPr="00742B38" w:rsidRDefault="00B555B3" w:rsidP="00742B38">
      <w:pPr>
        <w:pStyle w:val="NoSpacing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55B3" w:rsidRPr="00742B38" w:rsidRDefault="00B555B3" w:rsidP="00742B38">
      <w:pPr>
        <w:pStyle w:val="NoSpacing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55B3" w:rsidRPr="00DF3CD0" w:rsidRDefault="00B555B3" w:rsidP="00343FF8">
      <w:pPr>
        <w:rPr>
          <w:rFonts w:ascii="Times New Roman" w:hAnsi="Times New Roman"/>
          <w:sz w:val="28"/>
          <w:szCs w:val="28"/>
          <w:lang w:val="uk-UA"/>
        </w:rPr>
      </w:pPr>
      <w:r w:rsidRPr="00DF3CD0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В.Р.Троценко </w:t>
      </w:r>
    </w:p>
    <w:p w:rsidR="00B555B3" w:rsidRDefault="00B555B3" w:rsidP="00343FF8">
      <w:pPr>
        <w:rPr>
          <w:sz w:val="28"/>
          <w:szCs w:val="28"/>
          <w:lang w:val="uk-UA"/>
        </w:rPr>
      </w:pPr>
    </w:p>
    <w:p w:rsidR="00B555B3" w:rsidRDefault="00B555B3" w:rsidP="00343FF8">
      <w:pPr>
        <w:spacing w:line="240" w:lineRule="auto"/>
        <w:ind w:left="5664" w:firstLine="276"/>
        <w:rPr>
          <w:rFonts w:ascii="Times New Roman" w:hAnsi="Times New Roman"/>
          <w:sz w:val="24"/>
          <w:szCs w:val="24"/>
          <w:lang w:val="uk-UA"/>
        </w:rPr>
      </w:pPr>
    </w:p>
    <w:p w:rsidR="00B555B3" w:rsidRDefault="00B555B3" w:rsidP="00343FF8"/>
    <w:p w:rsidR="00B555B3" w:rsidRDefault="00B555B3" w:rsidP="00343FF8"/>
    <w:p w:rsidR="00B555B3" w:rsidRDefault="00B555B3" w:rsidP="00343FF8"/>
    <w:p w:rsidR="00B555B3" w:rsidRDefault="00B555B3"/>
    <w:sectPr w:rsidR="00B555B3" w:rsidSect="00837345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3FF8"/>
    <w:rsid w:val="0013156D"/>
    <w:rsid w:val="001B37CD"/>
    <w:rsid w:val="001C2210"/>
    <w:rsid w:val="00307A46"/>
    <w:rsid w:val="00343FF8"/>
    <w:rsid w:val="0034464D"/>
    <w:rsid w:val="00395D87"/>
    <w:rsid w:val="003D0C7F"/>
    <w:rsid w:val="003F013F"/>
    <w:rsid w:val="00406AF2"/>
    <w:rsid w:val="00483F1C"/>
    <w:rsid w:val="004D5E57"/>
    <w:rsid w:val="006A1751"/>
    <w:rsid w:val="006E55C7"/>
    <w:rsid w:val="00742B38"/>
    <w:rsid w:val="007E0112"/>
    <w:rsid w:val="00833176"/>
    <w:rsid w:val="00837345"/>
    <w:rsid w:val="00874CF7"/>
    <w:rsid w:val="009F409F"/>
    <w:rsid w:val="00AB6B42"/>
    <w:rsid w:val="00B02115"/>
    <w:rsid w:val="00B555B3"/>
    <w:rsid w:val="00C4211C"/>
    <w:rsid w:val="00DF3CD0"/>
    <w:rsid w:val="00E50277"/>
    <w:rsid w:val="00FF1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FF8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43FF8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43FF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343FF8"/>
    <w:rPr>
      <w:lang w:val="ru-RU" w:eastAsia="en-US"/>
    </w:rPr>
  </w:style>
  <w:style w:type="paragraph" w:styleId="ListParagraph">
    <w:name w:val="List Paragraph"/>
    <w:basedOn w:val="Normal"/>
    <w:uiPriority w:val="99"/>
    <w:qFormat/>
    <w:rsid w:val="00343FF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43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3FF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2</Pages>
  <Words>1422</Words>
  <Characters>811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7</cp:revision>
  <cp:lastPrinted>2015-06-05T13:21:00Z</cp:lastPrinted>
  <dcterms:created xsi:type="dcterms:W3CDTF">2015-05-28T05:51:00Z</dcterms:created>
  <dcterms:modified xsi:type="dcterms:W3CDTF">2015-06-24T12:14:00Z</dcterms:modified>
</cp:coreProperties>
</file>