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D99" w:rsidRPr="00EF2E5A" w:rsidRDefault="00BB5D99" w:rsidP="00EF2E5A">
      <w:pPr>
        <w:rPr>
          <w:sz w:val="28"/>
          <w:szCs w:val="28"/>
          <w:u w:val="single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Pr="006D5C49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62.4pt;visibility:visible">
            <v:imagedata r:id="rId5" o:title=""/>
          </v:shape>
        </w:pict>
      </w:r>
      <w:r>
        <w:rPr>
          <w:sz w:val="28"/>
          <w:szCs w:val="28"/>
          <w:lang w:val="uk-UA"/>
        </w:rPr>
        <w:t xml:space="preserve">                                        </w:t>
      </w:r>
    </w:p>
    <w:p w:rsidR="00BB5D99" w:rsidRDefault="00BB5D99" w:rsidP="00EF2E5A">
      <w:pPr>
        <w:pStyle w:val="Caption"/>
        <w:spacing w:line="360" w:lineRule="auto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Україна                                    </w:t>
      </w:r>
    </w:p>
    <w:p w:rsidR="00BB5D99" w:rsidRDefault="00BB5D99" w:rsidP="00EF2E5A">
      <w:pPr>
        <w:pStyle w:val="Heading3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ЧЕРНЯХІВСЬКА РАЙОННА РАДА</w:t>
      </w:r>
    </w:p>
    <w:p w:rsidR="00BB5D99" w:rsidRPr="003D50C3" w:rsidRDefault="00BB5D99" w:rsidP="00EF2E5A">
      <w:pPr>
        <w:pStyle w:val="Heading1"/>
        <w:spacing w:line="360" w:lineRule="auto"/>
        <w:jc w:val="center"/>
        <w:rPr>
          <w:b/>
          <w:sz w:val="28"/>
          <w:szCs w:val="28"/>
        </w:rPr>
      </w:pPr>
      <w:r>
        <w:rPr>
          <w:lang w:val="uk-UA"/>
        </w:rPr>
        <w:t xml:space="preserve"> </w:t>
      </w:r>
      <w:r w:rsidRPr="00002D6E">
        <w:t xml:space="preserve"> </w:t>
      </w:r>
      <w:r w:rsidRPr="00002D6E">
        <w:tab/>
      </w:r>
      <w:r>
        <w:rPr>
          <w:lang w:val="uk-UA"/>
        </w:rPr>
        <w:t xml:space="preserve"> </w:t>
      </w:r>
      <w:r w:rsidRPr="003D50C3">
        <w:rPr>
          <w:b/>
          <w:sz w:val="28"/>
          <w:szCs w:val="28"/>
        </w:rPr>
        <w:t>Р І Ш Е Н Н Я</w:t>
      </w:r>
      <w:r w:rsidRPr="003D50C3">
        <w:rPr>
          <w:b/>
          <w:sz w:val="28"/>
          <w:szCs w:val="28"/>
          <w:lang w:val="uk-UA"/>
        </w:rPr>
        <w:t xml:space="preserve">                 </w:t>
      </w:r>
    </w:p>
    <w:p w:rsidR="00BB5D99" w:rsidRDefault="00BB5D99" w:rsidP="00EF2E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ab/>
        <w:t xml:space="preserve">друга  сесія                                              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                                                                </w:t>
      </w:r>
    </w:p>
    <w:p w:rsidR="00BB5D99" w:rsidRDefault="00BB5D99" w:rsidP="00EF2E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12 червня  2015 року</w:t>
      </w:r>
    </w:p>
    <w:p w:rsidR="00BB5D99" w:rsidRDefault="00BB5D99" w:rsidP="00EF2E5A">
      <w:pPr>
        <w:rPr>
          <w:sz w:val="28"/>
          <w:szCs w:val="28"/>
          <w:lang w:val="uk-UA"/>
        </w:rPr>
      </w:pPr>
    </w:p>
    <w:p w:rsidR="00BB5D99" w:rsidRPr="00EF2E5A" w:rsidRDefault="00BB5D99" w:rsidP="00EF2E5A">
      <w:pPr>
        <w:rPr>
          <w:sz w:val="28"/>
          <w:szCs w:val="28"/>
          <w:lang w:val="uk-UA" w:eastAsia="en-US"/>
        </w:rPr>
      </w:pPr>
      <w:r w:rsidRPr="00EF2E5A">
        <w:rPr>
          <w:sz w:val="28"/>
          <w:szCs w:val="28"/>
          <w:lang w:eastAsia="en-US"/>
        </w:rPr>
        <w:t>Про хід виконання рішення 31-ої сесії районної ради</w:t>
      </w:r>
    </w:p>
    <w:p w:rsidR="00BB5D99" w:rsidRPr="00EF2E5A" w:rsidRDefault="00BB5D99" w:rsidP="00EF2E5A">
      <w:pPr>
        <w:rPr>
          <w:sz w:val="28"/>
          <w:szCs w:val="28"/>
          <w:lang w:val="uk-UA"/>
        </w:rPr>
      </w:pPr>
      <w:r w:rsidRPr="00EF2E5A">
        <w:rPr>
          <w:sz w:val="28"/>
          <w:szCs w:val="28"/>
          <w:lang w:eastAsia="en-US"/>
        </w:rPr>
        <w:t>від 20.03.2015 року «</w:t>
      </w:r>
      <w:r w:rsidRPr="00EF2E5A">
        <w:rPr>
          <w:sz w:val="28"/>
          <w:szCs w:val="28"/>
          <w:lang w:val="uk-UA"/>
        </w:rPr>
        <w:t>Про</w:t>
      </w:r>
      <w:r w:rsidRPr="00EF2E5A">
        <w:rPr>
          <w:sz w:val="28"/>
          <w:szCs w:val="28"/>
        </w:rPr>
        <w:t xml:space="preserve"> </w:t>
      </w:r>
      <w:r w:rsidRPr="00EF2E5A">
        <w:rPr>
          <w:sz w:val="28"/>
          <w:szCs w:val="28"/>
          <w:lang w:val="uk-UA"/>
        </w:rPr>
        <w:t xml:space="preserve">пропозицію щодо призначення </w:t>
      </w:r>
    </w:p>
    <w:p w:rsidR="00BB5D99" w:rsidRPr="00EF2E5A" w:rsidRDefault="00BB5D99" w:rsidP="00EF2E5A">
      <w:pPr>
        <w:rPr>
          <w:sz w:val="28"/>
          <w:szCs w:val="28"/>
          <w:lang w:val="uk-UA"/>
        </w:rPr>
      </w:pPr>
      <w:r w:rsidRPr="00EF2E5A">
        <w:rPr>
          <w:sz w:val="28"/>
          <w:szCs w:val="28"/>
          <w:lang w:val="uk-UA"/>
        </w:rPr>
        <w:t>голови Черняхівської районної державної адміністрації»</w:t>
      </w:r>
    </w:p>
    <w:p w:rsidR="00BB5D99" w:rsidRPr="00516423" w:rsidRDefault="00BB5D99" w:rsidP="00EF2E5A">
      <w:pPr>
        <w:ind w:left="-240" w:hanging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</w:t>
      </w:r>
    </w:p>
    <w:p w:rsidR="00BB5D99" w:rsidRDefault="00BB5D99" w:rsidP="00EF2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  <w:t xml:space="preserve">  </w:t>
      </w:r>
    </w:p>
    <w:p w:rsidR="00BB5D99" w:rsidRPr="004D7262" w:rsidRDefault="00BB5D99" w:rsidP="004D7262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п.31 ч.1 ст.43 Закону України “Про місцеве самоврядування в Україні”,</w:t>
      </w:r>
      <w:r w:rsidRPr="00EF2E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 xml:space="preserve">Гибала О.Л.,   розглянувши відповідь   обласної державної адміністрації за № 1957/06/2-15 від 24.04.2015 року та враховуючи рекомендації постійної комісії районної ради </w:t>
      </w:r>
      <w:r w:rsidRPr="004D7262">
        <w:rPr>
          <w:sz w:val="28"/>
          <w:szCs w:val="28"/>
          <w:lang w:val="uk-UA"/>
        </w:rPr>
        <w:t>з питань</w:t>
      </w:r>
      <w:r w:rsidRPr="004D7262">
        <w:rPr>
          <w:bCs/>
          <w:sz w:val="28"/>
          <w:szCs w:val="28"/>
          <w:lang w:val="uk-UA"/>
        </w:rPr>
        <w:t xml:space="preserve"> регламенту, депутатської етики, правопорядку та прав людини</w:t>
      </w:r>
      <w:r w:rsidRPr="004D7262">
        <w:rPr>
          <w:sz w:val="28"/>
          <w:szCs w:val="28"/>
          <w:lang w:val="uk-UA"/>
        </w:rPr>
        <w:t>, районна рада</w:t>
      </w:r>
      <w:r w:rsidRPr="004D7262">
        <w:rPr>
          <w:color w:val="FF0000"/>
          <w:sz w:val="28"/>
          <w:szCs w:val="28"/>
          <w:lang w:val="uk-UA"/>
        </w:rPr>
        <w:t xml:space="preserve"> </w:t>
      </w:r>
    </w:p>
    <w:p w:rsidR="00BB5D99" w:rsidRDefault="00BB5D99" w:rsidP="00EF2E5A">
      <w:pPr>
        <w:ind w:firstLine="708"/>
        <w:jc w:val="both"/>
        <w:rPr>
          <w:sz w:val="28"/>
          <w:szCs w:val="28"/>
          <w:lang w:val="uk-UA"/>
        </w:rPr>
      </w:pPr>
    </w:p>
    <w:p w:rsidR="00BB5D99" w:rsidRDefault="00BB5D99" w:rsidP="00EF2E5A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BB5D99" w:rsidRPr="003F1CC3" w:rsidRDefault="00BB5D99" w:rsidP="00EF2E5A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BB5D99" w:rsidRPr="00EF2E5A" w:rsidRDefault="00BB5D99" w:rsidP="00EF2E5A">
      <w:pPr>
        <w:numPr>
          <w:ilvl w:val="0"/>
          <w:numId w:val="1"/>
        </w:numPr>
        <w:tabs>
          <w:tab w:val="clear" w:pos="786"/>
          <w:tab w:val="num" w:pos="426"/>
        </w:tabs>
        <w:ind w:left="426" w:firstLine="0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 xml:space="preserve">Інформацію заступника голови районної ради Гибала О.Л. </w:t>
      </w:r>
      <w:r>
        <w:rPr>
          <w:sz w:val="28"/>
          <w:szCs w:val="28"/>
          <w:lang w:val="uk-UA" w:eastAsia="en-US"/>
        </w:rPr>
        <w:t>п</w:t>
      </w:r>
      <w:r w:rsidRPr="00EF2E5A">
        <w:rPr>
          <w:sz w:val="28"/>
          <w:szCs w:val="28"/>
          <w:lang w:val="uk-UA" w:eastAsia="en-US"/>
        </w:rPr>
        <w:t>ро хід виконання рішення 31-ої сесії районної ради</w:t>
      </w:r>
      <w:r>
        <w:rPr>
          <w:sz w:val="28"/>
          <w:szCs w:val="28"/>
          <w:lang w:val="uk-UA"/>
        </w:rPr>
        <w:t xml:space="preserve"> </w:t>
      </w:r>
      <w:r w:rsidRPr="00EF2E5A">
        <w:rPr>
          <w:sz w:val="28"/>
          <w:szCs w:val="28"/>
          <w:lang w:val="uk-UA" w:eastAsia="en-US"/>
        </w:rPr>
        <w:t>від 20.03.2015 року «</w:t>
      </w:r>
      <w:r w:rsidRPr="00EF2E5A">
        <w:rPr>
          <w:sz w:val="28"/>
          <w:szCs w:val="28"/>
          <w:lang w:val="uk-UA"/>
        </w:rPr>
        <w:t>Про пропозицію щодо призначення голови Черняхівської районної державної адміністрації»</w:t>
      </w:r>
      <w:r>
        <w:rPr>
          <w:sz w:val="28"/>
          <w:szCs w:val="28"/>
          <w:lang w:val="uk-UA"/>
        </w:rPr>
        <w:t xml:space="preserve"> </w:t>
      </w:r>
      <w:r w:rsidRPr="00EF2E5A">
        <w:rPr>
          <w:sz w:val="28"/>
          <w:szCs w:val="28"/>
          <w:lang w:val="uk-UA"/>
        </w:rPr>
        <w:t>прийняти до відома.</w:t>
      </w:r>
    </w:p>
    <w:p w:rsidR="00BB5D99" w:rsidRPr="00EF2E5A" w:rsidRDefault="00BB5D99" w:rsidP="00EF2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</w:t>
      </w:r>
      <w:r w:rsidRPr="00EF2E5A">
        <w:rPr>
          <w:sz w:val="28"/>
          <w:szCs w:val="28"/>
          <w:lang w:val="uk-UA"/>
        </w:rPr>
        <w:t>Зняти з контролю дане рішення.</w:t>
      </w:r>
    </w:p>
    <w:p w:rsidR="00BB5D99" w:rsidRDefault="00BB5D99" w:rsidP="00EF2E5A">
      <w:pPr>
        <w:pStyle w:val="NoSpacing"/>
        <w:ind w:left="786"/>
        <w:rPr>
          <w:rFonts w:ascii="Times New Roman" w:hAnsi="Times New Roman"/>
          <w:sz w:val="28"/>
          <w:szCs w:val="28"/>
          <w:lang w:val="uk-UA"/>
        </w:rPr>
      </w:pPr>
    </w:p>
    <w:p w:rsidR="00BB5D99" w:rsidRDefault="00BB5D99" w:rsidP="00EF2E5A">
      <w:pPr>
        <w:pStyle w:val="NoSpacing"/>
        <w:ind w:left="786"/>
        <w:rPr>
          <w:rFonts w:ascii="Times New Roman" w:hAnsi="Times New Roman"/>
          <w:sz w:val="28"/>
          <w:szCs w:val="28"/>
          <w:lang w:val="uk-UA"/>
        </w:rPr>
      </w:pPr>
    </w:p>
    <w:p w:rsidR="00BB5D99" w:rsidRPr="00EF2E5A" w:rsidRDefault="00BB5D99" w:rsidP="00EF2E5A">
      <w:pPr>
        <w:pStyle w:val="ListParagraph"/>
        <w:ind w:left="0"/>
        <w:rPr>
          <w:sz w:val="28"/>
          <w:szCs w:val="28"/>
          <w:lang w:val="uk-UA"/>
        </w:rPr>
      </w:pPr>
      <w:r w:rsidRPr="00EF2E5A">
        <w:rPr>
          <w:sz w:val="28"/>
          <w:szCs w:val="28"/>
          <w:lang w:val="uk-UA"/>
        </w:rPr>
        <w:t xml:space="preserve">Голова ради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EF2E5A">
        <w:rPr>
          <w:sz w:val="28"/>
          <w:szCs w:val="28"/>
          <w:lang w:val="uk-UA"/>
        </w:rPr>
        <w:t xml:space="preserve">В.Р.Троценко </w:t>
      </w:r>
    </w:p>
    <w:p w:rsidR="00BB5D99" w:rsidRPr="00EF2E5A" w:rsidRDefault="00BB5D99" w:rsidP="00EF2E5A">
      <w:pPr>
        <w:ind w:firstLine="708"/>
        <w:jc w:val="both"/>
        <w:rPr>
          <w:lang w:val="uk-UA"/>
        </w:rPr>
      </w:pPr>
    </w:p>
    <w:sectPr w:rsidR="00BB5D99" w:rsidRPr="00EF2E5A" w:rsidSect="00EF2E5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E5A"/>
    <w:rsid w:val="00002D6E"/>
    <w:rsid w:val="000162D0"/>
    <w:rsid w:val="002C1D18"/>
    <w:rsid w:val="002E4F71"/>
    <w:rsid w:val="003D50C3"/>
    <w:rsid w:val="003F1CC3"/>
    <w:rsid w:val="004C6A43"/>
    <w:rsid w:val="004D7262"/>
    <w:rsid w:val="00516423"/>
    <w:rsid w:val="005E6D20"/>
    <w:rsid w:val="006D5C49"/>
    <w:rsid w:val="00833176"/>
    <w:rsid w:val="00887405"/>
    <w:rsid w:val="00B824E0"/>
    <w:rsid w:val="00BB5D99"/>
    <w:rsid w:val="00EA5FA0"/>
    <w:rsid w:val="00EF2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E5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2E5A"/>
    <w:pPr>
      <w:keepNext/>
      <w:outlineLvl w:val="0"/>
    </w:pPr>
    <w:rPr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F2E5A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2E5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F2E5A"/>
    <w:rPr>
      <w:rFonts w:ascii="Times New Roman" w:hAnsi="Times New Roman" w:cs="Times New Roman"/>
      <w:sz w:val="24"/>
      <w:szCs w:val="24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EF2E5A"/>
    <w:pPr>
      <w:jc w:val="center"/>
    </w:pPr>
    <w:rPr>
      <w:b/>
      <w:bCs/>
      <w:sz w:val="36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EF2E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2E5A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EF2E5A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EF2E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922</Words>
  <Characters>526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2015-05-28T09:20:00Z</dcterms:created>
  <dcterms:modified xsi:type="dcterms:W3CDTF">2015-06-24T12:13:00Z</dcterms:modified>
</cp:coreProperties>
</file>