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F4" w:rsidRPr="00CF3EF1" w:rsidRDefault="00E232F4" w:rsidP="0087292A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Pr="0068261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3pt;visibility:visible">
            <v:imagedata r:id="rId5" o:title=""/>
          </v:shape>
        </w:pict>
      </w:r>
      <w:r>
        <w:rPr>
          <w:lang w:val="uk-UA"/>
        </w:rPr>
        <w:t xml:space="preserve">                                        </w:t>
      </w:r>
    </w:p>
    <w:p w:rsidR="00E232F4" w:rsidRDefault="00E232F4" w:rsidP="008729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E232F4" w:rsidRDefault="00E232F4" w:rsidP="0087292A">
      <w:pPr>
        <w:pStyle w:val="Heading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E232F4" w:rsidRDefault="00E232F4" w:rsidP="0087292A">
      <w:pPr>
        <w:jc w:val="both"/>
        <w:rPr>
          <w:sz w:val="32"/>
          <w:szCs w:val="32"/>
          <w:lang w:val="uk-UA"/>
        </w:rPr>
      </w:pPr>
    </w:p>
    <w:p w:rsidR="00E232F4" w:rsidRPr="00B17C4B" w:rsidRDefault="00E232F4" w:rsidP="004F5428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четверта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E232F4" w:rsidRPr="00B17C4B" w:rsidRDefault="00E232F4" w:rsidP="004F54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25 верес</w:t>
      </w:r>
      <w:r w:rsidRPr="00B17C4B">
        <w:rPr>
          <w:sz w:val="28"/>
          <w:szCs w:val="28"/>
          <w:lang w:val="uk-UA"/>
        </w:rPr>
        <w:t>ня 2015 року</w:t>
      </w:r>
    </w:p>
    <w:p w:rsidR="00E232F4" w:rsidRPr="00B17C4B" w:rsidRDefault="00E232F4" w:rsidP="0087292A">
      <w:pPr>
        <w:jc w:val="both"/>
        <w:rPr>
          <w:sz w:val="28"/>
          <w:szCs w:val="28"/>
          <w:lang w:val="uk-UA"/>
        </w:rPr>
      </w:pPr>
    </w:p>
    <w:p w:rsidR="00E232F4" w:rsidRPr="0087292A" w:rsidRDefault="00E232F4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>Марчука М.О.</w:t>
      </w:r>
    </w:p>
    <w:p w:rsidR="00E232F4" w:rsidRPr="00B17C4B" w:rsidRDefault="00E232F4" w:rsidP="0087292A">
      <w:pPr>
        <w:jc w:val="both"/>
        <w:rPr>
          <w:sz w:val="28"/>
          <w:szCs w:val="28"/>
          <w:lang w:val="uk-UA"/>
        </w:rPr>
      </w:pPr>
    </w:p>
    <w:p w:rsidR="00E232F4" w:rsidRDefault="00E232F4" w:rsidP="0000544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Гибала О.Л.,   розглянувши відповіді Генеральної прокуратури України за           № 19-р від 17.08.2015 року,  прокуратури Черняхівського району за                      № 64ск-10 від 14.08.2015 року, Черняхівського РВ УМВС України у Житомирській області за № 2841 від 14.09.2015 року та  </w:t>
      </w:r>
      <w:r w:rsidRPr="0000544A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E232F4" w:rsidRDefault="00E232F4" w:rsidP="0000544A">
      <w:pPr>
        <w:ind w:left="360"/>
        <w:jc w:val="both"/>
        <w:rPr>
          <w:sz w:val="28"/>
          <w:szCs w:val="28"/>
          <w:lang w:val="uk-UA"/>
        </w:rPr>
      </w:pPr>
    </w:p>
    <w:p w:rsidR="00E232F4" w:rsidRPr="00A84E64" w:rsidRDefault="00E232F4" w:rsidP="0087292A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E232F4" w:rsidRPr="0000544A" w:rsidRDefault="00E232F4" w:rsidP="008719F6">
      <w:pPr>
        <w:pStyle w:val="ListParagraph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0544A">
        <w:rPr>
          <w:sz w:val="28"/>
          <w:szCs w:val="28"/>
          <w:lang w:val="uk-UA"/>
        </w:rPr>
        <w:t>Інформацію заступника голови районної ради Гибала О.Л. щодо розгляду запиту депутата  Марчука М. О. прийняти до відома.</w:t>
      </w:r>
    </w:p>
    <w:p w:rsidR="00E232F4" w:rsidRDefault="00E232F4" w:rsidP="008719F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F3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</w:t>
      </w:r>
      <w:r w:rsidRPr="00D82FBF">
        <w:rPr>
          <w:sz w:val="28"/>
          <w:szCs w:val="28"/>
          <w:lang w:val="uk-UA"/>
        </w:rPr>
        <w:t>термін розгляду депутатського запиту</w:t>
      </w:r>
      <w:r>
        <w:rPr>
          <w:sz w:val="28"/>
          <w:szCs w:val="28"/>
          <w:lang w:val="uk-UA"/>
        </w:rPr>
        <w:t xml:space="preserve"> до закінчення досудового розслідування по кримінальному правопорушенню щодо самовільного зайняття земельних паїв на території Вільської сільської ради.</w:t>
      </w:r>
    </w:p>
    <w:p w:rsidR="00E232F4" w:rsidRPr="008719F6" w:rsidRDefault="00E232F4" w:rsidP="008719F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719F6">
        <w:rPr>
          <w:sz w:val="28"/>
          <w:szCs w:val="28"/>
          <w:lang w:val="uk-UA"/>
        </w:rPr>
        <w:t xml:space="preserve">Рекомендувати: </w:t>
      </w:r>
    </w:p>
    <w:p w:rsidR="00E232F4" w:rsidRDefault="00E232F4" w:rsidP="00CF3EF1">
      <w:pPr>
        <w:tabs>
          <w:tab w:val="left" w:pos="851"/>
        </w:tabs>
        <w:ind w:left="993" w:hanging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3.1</w:t>
      </w:r>
      <w:r w:rsidRPr="0000544A">
        <w:rPr>
          <w:sz w:val="28"/>
          <w:szCs w:val="28"/>
          <w:lang w:val="uk-UA"/>
        </w:rPr>
        <w:t xml:space="preserve">Черняхівському РВ УМВС України у Житомирській області проінформувати про хід </w:t>
      </w:r>
      <w:r>
        <w:rPr>
          <w:sz w:val="28"/>
          <w:szCs w:val="28"/>
          <w:lang w:val="uk-UA"/>
        </w:rPr>
        <w:t>розслідування по факту самовільного зайняття  земельних паїв жителів с.Щербини Черняхівського району.</w:t>
      </w:r>
    </w:p>
    <w:p w:rsidR="00E232F4" w:rsidRDefault="00E232F4" w:rsidP="00CF3EF1">
      <w:pPr>
        <w:ind w:left="993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3.2Прокурору Черняхівського району взяти</w:t>
      </w:r>
      <w:r w:rsidRPr="00CF3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особистий контроль розслідування вищезазначеної справи.</w:t>
      </w:r>
    </w:p>
    <w:p w:rsidR="00E232F4" w:rsidRDefault="00E232F4" w:rsidP="009605A8">
      <w:pPr>
        <w:ind w:left="900" w:hanging="6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4.Виконавчому апарату районної ради направити дане рішення до прокуратури Черняхівського району та до  Черняхівського                      </w:t>
      </w:r>
      <w:r w:rsidRPr="0000544A">
        <w:rPr>
          <w:sz w:val="28"/>
          <w:szCs w:val="28"/>
          <w:lang w:val="uk-UA"/>
        </w:rPr>
        <w:t xml:space="preserve"> РВ УМВС України у Житомирській області</w:t>
      </w:r>
      <w:r>
        <w:rPr>
          <w:sz w:val="28"/>
          <w:szCs w:val="28"/>
          <w:lang w:val="uk-UA"/>
        </w:rPr>
        <w:t>.</w:t>
      </w:r>
    </w:p>
    <w:p w:rsidR="00E232F4" w:rsidRPr="00F476D6" w:rsidRDefault="00E232F4" w:rsidP="009605A8">
      <w:pPr>
        <w:ind w:left="900" w:hanging="90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bCs/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F476D6">
        <w:rPr>
          <w:sz w:val="28"/>
          <w:szCs w:val="28"/>
          <w:lang w:val="uk-UA"/>
        </w:rPr>
        <w:t>.</w:t>
      </w:r>
    </w:p>
    <w:p w:rsidR="00E232F4" w:rsidRPr="0000544A" w:rsidRDefault="00E232F4" w:rsidP="008719F6">
      <w:pPr>
        <w:ind w:left="709" w:hanging="709"/>
        <w:jc w:val="both"/>
        <w:rPr>
          <w:sz w:val="28"/>
          <w:szCs w:val="28"/>
          <w:lang w:val="uk-UA"/>
        </w:rPr>
      </w:pPr>
    </w:p>
    <w:p w:rsidR="00E232F4" w:rsidRDefault="00E232F4" w:rsidP="0087292A">
      <w:pPr>
        <w:jc w:val="both"/>
        <w:rPr>
          <w:sz w:val="28"/>
          <w:szCs w:val="28"/>
          <w:lang w:val="uk-UA"/>
        </w:rPr>
      </w:pPr>
    </w:p>
    <w:p w:rsidR="00E232F4" w:rsidRPr="00B17C4B" w:rsidRDefault="00E232F4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      </w:t>
      </w:r>
      <w:r w:rsidRPr="00B17C4B">
        <w:rPr>
          <w:sz w:val="28"/>
          <w:szCs w:val="28"/>
          <w:lang w:val="uk-UA"/>
        </w:rPr>
        <w:t>В.Р.Троценко</w:t>
      </w:r>
    </w:p>
    <w:p w:rsidR="00E232F4" w:rsidRPr="00B17C4B" w:rsidRDefault="00E232F4" w:rsidP="0087292A">
      <w:pPr>
        <w:jc w:val="both"/>
        <w:rPr>
          <w:sz w:val="28"/>
          <w:szCs w:val="28"/>
          <w:lang w:val="uk-UA"/>
        </w:rPr>
      </w:pPr>
    </w:p>
    <w:p w:rsidR="00E232F4" w:rsidRPr="00B17C4B" w:rsidRDefault="00E232F4" w:rsidP="0087292A">
      <w:pPr>
        <w:jc w:val="both"/>
        <w:rPr>
          <w:sz w:val="28"/>
          <w:szCs w:val="28"/>
          <w:lang w:val="uk-UA"/>
        </w:rPr>
      </w:pPr>
    </w:p>
    <w:p w:rsidR="00E232F4" w:rsidRPr="00B17C4B" w:rsidRDefault="00E232F4" w:rsidP="0087292A">
      <w:pPr>
        <w:jc w:val="both"/>
        <w:rPr>
          <w:sz w:val="28"/>
          <w:szCs w:val="28"/>
          <w:lang w:val="uk-UA"/>
        </w:rPr>
      </w:pPr>
    </w:p>
    <w:p w:rsidR="00E232F4" w:rsidRPr="008719F6" w:rsidRDefault="00E232F4">
      <w:pPr>
        <w:rPr>
          <w:lang w:val="uk-UA"/>
        </w:rPr>
      </w:pPr>
    </w:p>
    <w:sectPr w:rsidR="00E232F4" w:rsidRPr="008719F6" w:rsidSect="00A84E6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CC357E3"/>
    <w:multiLevelType w:val="hybridMultilevel"/>
    <w:tmpl w:val="13D057F2"/>
    <w:lvl w:ilvl="0" w:tplc="E264BDF6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9923E7"/>
    <w:multiLevelType w:val="multilevel"/>
    <w:tmpl w:val="33689E8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6AF33226"/>
    <w:multiLevelType w:val="hybridMultilevel"/>
    <w:tmpl w:val="A852E1BE"/>
    <w:lvl w:ilvl="0" w:tplc="134EF0C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2A"/>
    <w:rsid w:val="0000544A"/>
    <w:rsid w:val="000E36EE"/>
    <w:rsid w:val="001D66CD"/>
    <w:rsid w:val="002265A3"/>
    <w:rsid w:val="0022742B"/>
    <w:rsid w:val="00400B39"/>
    <w:rsid w:val="00446699"/>
    <w:rsid w:val="004F5428"/>
    <w:rsid w:val="00524CDA"/>
    <w:rsid w:val="005A7AE8"/>
    <w:rsid w:val="005E6D20"/>
    <w:rsid w:val="00611099"/>
    <w:rsid w:val="0068261D"/>
    <w:rsid w:val="006B227B"/>
    <w:rsid w:val="006D3E5D"/>
    <w:rsid w:val="0080357B"/>
    <w:rsid w:val="00831AE5"/>
    <w:rsid w:val="008719F6"/>
    <w:rsid w:val="0087292A"/>
    <w:rsid w:val="009605A8"/>
    <w:rsid w:val="00992906"/>
    <w:rsid w:val="00A84E64"/>
    <w:rsid w:val="00AE745F"/>
    <w:rsid w:val="00B17C4B"/>
    <w:rsid w:val="00B238E2"/>
    <w:rsid w:val="00B2793F"/>
    <w:rsid w:val="00B34005"/>
    <w:rsid w:val="00BA4115"/>
    <w:rsid w:val="00CF3EF1"/>
    <w:rsid w:val="00D22F3F"/>
    <w:rsid w:val="00D76386"/>
    <w:rsid w:val="00D82FBF"/>
    <w:rsid w:val="00E232F4"/>
    <w:rsid w:val="00F476D6"/>
    <w:rsid w:val="00F72499"/>
    <w:rsid w:val="00F7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92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92A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92A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8729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72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292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1</Pages>
  <Words>1319</Words>
  <Characters>752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2015-09-25T09:45:00Z</cp:lastPrinted>
  <dcterms:created xsi:type="dcterms:W3CDTF">2015-09-10T08:51:00Z</dcterms:created>
  <dcterms:modified xsi:type="dcterms:W3CDTF">2015-10-01T11:26:00Z</dcterms:modified>
</cp:coreProperties>
</file>