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10C" w:rsidRPr="00446BBB" w:rsidRDefault="0091410C" w:rsidP="00BD1064">
      <w:pPr>
        <w:outlineLvl w:val="0"/>
        <w:rPr>
          <w:b/>
        </w:rPr>
      </w:pPr>
      <w:r>
        <w:rPr>
          <w:b/>
          <w:lang w:val="uk-UA"/>
        </w:rPr>
        <w:t xml:space="preserve">                                                               </w:t>
      </w:r>
      <w:r>
        <w:rPr>
          <w:b/>
        </w:rPr>
        <w:t xml:space="preserve">    </w:t>
      </w:r>
      <w:r w:rsidRPr="00B75009">
        <w:rPr>
          <w:b/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4pt;height:51.6pt;visibility:visible">
            <v:imagedata r:id="rId5" o:title=""/>
          </v:shape>
        </w:pict>
      </w:r>
      <w:r>
        <w:rPr>
          <w:b/>
        </w:rPr>
        <w:t xml:space="preserve">                                        </w:t>
      </w:r>
    </w:p>
    <w:p w:rsidR="0091410C" w:rsidRPr="00415B9A" w:rsidRDefault="0091410C" w:rsidP="00BD1064">
      <w:pPr>
        <w:pStyle w:val="Caption"/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Україна                                 </w:t>
      </w:r>
    </w:p>
    <w:p w:rsidR="0091410C" w:rsidRPr="00752102" w:rsidRDefault="0091410C" w:rsidP="00BD1064">
      <w:pPr>
        <w:pStyle w:val="Heading3"/>
        <w:jc w:val="center"/>
        <w:rPr>
          <w:b/>
          <w:szCs w:val="28"/>
        </w:rPr>
      </w:pPr>
      <w:r>
        <w:rPr>
          <w:b/>
          <w:szCs w:val="28"/>
        </w:rPr>
        <w:t xml:space="preserve">   </w:t>
      </w:r>
      <w:r w:rsidRPr="00752102">
        <w:rPr>
          <w:b/>
          <w:szCs w:val="28"/>
        </w:rPr>
        <w:t>ЧЕРНЯХІВСЬКА РАЙОННА РАДА</w:t>
      </w:r>
      <w:r>
        <w:rPr>
          <w:b/>
          <w:szCs w:val="28"/>
        </w:rPr>
        <w:t xml:space="preserve">      </w:t>
      </w:r>
    </w:p>
    <w:p w:rsidR="0091410C" w:rsidRDefault="0091410C" w:rsidP="00BD1064">
      <w:pPr>
        <w:pStyle w:val="Heading1"/>
        <w:spacing w:line="276" w:lineRule="auto"/>
        <w:jc w:val="center"/>
        <w:rPr>
          <w:b/>
          <w:sz w:val="32"/>
          <w:szCs w:val="32"/>
          <w:lang w:val="uk-UA"/>
        </w:rPr>
      </w:pPr>
      <w:r w:rsidRPr="00752102">
        <w:rPr>
          <w:b/>
          <w:sz w:val="32"/>
          <w:szCs w:val="32"/>
        </w:rPr>
        <w:t>Р І Ш Е Н Н Я</w:t>
      </w:r>
    </w:p>
    <w:p w:rsidR="0091410C" w:rsidRPr="00752102" w:rsidRDefault="0091410C" w:rsidP="00BD1064">
      <w:pPr>
        <w:rPr>
          <w:lang w:val="uk-UA"/>
        </w:rPr>
      </w:pPr>
    </w:p>
    <w:p w:rsidR="0091410C" w:rsidRPr="00B17C4B" w:rsidRDefault="0091410C" w:rsidP="00281782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Тридцять </w:t>
      </w:r>
      <w:r>
        <w:rPr>
          <w:sz w:val="28"/>
          <w:szCs w:val="28"/>
          <w:lang w:val="uk-UA"/>
        </w:rPr>
        <w:t xml:space="preserve">п’ята  </w:t>
      </w:r>
      <w:r w:rsidRPr="00B17C4B">
        <w:rPr>
          <w:sz w:val="28"/>
          <w:szCs w:val="28"/>
          <w:lang w:val="uk-UA"/>
        </w:rPr>
        <w:t xml:space="preserve">сесія                                      </w:t>
      </w:r>
      <w:r w:rsidRPr="007320E3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        </w:t>
      </w:r>
      <w:r w:rsidRPr="007320E3">
        <w:rPr>
          <w:sz w:val="28"/>
          <w:szCs w:val="28"/>
          <w:lang w:val="uk-UA"/>
        </w:rPr>
        <w:t xml:space="preserve">   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 скликання</w:t>
      </w:r>
    </w:p>
    <w:p w:rsidR="0091410C" w:rsidRPr="00B17C4B" w:rsidRDefault="0091410C" w:rsidP="002817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16 жовтня </w:t>
      </w:r>
      <w:r w:rsidRPr="00B17C4B">
        <w:rPr>
          <w:sz w:val="28"/>
          <w:szCs w:val="28"/>
          <w:lang w:val="uk-UA"/>
        </w:rPr>
        <w:t xml:space="preserve"> 2015 року</w:t>
      </w:r>
    </w:p>
    <w:p w:rsidR="0091410C" w:rsidRDefault="0091410C" w:rsidP="00BD1064">
      <w:pPr>
        <w:rPr>
          <w:sz w:val="28"/>
          <w:szCs w:val="28"/>
          <w:lang w:val="uk-UA"/>
        </w:rPr>
      </w:pPr>
    </w:p>
    <w:p w:rsidR="0091410C" w:rsidRDefault="0091410C" w:rsidP="00BD1064">
      <w:pPr>
        <w:ind w:left="-240" w:firstLine="60"/>
        <w:rPr>
          <w:sz w:val="28"/>
          <w:szCs w:val="28"/>
          <w:lang w:val="uk-UA"/>
        </w:rPr>
      </w:pPr>
      <w:r w:rsidRPr="00986C1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Про розгляд запиту депутата Невмержицького С.І.</w:t>
      </w:r>
    </w:p>
    <w:p w:rsidR="0091410C" w:rsidRDefault="0091410C" w:rsidP="00BD1064">
      <w:pPr>
        <w:rPr>
          <w:sz w:val="28"/>
          <w:szCs w:val="28"/>
          <w:lang w:val="uk-UA"/>
        </w:rPr>
      </w:pPr>
    </w:p>
    <w:p w:rsidR="0091410C" w:rsidRDefault="0091410C" w:rsidP="00BD1064">
      <w:pPr>
        <w:rPr>
          <w:sz w:val="28"/>
          <w:szCs w:val="28"/>
          <w:lang w:val="uk-UA"/>
        </w:rPr>
      </w:pPr>
    </w:p>
    <w:p w:rsidR="0091410C" w:rsidRDefault="0091410C" w:rsidP="00BD1064">
      <w:pPr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ст. 49 Закону України</w:t>
      </w:r>
      <w:r w:rsidRPr="004A0A64">
        <w:rPr>
          <w:sz w:val="28"/>
          <w:szCs w:val="28"/>
          <w:lang w:val="uk-UA"/>
        </w:rPr>
        <w:t xml:space="preserve"> “</w:t>
      </w:r>
      <w:r>
        <w:rPr>
          <w:sz w:val="28"/>
          <w:szCs w:val="28"/>
          <w:lang w:val="uk-UA"/>
        </w:rPr>
        <w:t xml:space="preserve"> Про місцеве самоврядування в Україні </w:t>
      </w:r>
      <w:r w:rsidRPr="004A0A64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, п.1 ст. 21 Закону України «Про статус депутатів місцевих рад </w:t>
      </w:r>
      <w:r w:rsidRPr="007D39C3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, заслухавши та обговоривши інформацію заступника голови</w:t>
      </w:r>
      <w:r w:rsidRPr="005E6D20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>Гибала О.Л.,   розглянувши відповідь  районної державної адміністрації  за</w:t>
      </w:r>
      <w:r w:rsidRPr="005704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BE1B42">
        <w:rPr>
          <w:sz w:val="28"/>
          <w:szCs w:val="28"/>
          <w:lang w:val="uk-UA"/>
        </w:rPr>
        <w:t xml:space="preserve"> 1827/2 </w:t>
      </w:r>
      <w:r>
        <w:rPr>
          <w:sz w:val="28"/>
          <w:szCs w:val="28"/>
          <w:lang w:val="uk-UA"/>
        </w:rPr>
        <w:t xml:space="preserve">від </w:t>
      </w:r>
      <w:r w:rsidRPr="00BE1B42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.10.2015</w:t>
      </w:r>
      <w:r w:rsidRPr="00706A8F">
        <w:rPr>
          <w:sz w:val="28"/>
          <w:szCs w:val="28"/>
          <w:lang w:val="uk-UA"/>
        </w:rPr>
        <w:t>року</w:t>
      </w:r>
      <w:r>
        <w:rPr>
          <w:sz w:val="28"/>
          <w:szCs w:val="28"/>
          <w:lang w:val="uk-UA"/>
        </w:rPr>
        <w:t xml:space="preserve"> щодо розгляду запиту депутата   </w:t>
      </w:r>
      <w:r w:rsidRPr="00CA3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Невмержицького С.І., враховуючи рекомендації постійної комісії районної ради з питань агропромислового розвитку, земельних відносин та екології, районна рада  </w:t>
      </w:r>
    </w:p>
    <w:p w:rsidR="0091410C" w:rsidRDefault="0091410C" w:rsidP="00BD1064">
      <w:pPr>
        <w:ind w:left="360"/>
        <w:jc w:val="both"/>
        <w:rPr>
          <w:sz w:val="28"/>
          <w:szCs w:val="28"/>
          <w:lang w:val="uk-UA"/>
        </w:rPr>
      </w:pPr>
    </w:p>
    <w:p w:rsidR="0091410C" w:rsidRDefault="0091410C" w:rsidP="00BD1064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91410C" w:rsidRPr="00DC092F" w:rsidRDefault="0091410C" w:rsidP="00FC7B37">
      <w:pPr>
        <w:pStyle w:val="ListParagraph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DC092F">
        <w:rPr>
          <w:sz w:val="28"/>
          <w:szCs w:val="28"/>
          <w:lang w:val="uk-UA"/>
        </w:rPr>
        <w:t>Інформацію заступника голови районної ради Гибала О.Л. щодо  розгляду запиту депутата Невмержицького С.І.  прийняти до відома.</w:t>
      </w:r>
    </w:p>
    <w:p w:rsidR="0091410C" w:rsidRPr="00DC092F" w:rsidRDefault="0091410C" w:rsidP="00E33544">
      <w:pPr>
        <w:pStyle w:val="ListParagraph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DC092F">
        <w:rPr>
          <w:sz w:val="28"/>
          <w:szCs w:val="28"/>
          <w:lang w:val="uk-UA"/>
        </w:rPr>
        <w:t xml:space="preserve">Продовжити термін розгляду депутатського запиту. </w:t>
      </w:r>
    </w:p>
    <w:p w:rsidR="0091410C" w:rsidRPr="00DC092F" w:rsidRDefault="0091410C" w:rsidP="00DC092F">
      <w:pPr>
        <w:ind w:left="567" w:hanging="567"/>
        <w:jc w:val="both"/>
        <w:rPr>
          <w:sz w:val="28"/>
          <w:szCs w:val="28"/>
          <w:lang w:val="uk-UA"/>
        </w:rPr>
      </w:pPr>
      <w:r w:rsidRPr="00DC092F">
        <w:rPr>
          <w:sz w:val="28"/>
          <w:szCs w:val="28"/>
          <w:lang w:val="uk-UA"/>
        </w:rPr>
        <w:t xml:space="preserve">     3.Рекомендувати  районній державній адміністрації про хід виконання даного депутатського запиту   проінформувати на наступній сесії районної ради.</w:t>
      </w:r>
    </w:p>
    <w:p w:rsidR="0091410C" w:rsidRPr="00DC092F" w:rsidRDefault="0091410C" w:rsidP="00FC7B37">
      <w:pPr>
        <w:pStyle w:val="ListParagraph"/>
        <w:ind w:left="709" w:hanging="283"/>
        <w:jc w:val="both"/>
        <w:rPr>
          <w:sz w:val="28"/>
          <w:szCs w:val="28"/>
          <w:lang w:val="uk-UA"/>
        </w:rPr>
      </w:pPr>
      <w:r w:rsidRPr="00DC092F">
        <w:rPr>
          <w:sz w:val="28"/>
          <w:szCs w:val="28"/>
          <w:lang w:val="uk-UA"/>
        </w:rPr>
        <w:t xml:space="preserve">4.Контроль за виконанням даного рішення покласти на постійну    комісію районної ради з питань агропромислового розвитку, земельних відносин та екології. </w:t>
      </w:r>
    </w:p>
    <w:p w:rsidR="0091410C" w:rsidRPr="00DC092F" w:rsidRDefault="0091410C" w:rsidP="00FC7B37">
      <w:pPr>
        <w:tabs>
          <w:tab w:val="num" w:pos="0"/>
        </w:tabs>
        <w:ind w:firstLine="426"/>
        <w:jc w:val="both"/>
        <w:rPr>
          <w:sz w:val="28"/>
          <w:szCs w:val="28"/>
          <w:lang w:val="uk-UA"/>
        </w:rPr>
      </w:pPr>
    </w:p>
    <w:p w:rsidR="0091410C" w:rsidRPr="00E37BEA" w:rsidRDefault="0091410C" w:rsidP="00BD1064">
      <w:pPr>
        <w:tabs>
          <w:tab w:val="num" w:pos="0"/>
        </w:tabs>
        <w:jc w:val="both"/>
        <w:rPr>
          <w:sz w:val="28"/>
          <w:szCs w:val="28"/>
          <w:lang w:val="uk-UA"/>
        </w:rPr>
      </w:pPr>
    </w:p>
    <w:p w:rsidR="0091410C" w:rsidRDefault="0091410C" w:rsidP="00BD10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ради                                                                             В.Р.Троценко </w:t>
      </w:r>
    </w:p>
    <w:p w:rsidR="0091410C" w:rsidRDefault="0091410C" w:rsidP="00BD1064">
      <w:pPr>
        <w:rPr>
          <w:sz w:val="28"/>
          <w:szCs w:val="28"/>
          <w:lang w:val="uk-UA"/>
        </w:rPr>
      </w:pPr>
    </w:p>
    <w:p w:rsidR="0091410C" w:rsidRPr="007F68F5" w:rsidRDefault="0091410C" w:rsidP="00BD1064">
      <w:pPr>
        <w:rPr>
          <w:lang w:val="uk-UA"/>
        </w:rPr>
      </w:pPr>
    </w:p>
    <w:p w:rsidR="0091410C" w:rsidRDefault="0091410C" w:rsidP="00BD1064"/>
    <w:p w:rsidR="0091410C" w:rsidRDefault="0091410C" w:rsidP="00BD1064">
      <w:pPr>
        <w:rPr>
          <w:lang w:val="uk-UA"/>
        </w:rPr>
      </w:pPr>
    </w:p>
    <w:p w:rsidR="0091410C" w:rsidRDefault="0091410C" w:rsidP="00BD1064">
      <w:pPr>
        <w:rPr>
          <w:lang w:val="uk-UA"/>
        </w:rPr>
      </w:pPr>
    </w:p>
    <w:p w:rsidR="0091410C" w:rsidRDefault="0091410C" w:rsidP="00BD1064">
      <w:pPr>
        <w:rPr>
          <w:lang w:val="uk-UA"/>
        </w:rPr>
      </w:pPr>
    </w:p>
    <w:p w:rsidR="0091410C" w:rsidRDefault="0091410C" w:rsidP="00BD1064">
      <w:pPr>
        <w:rPr>
          <w:lang w:val="uk-UA"/>
        </w:rPr>
      </w:pPr>
    </w:p>
    <w:p w:rsidR="0091410C" w:rsidRPr="00BD1064" w:rsidRDefault="0091410C">
      <w:pPr>
        <w:rPr>
          <w:lang w:val="uk-UA"/>
        </w:rPr>
      </w:pPr>
    </w:p>
    <w:sectPr w:rsidR="0091410C" w:rsidRPr="00BD1064" w:rsidSect="007836E1">
      <w:pgSz w:w="11906" w:h="16838"/>
      <w:pgMar w:top="284" w:right="851" w:bottom="142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544AB"/>
    <w:multiLevelType w:val="hybridMultilevel"/>
    <w:tmpl w:val="3474B444"/>
    <w:lvl w:ilvl="0" w:tplc="9BC4555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0B65557"/>
    <w:multiLevelType w:val="hybridMultilevel"/>
    <w:tmpl w:val="B43A8E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1064"/>
    <w:rsid w:val="000E73E9"/>
    <w:rsid w:val="00173651"/>
    <w:rsid w:val="00195E2F"/>
    <w:rsid w:val="001A31FD"/>
    <w:rsid w:val="00250DA2"/>
    <w:rsid w:val="00281782"/>
    <w:rsid w:val="002D7C37"/>
    <w:rsid w:val="003F1CC3"/>
    <w:rsid w:val="003F57FD"/>
    <w:rsid w:val="00415B9A"/>
    <w:rsid w:val="004460DD"/>
    <w:rsid w:val="00446BBB"/>
    <w:rsid w:val="004A0A64"/>
    <w:rsid w:val="005340DA"/>
    <w:rsid w:val="00570435"/>
    <w:rsid w:val="005E6D20"/>
    <w:rsid w:val="0063297D"/>
    <w:rsid w:val="00676B72"/>
    <w:rsid w:val="00706A8F"/>
    <w:rsid w:val="007320E3"/>
    <w:rsid w:val="00752102"/>
    <w:rsid w:val="00776C00"/>
    <w:rsid w:val="007836E1"/>
    <w:rsid w:val="007D39C3"/>
    <w:rsid w:val="007F68F5"/>
    <w:rsid w:val="00800FBA"/>
    <w:rsid w:val="00816C6C"/>
    <w:rsid w:val="00833176"/>
    <w:rsid w:val="0087580A"/>
    <w:rsid w:val="008B7E0E"/>
    <w:rsid w:val="008C5625"/>
    <w:rsid w:val="0090629F"/>
    <w:rsid w:val="0091410C"/>
    <w:rsid w:val="00935EC5"/>
    <w:rsid w:val="00986C12"/>
    <w:rsid w:val="009C0932"/>
    <w:rsid w:val="00A21A81"/>
    <w:rsid w:val="00B17C4B"/>
    <w:rsid w:val="00B210BA"/>
    <w:rsid w:val="00B574E6"/>
    <w:rsid w:val="00B75009"/>
    <w:rsid w:val="00BD1064"/>
    <w:rsid w:val="00BE1B42"/>
    <w:rsid w:val="00CA3D60"/>
    <w:rsid w:val="00D5053C"/>
    <w:rsid w:val="00D93CD1"/>
    <w:rsid w:val="00DC092F"/>
    <w:rsid w:val="00E33544"/>
    <w:rsid w:val="00E37BEA"/>
    <w:rsid w:val="00E60610"/>
    <w:rsid w:val="00E9124D"/>
    <w:rsid w:val="00F12412"/>
    <w:rsid w:val="00F52782"/>
    <w:rsid w:val="00FC7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06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D1064"/>
    <w:pPr>
      <w:keepNext/>
      <w:outlineLvl w:val="0"/>
    </w:pPr>
    <w:rPr>
      <w:sz w:val="4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D1064"/>
    <w:pPr>
      <w:keepNext/>
      <w:outlineLvl w:val="2"/>
    </w:pPr>
    <w:rPr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D106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D1064"/>
    <w:rPr>
      <w:rFonts w:ascii="Times New Roman" w:hAnsi="Times New Roman" w:cs="Times New Roman"/>
      <w:sz w:val="24"/>
      <w:szCs w:val="24"/>
      <w:lang w:val="uk-UA" w:eastAsia="ru-RU"/>
    </w:rPr>
  </w:style>
  <w:style w:type="paragraph" w:styleId="Caption">
    <w:name w:val="caption"/>
    <w:basedOn w:val="Normal"/>
    <w:next w:val="Normal"/>
    <w:uiPriority w:val="99"/>
    <w:qFormat/>
    <w:rsid w:val="00BD1064"/>
    <w:pPr>
      <w:jc w:val="center"/>
    </w:pPr>
    <w:rPr>
      <w:b/>
      <w:bCs/>
      <w:sz w:val="36"/>
      <w:lang w:val="uk-UA"/>
    </w:rPr>
  </w:style>
  <w:style w:type="paragraph" w:styleId="ListParagraph">
    <w:name w:val="List Paragraph"/>
    <w:basedOn w:val="Normal"/>
    <w:uiPriority w:val="99"/>
    <w:qFormat/>
    <w:rsid w:val="00BD1064"/>
    <w:pPr>
      <w:ind w:left="720"/>
      <w:contextualSpacing/>
    </w:pPr>
  </w:style>
  <w:style w:type="paragraph" w:styleId="NoSpacing">
    <w:name w:val="No Spacing"/>
    <w:uiPriority w:val="99"/>
    <w:qFormat/>
    <w:rsid w:val="00BD1064"/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D10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D106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1</Pages>
  <Words>1006</Words>
  <Characters>574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22</cp:revision>
  <cp:lastPrinted>2015-10-15T13:50:00Z</cp:lastPrinted>
  <dcterms:created xsi:type="dcterms:W3CDTF">2015-05-28T09:12:00Z</dcterms:created>
  <dcterms:modified xsi:type="dcterms:W3CDTF">2015-10-23T12:56:00Z</dcterms:modified>
</cp:coreProperties>
</file>