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33" w:rsidRPr="002172E6" w:rsidRDefault="00705233" w:rsidP="00186B95">
      <w:pPr>
        <w:tabs>
          <w:tab w:val="left" w:pos="357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7.25pt;visibility:visible">
            <v:imagedata r:id="rId5" o:title=""/>
          </v:shape>
        </w:pict>
      </w:r>
    </w:p>
    <w:p w:rsidR="00705233" w:rsidRPr="00F135C7" w:rsidRDefault="00705233" w:rsidP="00186B95">
      <w:pPr>
        <w:pStyle w:val="Heading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F135C7">
        <w:rPr>
          <w:sz w:val="28"/>
          <w:szCs w:val="28"/>
          <w:lang w:val="uk-UA"/>
        </w:rPr>
        <w:t>ЧЕРНЯХІВСЬКА РАЙОННА РАДА</w:t>
      </w:r>
    </w:p>
    <w:p w:rsidR="00705233" w:rsidRPr="00F135C7" w:rsidRDefault="00705233" w:rsidP="00186B95">
      <w:pPr>
        <w:pStyle w:val="Heading1"/>
        <w:tabs>
          <w:tab w:val="left" w:pos="3570"/>
        </w:tabs>
        <w:jc w:val="center"/>
        <w:rPr>
          <w:b w:val="0"/>
          <w:bCs w:val="0"/>
          <w:sz w:val="28"/>
          <w:szCs w:val="28"/>
        </w:rPr>
      </w:pPr>
      <w:r w:rsidRPr="00F135C7">
        <w:rPr>
          <w:b w:val="0"/>
          <w:bCs w:val="0"/>
          <w:sz w:val="28"/>
          <w:szCs w:val="28"/>
        </w:rPr>
        <w:t>Р О З П О Р Я Д Ж Е Н Н Я</w:t>
      </w:r>
    </w:p>
    <w:p w:rsidR="00705233" w:rsidRPr="00F135C7" w:rsidRDefault="00705233" w:rsidP="00186B95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r w:rsidRPr="00F135C7">
        <w:rPr>
          <w:b/>
          <w:bCs/>
          <w:sz w:val="28"/>
          <w:szCs w:val="28"/>
        </w:rPr>
        <w:t>голови</w:t>
      </w:r>
      <w:r w:rsidRPr="00F135C7">
        <w:rPr>
          <w:b/>
          <w:bCs/>
          <w:sz w:val="28"/>
          <w:szCs w:val="28"/>
          <w:lang w:val="uk-UA"/>
        </w:rPr>
        <w:t xml:space="preserve"> районної ради</w:t>
      </w:r>
    </w:p>
    <w:p w:rsidR="00705233" w:rsidRPr="002172E6" w:rsidRDefault="00705233" w:rsidP="00186B95">
      <w:pPr>
        <w:tabs>
          <w:tab w:val="left" w:pos="3570"/>
        </w:tabs>
        <w:jc w:val="center"/>
        <w:rPr>
          <w:b/>
          <w:bCs/>
          <w:lang w:val="uk-UA"/>
        </w:rPr>
      </w:pPr>
    </w:p>
    <w:p w:rsidR="00705233" w:rsidRPr="002172E6" w:rsidRDefault="00705233" w:rsidP="00186B95">
      <w:pPr>
        <w:tabs>
          <w:tab w:val="left" w:pos="3570"/>
        </w:tabs>
        <w:rPr>
          <w:lang w:val="uk-UA"/>
        </w:rPr>
      </w:pPr>
      <w:r w:rsidRPr="002172E6">
        <w:rPr>
          <w:lang w:val="uk-UA"/>
        </w:rPr>
        <w:t xml:space="preserve">від   </w:t>
      </w:r>
      <w:r>
        <w:rPr>
          <w:lang w:val="uk-UA"/>
        </w:rPr>
        <w:t xml:space="preserve">11.11. </w:t>
      </w:r>
      <w:r w:rsidRPr="002172E6">
        <w:rPr>
          <w:lang w:val="uk-UA"/>
        </w:rPr>
        <w:t xml:space="preserve">2011 року № </w:t>
      </w:r>
      <w:r>
        <w:rPr>
          <w:lang w:val="uk-UA"/>
        </w:rPr>
        <w:t>32</w:t>
      </w:r>
    </w:p>
    <w:p w:rsidR="00705233" w:rsidRPr="002172E6" w:rsidRDefault="00705233" w:rsidP="00186B95">
      <w:pPr>
        <w:tabs>
          <w:tab w:val="left" w:pos="3570"/>
        </w:tabs>
        <w:rPr>
          <w:lang w:val="uk-UA"/>
        </w:rPr>
      </w:pPr>
    </w:p>
    <w:p w:rsidR="00705233" w:rsidRPr="002172E6" w:rsidRDefault="00705233" w:rsidP="00186B95">
      <w:pPr>
        <w:tabs>
          <w:tab w:val="left" w:pos="3570"/>
        </w:tabs>
        <w:rPr>
          <w:lang w:val="uk-UA"/>
        </w:rPr>
      </w:pPr>
      <w:r w:rsidRPr="002172E6">
        <w:rPr>
          <w:lang w:val="uk-UA"/>
        </w:rPr>
        <w:t>Про скликання восьмої сесії</w:t>
      </w:r>
    </w:p>
    <w:p w:rsidR="00705233" w:rsidRPr="002172E6" w:rsidRDefault="00705233" w:rsidP="00186B95">
      <w:pPr>
        <w:tabs>
          <w:tab w:val="left" w:pos="3570"/>
        </w:tabs>
        <w:rPr>
          <w:lang w:val="uk-UA"/>
        </w:rPr>
      </w:pPr>
      <w:r w:rsidRPr="002172E6">
        <w:rPr>
          <w:lang w:val="uk-UA"/>
        </w:rPr>
        <w:t>районної ради V</w:t>
      </w:r>
      <w:r w:rsidRPr="002172E6">
        <w:rPr>
          <w:lang w:val="en-US"/>
        </w:rPr>
        <w:t>I</w:t>
      </w:r>
      <w:r w:rsidRPr="002172E6">
        <w:rPr>
          <w:lang w:val="uk-UA"/>
        </w:rPr>
        <w:t xml:space="preserve"> скликання</w:t>
      </w:r>
    </w:p>
    <w:p w:rsidR="00705233" w:rsidRPr="002172E6" w:rsidRDefault="00705233" w:rsidP="00186B95">
      <w:pPr>
        <w:tabs>
          <w:tab w:val="left" w:pos="3570"/>
        </w:tabs>
        <w:rPr>
          <w:lang w:val="uk-UA"/>
        </w:rPr>
      </w:pPr>
    </w:p>
    <w:p w:rsidR="00705233" w:rsidRPr="002172E6" w:rsidRDefault="00705233" w:rsidP="002172E6">
      <w:pPr>
        <w:pStyle w:val="BodyTextIndent"/>
        <w:tabs>
          <w:tab w:val="left" w:pos="3570"/>
        </w:tabs>
        <w:ind w:left="0"/>
        <w:jc w:val="both"/>
      </w:pPr>
      <w:r w:rsidRPr="002172E6">
        <w:t xml:space="preserve">         Відповідно до ст.  46 Закону України «Про місцеве самоврядування в Україні” скликати </w:t>
      </w:r>
      <w:r w:rsidRPr="002172E6">
        <w:rPr>
          <w:lang w:val="uk-UA"/>
        </w:rPr>
        <w:t xml:space="preserve">восьму   </w:t>
      </w:r>
      <w:r w:rsidRPr="002172E6">
        <w:t>сесію районної ради V</w:t>
      </w:r>
      <w:r w:rsidRPr="002172E6">
        <w:rPr>
          <w:lang w:val="en-US"/>
        </w:rPr>
        <w:t>I</w:t>
      </w:r>
      <w:r w:rsidRPr="002172E6">
        <w:t xml:space="preserve"> скликання </w:t>
      </w:r>
      <w:r w:rsidRPr="002172E6">
        <w:rPr>
          <w:lang w:val="uk-UA"/>
        </w:rPr>
        <w:t xml:space="preserve"> 16 грудня  </w:t>
      </w:r>
      <w:r w:rsidRPr="002172E6">
        <w:t xml:space="preserve"> 201</w:t>
      </w:r>
      <w:r w:rsidRPr="002172E6">
        <w:rPr>
          <w:lang w:val="uk-UA"/>
        </w:rPr>
        <w:t>1</w:t>
      </w:r>
      <w:r w:rsidRPr="002172E6">
        <w:t xml:space="preserve"> року о 10.00 годині у великій залі засідань районної ради.</w:t>
      </w:r>
    </w:p>
    <w:p w:rsidR="00705233" w:rsidRPr="002172E6" w:rsidRDefault="00705233" w:rsidP="00186B95">
      <w:pPr>
        <w:pStyle w:val="BodyTextIndent"/>
        <w:tabs>
          <w:tab w:val="left" w:pos="3570"/>
        </w:tabs>
        <w:ind w:left="0"/>
        <w:rPr>
          <w:u w:val="single"/>
          <w:lang w:val="uk-UA"/>
        </w:rPr>
      </w:pPr>
      <w:r w:rsidRPr="002172E6">
        <w:rPr>
          <w:u w:val="single"/>
        </w:rPr>
        <w:t>І. На розгляд сесії винести такі питання: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rPr>
          <w:lang w:val="uk-UA"/>
        </w:rPr>
        <w:t xml:space="preserve">Звіт голови районної ради </w:t>
      </w:r>
      <w:r w:rsidRPr="002172E6">
        <w:t>за період</w:t>
      </w:r>
      <w:r w:rsidRPr="002172E6">
        <w:rPr>
          <w:lang w:val="uk-UA"/>
        </w:rPr>
        <w:t xml:space="preserve"> </w:t>
      </w:r>
      <w:r w:rsidRPr="002172E6">
        <w:t xml:space="preserve"> роботи з </w:t>
      </w:r>
      <w:r w:rsidRPr="002172E6">
        <w:rPr>
          <w:lang w:val="uk-UA"/>
        </w:rPr>
        <w:t>16</w:t>
      </w:r>
      <w:r w:rsidRPr="002172E6">
        <w:t>.</w:t>
      </w:r>
      <w:r w:rsidRPr="002172E6">
        <w:rPr>
          <w:lang w:val="uk-UA"/>
        </w:rPr>
        <w:t>11</w:t>
      </w:r>
      <w:r w:rsidRPr="002172E6">
        <w:t>.20</w:t>
      </w:r>
      <w:r w:rsidRPr="002172E6">
        <w:rPr>
          <w:lang w:val="uk-UA"/>
        </w:rPr>
        <w:t xml:space="preserve">10 </w:t>
      </w:r>
      <w:r w:rsidRPr="002172E6">
        <w:t xml:space="preserve"> року по</w:t>
      </w:r>
      <w:r w:rsidRPr="002172E6">
        <w:rPr>
          <w:lang w:val="uk-UA"/>
        </w:rPr>
        <w:t xml:space="preserve"> 16.12.2011 </w:t>
      </w:r>
      <w:r w:rsidRPr="002172E6">
        <w:t xml:space="preserve"> року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rPr>
          <w:lang w:val="uk-UA"/>
        </w:rPr>
        <w:t>Про Програму економічного і соціального розвитку району  на 2012 рік.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bCs/>
          <w:lang w:val="uk-UA"/>
        </w:rPr>
      </w:pPr>
      <w:r w:rsidRPr="002172E6">
        <w:rPr>
          <w:bCs/>
          <w:lang w:val="uk-UA"/>
        </w:rPr>
        <w:t>Бюджетні питання: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. Про затвердження районного  бюджету на 2012 рік.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Про затвердження звіту про виконання районного бюджету за 9 місяців  2011 року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Про затвердження звіту про використання коштів резервного  фонду районного  бюджету за 9 місяців 2011 року.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Про затвердження розпоряджень голови районної державної адміністрації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Про внесення змін до</w:t>
      </w:r>
      <w:r w:rsidRPr="002172E6">
        <w:t xml:space="preserve"> </w:t>
      </w:r>
      <w:r w:rsidRPr="002172E6">
        <w:rPr>
          <w:lang w:val="uk-UA"/>
        </w:rPr>
        <w:t>районного бюджету на 2011 рік.</w:t>
      </w:r>
    </w:p>
    <w:p w:rsidR="00705233" w:rsidRPr="002172E6" w:rsidRDefault="00705233" w:rsidP="002172E6">
      <w:pPr>
        <w:pStyle w:val="ListParagraph"/>
        <w:numPr>
          <w:ilvl w:val="1"/>
          <w:numId w:val="2"/>
        </w:numPr>
        <w:spacing w:before="120"/>
        <w:jc w:val="both"/>
        <w:rPr>
          <w:lang w:val="uk-UA"/>
        </w:rPr>
      </w:pPr>
      <w:r w:rsidRPr="002172E6">
        <w:rPr>
          <w:lang w:val="uk-UA"/>
        </w:rPr>
        <w:t>.Про виділення коштів з районного бюджету на матеріальну допомогу.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t>Про Програму розвитку агропромислового комплексу Черняхівського району на 2011-2015 роки</w:t>
      </w:r>
      <w:r w:rsidRPr="002172E6">
        <w:rPr>
          <w:lang w:val="uk-UA"/>
        </w:rPr>
        <w:t>.</w:t>
      </w:r>
    </w:p>
    <w:p w:rsidR="00705233" w:rsidRPr="002172E6" w:rsidRDefault="00705233" w:rsidP="002172E6">
      <w:pPr>
        <w:pStyle w:val="BodyText"/>
        <w:numPr>
          <w:ilvl w:val="0"/>
          <w:numId w:val="2"/>
        </w:numPr>
        <w:spacing w:after="0"/>
        <w:ind w:right="22"/>
        <w:rPr>
          <w:bCs/>
          <w:lang w:val="uk-UA"/>
        </w:rPr>
      </w:pPr>
      <w:r w:rsidRPr="002172E6">
        <w:rPr>
          <w:bCs/>
          <w:lang w:val="uk-UA"/>
        </w:rPr>
        <w:t xml:space="preserve">Про районну Програму  зайнятості населення на 2012-2013 роки 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t xml:space="preserve">Про хід виконання рішення 2 сесії районної ради </w:t>
      </w:r>
      <w:r w:rsidRPr="002172E6">
        <w:rPr>
          <w:lang w:val="en-US"/>
        </w:rPr>
        <w:t>VI</w:t>
      </w:r>
      <w:r w:rsidRPr="002172E6">
        <w:t xml:space="preserve"> скликання  від 17.12.2010 року « Про Комплексну програму підтримки малого підприємництва на 2011-2012 роки»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t>Про хід виконання рішення</w:t>
      </w:r>
      <w:r w:rsidRPr="002172E6">
        <w:rPr>
          <w:lang w:val="uk-UA"/>
        </w:rPr>
        <w:t xml:space="preserve">  18   сесії районної ради  </w:t>
      </w:r>
      <w:r w:rsidRPr="002172E6">
        <w:rPr>
          <w:lang w:val="en-US"/>
        </w:rPr>
        <w:t>IV</w:t>
      </w:r>
      <w:r w:rsidRPr="002172E6">
        <w:t xml:space="preserve"> </w:t>
      </w:r>
      <w:r w:rsidRPr="002172E6">
        <w:rPr>
          <w:lang w:val="uk-UA"/>
        </w:rPr>
        <w:t xml:space="preserve"> скликання  від      15.07.2005 року «Питна вода Черняхівщини на період 2005-2020 років»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2172E6">
        <w:t>Про хід виконання рішення</w:t>
      </w:r>
      <w:r w:rsidRPr="002172E6">
        <w:rPr>
          <w:lang w:val="uk-UA"/>
        </w:rPr>
        <w:t xml:space="preserve">  15   сесії районної ради</w:t>
      </w:r>
      <w:r w:rsidRPr="002172E6">
        <w:t xml:space="preserve"> </w:t>
      </w:r>
      <w:r w:rsidRPr="002172E6">
        <w:rPr>
          <w:lang w:val="en-US"/>
        </w:rPr>
        <w:t>V</w:t>
      </w:r>
      <w:r w:rsidRPr="002172E6">
        <w:rPr>
          <w:lang w:val="uk-UA"/>
        </w:rPr>
        <w:t xml:space="preserve">  скликання від 21.11.2008 року  «</w:t>
      </w:r>
      <w:r w:rsidRPr="002172E6">
        <w:t>Про  комплексну Програму екологічного оздоровлення району та захисту  навколишнього природного середовища на 2008-2012 роки</w:t>
      </w:r>
      <w:r w:rsidRPr="002172E6">
        <w:rPr>
          <w:lang w:val="uk-UA"/>
        </w:rPr>
        <w:t>»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2172E6">
        <w:t>Про хід виконання рішення</w:t>
      </w:r>
      <w:r w:rsidRPr="002172E6">
        <w:rPr>
          <w:lang w:val="uk-UA"/>
        </w:rPr>
        <w:t xml:space="preserve"> 10 сесії районної ради від 12.10.2007 року   «Комплексна програми розвитку земельних відносин та охорони земель в Черняхівському районі на 2007-2015 роки».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rPr>
          <w:lang w:val="uk-UA"/>
        </w:rPr>
        <w:t xml:space="preserve">Про хід виконання рішення   17 сесії районної ради   </w:t>
      </w:r>
      <w:r w:rsidRPr="002172E6">
        <w:rPr>
          <w:lang w:val="en-US"/>
        </w:rPr>
        <w:t>V</w:t>
      </w:r>
      <w:r w:rsidRPr="002172E6">
        <w:rPr>
          <w:lang w:val="uk-UA"/>
        </w:rPr>
        <w:t xml:space="preserve">  скликання 10.04.2009 року « Програми забезпечення профілактики ВІЛ-інфекції, лікування, догляду та підтримки ВІЛ- інфікованих та хворих на СНІД «на 2009-2013 роки</w:t>
      </w:r>
    </w:p>
    <w:p w:rsidR="00705233" w:rsidRPr="002172E6" w:rsidRDefault="00705233" w:rsidP="002172E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2172E6">
        <w:rPr>
          <w:rFonts w:ascii="Times New Roman" w:hAnsi="Times New Roman"/>
          <w:sz w:val="24"/>
          <w:szCs w:val="24"/>
          <w:lang w:val="uk-UA"/>
        </w:rPr>
        <w:t>Про комплексну Програму розвитку місцевого самоврядування  в Черняхівському  районі  на  2011 -  2015  роки</w:t>
      </w:r>
    </w:p>
    <w:p w:rsidR="00705233" w:rsidRPr="002172E6" w:rsidRDefault="00705233" w:rsidP="002172E6">
      <w:pPr>
        <w:pStyle w:val="ListParagraph"/>
        <w:numPr>
          <w:ilvl w:val="0"/>
          <w:numId w:val="2"/>
        </w:numPr>
        <w:spacing w:line="276" w:lineRule="auto"/>
        <w:rPr>
          <w:lang w:val="uk-UA"/>
        </w:rPr>
      </w:pPr>
      <w:r w:rsidRPr="002172E6">
        <w:rPr>
          <w:lang w:val="uk-UA"/>
        </w:rPr>
        <w:t xml:space="preserve">План роботи районної ради на  </w:t>
      </w:r>
      <w:r w:rsidRPr="002172E6">
        <w:rPr>
          <w:lang w:val="en-US"/>
        </w:rPr>
        <w:t>I</w:t>
      </w:r>
      <w:r w:rsidRPr="002172E6">
        <w:t xml:space="preserve"> </w:t>
      </w:r>
      <w:r w:rsidRPr="002172E6">
        <w:rPr>
          <w:lang w:val="uk-UA"/>
        </w:rPr>
        <w:t xml:space="preserve"> півріччя 2012 року</w:t>
      </w:r>
    </w:p>
    <w:p w:rsidR="00705233" w:rsidRPr="002172E6" w:rsidRDefault="00705233" w:rsidP="002172E6">
      <w:pPr>
        <w:rPr>
          <w:bCs/>
          <w:lang w:val="uk-UA"/>
        </w:rPr>
      </w:pPr>
      <w:r w:rsidRPr="002172E6">
        <w:rPr>
          <w:bCs/>
          <w:lang w:val="uk-UA"/>
        </w:rPr>
        <w:t xml:space="preserve">    13.Земельні питання.</w:t>
      </w:r>
    </w:p>
    <w:p w:rsidR="00705233" w:rsidRPr="002172E6" w:rsidRDefault="00705233" w:rsidP="00186B95">
      <w:pPr>
        <w:rPr>
          <w:bCs/>
          <w:lang w:val="uk-UA"/>
        </w:rPr>
      </w:pPr>
      <w:r w:rsidRPr="002172E6">
        <w:rPr>
          <w:bCs/>
          <w:lang w:val="uk-UA"/>
        </w:rPr>
        <w:t xml:space="preserve">    14.Питання комунальної власності.</w:t>
      </w:r>
    </w:p>
    <w:p w:rsidR="00705233" w:rsidRPr="002172E6" w:rsidRDefault="00705233" w:rsidP="00186B95">
      <w:pPr>
        <w:jc w:val="both"/>
        <w:rPr>
          <w:lang w:val="uk-UA"/>
        </w:rPr>
      </w:pPr>
      <w:r w:rsidRPr="002172E6">
        <w:rPr>
          <w:lang w:val="uk-UA"/>
        </w:rPr>
        <w:t xml:space="preserve">    15.Різне.</w:t>
      </w:r>
    </w:p>
    <w:p w:rsidR="00705233" w:rsidRPr="002172E6" w:rsidRDefault="00705233" w:rsidP="002172E6">
      <w:pPr>
        <w:pStyle w:val="BodyTextIndent"/>
        <w:tabs>
          <w:tab w:val="left" w:pos="3570"/>
        </w:tabs>
        <w:ind w:left="360" w:hanging="360"/>
        <w:jc w:val="both"/>
        <w:rPr>
          <w:lang w:val="uk-UA"/>
        </w:rPr>
      </w:pPr>
      <w:r w:rsidRPr="002172E6">
        <w:rPr>
          <w:lang w:val="uk-UA"/>
        </w:rPr>
        <w:t>ІІ. На сесію запросити депутатів обласної ради від району, сільських, селищних голів, голову райдержадміністрації та його заступників, начальників відділів і управлінь райдержадміністрації, керівників підприємств, установ і організацій усіх форм власності.</w:t>
      </w:r>
    </w:p>
    <w:p w:rsidR="00705233" w:rsidRPr="002172E6" w:rsidRDefault="00705233" w:rsidP="002172E6">
      <w:pPr>
        <w:pStyle w:val="BodyTextIndent"/>
        <w:tabs>
          <w:tab w:val="left" w:pos="3570"/>
        </w:tabs>
        <w:ind w:left="0"/>
        <w:rPr>
          <w:lang w:val="uk-UA"/>
        </w:rPr>
      </w:pPr>
      <w:r w:rsidRPr="002172E6">
        <w:rPr>
          <w:lang w:val="uk-UA"/>
        </w:rPr>
        <w:t xml:space="preserve"> Г</w:t>
      </w:r>
      <w:r w:rsidRPr="002172E6">
        <w:t>олов</w:t>
      </w:r>
      <w:r w:rsidRPr="002172E6">
        <w:rPr>
          <w:lang w:val="uk-UA"/>
        </w:rPr>
        <w:t>а</w:t>
      </w:r>
      <w:r w:rsidRPr="002172E6">
        <w:t xml:space="preserve"> ради                                             </w:t>
      </w:r>
      <w:r w:rsidRPr="002172E6">
        <w:rPr>
          <w:lang w:val="uk-UA"/>
        </w:rPr>
        <w:t xml:space="preserve">                              Н.І.Рибак</w:t>
      </w:r>
    </w:p>
    <w:sectPr w:rsidR="00705233" w:rsidRPr="002172E6" w:rsidSect="002172E6">
      <w:pgSz w:w="11906" w:h="16838"/>
      <w:pgMar w:top="18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96C3B"/>
    <w:multiLevelType w:val="multilevel"/>
    <w:tmpl w:val="C9B818B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65D13F91"/>
    <w:multiLevelType w:val="multilevel"/>
    <w:tmpl w:val="33E89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59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1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7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B95"/>
    <w:rsid w:val="00186B95"/>
    <w:rsid w:val="002172E6"/>
    <w:rsid w:val="00334CFF"/>
    <w:rsid w:val="00423AA0"/>
    <w:rsid w:val="004E0E7E"/>
    <w:rsid w:val="00627F3C"/>
    <w:rsid w:val="006D33DF"/>
    <w:rsid w:val="00705233"/>
    <w:rsid w:val="008E08F2"/>
    <w:rsid w:val="00A427AE"/>
    <w:rsid w:val="00C1102D"/>
    <w:rsid w:val="00D71F9B"/>
    <w:rsid w:val="00D920EA"/>
    <w:rsid w:val="00DC5CC4"/>
    <w:rsid w:val="00EE65BC"/>
    <w:rsid w:val="00F135C7"/>
    <w:rsid w:val="00F84A55"/>
    <w:rsid w:val="00FE0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B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B95"/>
    <w:pPr>
      <w:keepNext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B9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86B9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86B95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86B9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186B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86B95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6B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B95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2172E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1</Pages>
  <Words>399</Words>
  <Characters>2275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2011-11-15T10:22:00Z</cp:lastPrinted>
  <dcterms:created xsi:type="dcterms:W3CDTF">2011-11-10T06:28:00Z</dcterms:created>
  <dcterms:modified xsi:type="dcterms:W3CDTF">2011-11-16T12:41:00Z</dcterms:modified>
</cp:coreProperties>
</file>