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BBC" w:rsidRPr="00D03683" w:rsidRDefault="00503BBC" w:rsidP="002E206C">
      <w:pPr>
        <w:rPr>
          <w:b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noProof/>
          <w:szCs w:val="28"/>
          <w:lang w:val="ru-RU"/>
        </w:rPr>
        <w:t xml:space="preserve">                </w:t>
      </w:r>
      <w:r w:rsidRPr="002771F3">
        <w:rPr>
          <w:noProof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8pt;height:62.4pt;visibility:visible">
            <v:imagedata r:id="rId4" o:title=""/>
          </v:shape>
        </w:pict>
      </w:r>
      <w:r>
        <w:rPr>
          <w:noProof/>
          <w:szCs w:val="28"/>
          <w:lang w:val="ru-RU"/>
        </w:rPr>
        <w:t xml:space="preserve">                                                </w:t>
      </w:r>
    </w:p>
    <w:p w:rsidR="00503BBC" w:rsidRPr="00542B65" w:rsidRDefault="00503BBC" w:rsidP="002E206C">
      <w:pPr>
        <w:pStyle w:val="Caption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503BBC" w:rsidRPr="00542B65" w:rsidRDefault="00503BBC" w:rsidP="002E206C">
      <w:pPr>
        <w:pStyle w:val="Heading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503BBC" w:rsidRPr="000849BC" w:rsidRDefault="00503BBC" w:rsidP="00BE5400">
      <w:pPr>
        <w:pStyle w:val="Heading1"/>
        <w:spacing w:line="360" w:lineRule="auto"/>
        <w:rPr>
          <w:szCs w:val="28"/>
        </w:rPr>
      </w:pPr>
      <w:r w:rsidRPr="00BE5400">
        <w:rPr>
          <w:szCs w:val="28"/>
          <w:lang w:val="ru-RU"/>
        </w:rPr>
        <w:t xml:space="preserve">                                                   </w:t>
      </w:r>
      <w:r w:rsidRPr="00542B65">
        <w:rPr>
          <w:szCs w:val="28"/>
        </w:rPr>
        <w:t>Р І Ш Е Н Н Я</w:t>
      </w:r>
      <w:r w:rsidRPr="00BE5400">
        <w:rPr>
          <w:szCs w:val="28"/>
          <w:lang w:val="ru-RU"/>
        </w:rPr>
        <w:t xml:space="preserve">                    </w:t>
      </w:r>
      <w:r w:rsidRPr="000849BC">
        <w:rPr>
          <w:szCs w:val="28"/>
          <w:lang w:val="en-US"/>
        </w:rPr>
        <w:t>V</w:t>
      </w:r>
      <w:r>
        <w:rPr>
          <w:szCs w:val="28"/>
          <w:lang w:val="en-US"/>
        </w:rPr>
        <w:t>II</w:t>
      </w:r>
      <w:r>
        <w:rPr>
          <w:szCs w:val="28"/>
        </w:rPr>
        <w:t xml:space="preserve"> </w:t>
      </w:r>
      <w:r w:rsidRPr="000849BC">
        <w:rPr>
          <w:szCs w:val="28"/>
        </w:rPr>
        <w:t xml:space="preserve">скликання     </w:t>
      </w:r>
    </w:p>
    <w:p w:rsidR="00503BBC" w:rsidRPr="00542B65" w:rsidRDefault="00503BBC" w:rsidP="00BE5400">
      <w:pPr>
        <w:pStyle w:val="Heading1"/>
        <w:spacing w:line="360" w:lineRule="auto"/>
        <w:rPr>
          <w:szCs w:val="28"/>
        </w:rPr>
      </w:pPr>
    </w:p>
    <w:p w:rsidR="00503BBC" w:rsidRDefault="00503BBC" w:rsidP="002E206C">
      <w:pPr>
        <w:rPr>
          <w:sz w:val="28"/>
          <w:szCs w:val="28"/>
        </w:rPr>
      </w:pPr>
      <w:r>
        <w:rPr>
          <w:sz w:val="28"/>
          <w:szCs w:val="28"/>
        </w:rPr>
        <w:t>від  22 грудня 2015</w:t>
      </w:r>
      <w:r w:rsidRPr="000849BC">
        <w:rPr>
          <w:sz w:val="28"/>
          <w:szCs w:val="28"/>
        </w:rPr>
        <w:t xml:space="preserve"> року</w:t>
      </w:r>
    </w:p>
    <w:p w:rsidR="00503BBC" w:rsidRDefault="00503BBC" w:rsidP="002E206C">
      <w:pPr>
        <w:rPr>
          <w:sz w:val="28"/>
          <w:szCs w:val="28"/>
        </w:rPr>
      </w:pPr>
    </w:p>
    <w:p w:rsidR="00503BBC" w:rsidRDefault="00503BBC" w:rsidP="002E206C">
      <w:pPr>
        <w:rPr>
          <w:sz w:val="28"/>
          <w:szCs w:val="28"/>
        </w:rPr>
      </w:pPr>
    </w:p>
    <w:p w:rsidR="00503BBC" w:rsidRDefault="00503BBC" w:rsidP="002E206C">
      <w:pPr>
        <w:rPr>
          <w:sz w:val="28"/>
          <w:szCs w:val="28"/>
        </w:rPr>
      </w:pPr>
      <w:r w:rsidRPr="000849BC">
        <w:rPr>
          <w:sz w:val="28"/>
          <w:szCs w:val="28"/>
        </w:rPr>
        <w:t xml:space="preserve">Про </w:t>
      </w:r>
      <w:r>
        <w:rPr>
          <w:sz w:val="28"/>
          <w:szCs w:val="28"/>
        </w:rPr>
        <w:t>план  роботи районної</w:t>
      </w:r>
    </w:p>
    <w:p w:rsidR="00503BBC" w:rsidRPr="00947B92" w:rsidRDefault="00503BBC" w:rsidP="002E206C">
      <w:pPr>
        <w:rPr>
          <w:sz w:val="28"/>
          <w:szCs w:val="28"/>
        </w:rPr>
      </w:pPr>
      <w:r>
        <w:rPr>
          <w:sz w:val="28"/>
          <w:szCs w:val="28"/>
        </w:rPr>
        <w:t xml:space="preserve"> ради 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півріччя 2016 року</w:t>
      </w:r>
    </w:p>
    <w:p w:rsidR="00503BBC" w:rsidRPr="000849BC" w:rsidRDefault="00503BBC" w:rsidP="002E206C">
      <w:pPr>
        <w:rPr>
          <w:sz w:val="28"/>
          <w:szCs w:val="28"/>
        </w:rPr>
      </w:pPr>
    </w:p>
    <w:p w:rsidR="00503BBC" w:rsidRPr="000849BC" w:rsidRDefault="00503BBC" w:rsidP="002E206C">
      <w:pPr>
        <w:rPr>
          <w:color w:val="000000"/>
          <w:sz w:val="28"/>
          <w:szCs w:val="28"/>
        </w:rPr>
      </w:pPr>
    </w:p>
    <w:p w:rsidR="00503BBC" w:rsidRPr="00947B92" w:rsidRDefault="00503BBC" w:rsidP="002E206C">
      <w:pPr>
        <w:ind w:firstLine="708"/>
        <w:jc w:val="both"/>
        <w:rPr>
          <w:sz w:val="28"/>
        </w:rPr>
      </w:pPr>
      <w:r>
        <w:rPr>
          <w:sz w:val="28"/>
        </w:rPr>
        <w:t xml:space="preserve">    </w:t>
      </w:r>
      <w:r w:rsidRPr="000849BC">
        <w:rPr>
          <w:sz w:val="28"/>
        </w:rPr>
        <w:t>Відповідно до статті 43 Закону України "Про місцеве самов</w:t>
      </w:r>
      <w:r>
        <w:rPr>
          <w:sz w:val="28"/>
        </w:rPr>
        <w:t>рядування в Україні" та враховуючи рекомендації постійних комісій районної ради</w:t>
      </w:r>
      <w:r w:rsidRPr="00EE1D2E">
        <w:rPr>
          <w:sz w:val="28"/>
          <w:szCs w:val="28"/>
        </w:rPr>
        <w:t>, районна рада</w:t>
      </w:r>
    </w:p>
    <w:p w:rsidR="00503BBC" w:rsidRDefault="00503BBC" w:rsidP="002E206C">
      <w:pPr>
        <w:pStyle w:val="a"/>
        <w:spacing w:before="120" w:after="120"/>
        <w:ind w:firstLine="0"/>
        <w:jc w:val="both"/>
        <w:rPr>
          <w:rFonts w:ascii="Times New Roman" w:hAnsi="Times New Roman"/>
          <w:sz w:val="28"/>
          <w:lang w:val="uk-UA"/>
        </w:rPr>
      </w:pPr>
    </w:p>
    <w:p w:rsidR="00503BBC" w:rsidRPr="000849BC" w:rsidRDefault="00503BBC" w:rsidP="002E206C">
      <w:pPr>
        <w:pStyle w:val="a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  <w:r w:rsidRPr="000849BC">
        <w:rPr>
          <w:rFonts w:ascii="Times New Roman" w:hAnsi="Times New Roman"/>
          <w:b/>
          <w:sz w:val="28"/>
          <w:lang w:val="uk-UA"/>
        </w:rPr>
        <w:t>ВИРІШИЛА:</w:t>
      </w:r>
    </w:p>
    <w:p w:rsidR="00503BBC" w:rsidRDefault="00503BBC" w:rsidP="002E206C">
      <w:pPr>
        <w:ind w:left="851" w:hanging="851"/>
        <w:rPr>
          <w:sz w:val="28"/>
          <w:szCs w:val="28"/>
        </w:rPr>
      </w:pPr>
      <w:r>
        <w:rPr>
          <w:sz w:val="28"/>
        </w:rPr>
        <w:t xml:space="preserve">          1</w:t>
      </w:r>
      <w:r>
        <w:rPr>
          <w:sz w:val="28"/>
          <w:szCs w:val="28"/>
        </w:rPr>
        <w:t xml:space="preserve">.  Затвердити план роботи районної ради 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півріччя 2015 року згідно з додатком .</w:t>
      </w:r>
    </w:p>
    <w:p w:rsidR="00503BBC" w:rsidRDefault="00503BBC" w:rsidP="002E206C">
      <w:pPr>
        <w:spacing w:before="2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даного рішення   покласти на заступника голови районної ради Троценка В.Р. та голів </w:t>
      </w:r>
      <w:r>
        <w:rPr>
          <w:sz w:val="28"/>
        </w:rPr>
        <w:t xml:space="preserve">постійних комісій районної ради. </w:t>
      </w:r>
    </w:p>
    <w:p w:rsidR="00503BBC" w:rsidRDefault="00503BBC" w:rsidP="002E206C">
      <w:pPr>
        <w:spacing w:before="240"/>
        <w:ind w:firstLine="720"/>
        <w:jc w:val="both"/>
        <w:rPr>
          <w:sz w:val="28"/>
          <w:szCs w:val="28"/>
        </w:rPr>
      </w:pPr>
    </w:p>
    <w:p w:rsidR="00503BBC" w:rsidRDefault="00503BBC" w:rsidP="002E206C">
      <w:pPr>
        <w:spacing w:before="240"/>
        <w:jc w:val="both"/>
        <w:rPr>
          <w:sz w:val="28"/>
          <w:szCs w:val="28"/>
        </w:rPr>
      </w:pPr>
    </w:p>
    <w:p w:rsidR="00503BBC" w:rsidRDefault="00503BBC" w:rsidP="002E206C">
      <w:pPr>
        <w:spacing w:before="12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503BBC" w:rsidRDefault="00503BBC" w:rsidP="002E206C">
      <w:r>
        <w:rPr>
          <w:sz w:val="28"/>
        </w:rPr>
        <w:t xml:space="preserve">  Голова ради                                                                          І.П.Бовсунівський </w:t>
      </w:r>
    </w:p>
    <w:p w:rsidR="00503BBC" w:rsidRDefault="00503BBC" w:rsidP="002E206C"/>
    <w:p w:rsidR="00503BBC" w:rsidRDefault="00503BBC" w:rsidP="002E206C"/>
    <w:p w:rsidR="00503BBC" w:rsidRDefault="00503BBC" w:rsidP="002E206C"/>
    <w:p w:rsidR="00503BBC" w:rsidRDefault="00503BBC" w:rsidP="002E206C"/>
    <w:p w:rsidR="00503BBC" w:rsidRDefault="00503BBC" w:rsidP="002E206C"/>
    <w:p w:rsidR="00503BBC" w:rsidRDefault="00503BBC" w:rsidP="002E206C"/>
    <w:p w:rsidR="00503BBC" w:rsidRDefault="00503BBC" w:rsidP="002E206C"/>
    <w:p w:rsidR="00503BBC" w:rsidRDefault="00503BBC" w:rsidP="002E206C"/>
    <w:p w:rsidR="00503BBC" w:rsidRDefault="00503BBC" w:rsidP="002E206C"/>
    <w:p w:rsidR="00503BBC" w:rsidRDefault="00503BBC" w:rsidP="002E206C"/>
    <w:p w:rsidR="00503BBC" w:rsidRDefault="00503BBC" w:rsidP="002E206C"/>
    <w:p w:rsidR="00503BBC" w:rsidRDefault="00503BBC" w:rsidP="002E206C"/>
    <w:p w:rsidR="00503BBC" w:rsidRDefault="00503BBC" w:rsidP="002E206C"/>
    <w:p w:rsidR="00503BBC" w:rsidRDefault="00503BBC" w:rsidP="002E206C"/>
    <w:p w:rsidR="00503BBC" w:rsidRDefault="00503BBC" w:rsidP="002E206C"/>
    <w:p w:rsidR="00503BBC" w:rsidRDefault="00503BBC" w:rsidP="002E206C"/>
    <w:p w:rsidR="00503BBC" w:rsidRDefault="00503BBC" w:rsidP="002E20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503BBC" w:rsidRDefault="00503BBC" w:rsidP="0061741D">
      <w:pPr>
        <w:rPr>
          <w:sz w:val="28"/>
          <w:szCs w:val="28"/>
          <w:lang w:val="ru-RU"/>
        </w:rPr>
      </w:pPr>
    </w:p>
    <w:p w:rsidR="00503BBC" w:rsidRPr="000B4381" w:rsidRDefault="00503BBC" w:rsidP="0061741D">
      <w:pPr>
        <w:rPr>
          <w:sz w:val="28"/>
          <w:szCs w:val="28"/>
          <w:lang w:val="ru-RU"/>
        </w:rPr>
      </w:pPr>
    </w:p>
    <w:p w:rsidR="00503BBC" w:rsidRPr="0061741D" w:rsidRDefault="00503BBC" w:rsidP="002E206C">
      <w:pPr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61741D">
        <w:rPr>
          <w:sz w:val="22"/>
          <w:szCs w:val="22"/>
        </w:rPr>
        <w:t>Додаток 1</w:t>
      </w:r>
    </w:p>
    <w:p w:rsidR="00503BBC" w:rsidRPr="0061741D" w:rsidRDefault="00503BBC" w:rsidP="002E206C">
      <w:pPr>
        <w:jc w:val="right"/>
        <w:rPr>
          <w:sz w:val="22"/>
          <w:szCs w:val="22"/>
        </w:rPr>
      </w:pPr>
      <w:r w:rsidRPr="0061741D">
        <w:rPr>
          <w:sz w:val="22"/>
          <w:szCs w:val="22"/>
        </w:rPr>
        <w:t xml:space="preserve"> до рішення районної ради</w:t>
      </w:r>
    </w:p>
    <w:p w:rsidR="00503BBC" w:rsidRPr="0061741D" w:rsidRDefault="00503BBC" w:rsidP="002E206C">
      <w:pPr>
        <w:jc w:val="center"/>
        <w:rPr>
          <w:sz w:val="22"/>
          <w:szCs w:val="22"/>
        </w:rPr>
      </w:pPr>
      <w:r w:rsidRPr="0061741D">
        <w:rPr>
          <w:sz w:val="22"/>
          <w:szCs w:val="22"/>
        </w:rPr>
        <w:t xml:space="preserve">                                                                           </w:t>
      </w:r>
      <w:r>
        <w:rPr>
          <w:sz w:val="22"/>
          <w:szCs w:val="22"/>
        </w:rPr>
        <w:t xml:space="preserve">                             від 22.12.2015</w:t>
      </w:r>
      <w:r w:rsidRPr="0061741D">
        <w:rPr>
          <w:sz w:val="22"/>
          <w:szCs w:val="22"/>
        </w:rPr>
        <w:t xml:space="preserve"> року</w:t>
      </w:r>
    </w:p>
    <w:p w:rsidR="00503BBC" w:rsidRPr="0061741D" w:rsidRDefault="00503BBC" w:rsidP="002E206C">
      <w:pPr>
        <w:jc w:val="center"/>
        <w:rPr>
          <w:sz w:val="22"/>
          <w:szCs w:val="22"/>
        </w:rPr>
      </w:pPr>
    </w:p>
    <w:p w:rsidR="00503BBC" w:rsidRPr="0061741D" w:rsidRDefault="00503BBC" w:rsidP="002E206C">
      <w:pPr>
        <w:jc w:val="center"/>
        <w:rPr>
          <w:b/>
          <w:sz w:val="22"/>
          <w:szCs w:val="22"/>
        </w:rPr>
      </w:pPr>
      <w:r w:rsidRPr="0061741D">
        <w:rPr>
          <w:b/>
          <w:sz w:val="22"/>
          <w:szCs w:val="22"/>
        </w:rPr>
        <w:t>План</w:t>
      </w:r>
    </w:p>
    <w:p w:rsidR="00503BBC" w:rsidRPr="0061741D" w:rsidRDefault="00503BBC" w:rsidP="002E206C">
      <w:pPr>
        <w:jc w:val="center"/>
        <w:rPr>
          <w:b/>
          <w:sz w:val="22"/>
          <w:szCs w:val="22"/>
        </w:rPr>
      </w:pPr>
      <w:r w:rsidRPr="0061741D">
        <w:rPr>
          <w:b/>
          <w:sz w:val="22"/>
          <w:szCs w:val="22"/>
        </w:rPr>
        <w:t xml:space="preserve">роботи районної ради на </w:t>
      </w:r>
      <w:r w:rsidRPr="0061741D">
        <w:rPr>
          <w:b/>
          <w:sz w:val="22"/>
          <w:szCs w:val="22"/>
          <w:lang w:val="en-US"/>
        </w:rPr>
        <w:t>I</w:t>
      </w:r>
      <w:r>
        <w:rPr>
          <w:b/>
          <w:sz w:val="22"/>
          <w:szCs w:val="22"/>
        </w:rPr>
        <w:t xml:space="preserve"> півріччя 2016</w:t>
      </w:r>
      <w:r w:rsidRPr="0061741D">
        <w:rPr>
          <w:b/>
          <w:sz w:val="22"/>
          <w:szCs w:val="22"/>
        </w:rPr>
        <w:t xml:space="preserve"> року</w:t>
      </w: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4613"/>
        <w:gridCol w:w="7"/>
        <w:gridCol w:w="1769"/>
        <w:gridCol w:w="16"/>
        <w:gridCol w:w="8"/>
        <w:gridCol w:w="3780"/>
      </w:tblGrid>
      <w:tr w:rsidR="00503BBC" w:rsidRPr="0061741D" w:rsidTr="008D3EDD">
        <w:tc>
          <w:tcPr>
            <w:tcW w:w="787" w:type="dxa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№</w:t>
            </w:r>
          </w:p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</w:t>
            </w:r>
          </w:p>
        </w:tc>
        <w:tc>
          <w:tcPr>
            <w:tcW w:w="4613" w:type="dxa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Заходи </w:t>
            </w:r>
          </w:p>
        </w:tc>
        <w:tc>
          <w:tcPr>
            <w:tcW w:w="1800" w:type="dxa"/>
            <w:gridSpan w:val="4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Термін виконання </w:t>
            </w:r>
          </w:p>
        </w:tc>
        <w:tc>
          <w:tcPr>
            <w:tcW w:w="3780" w:type="dxa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Відповідальні за виконання </w:t>
            </w:r>
          </w:p>
        </w:tc>
      </w:tr>
      <w:tr w:rsidR="00503BBC" w:rsidRPr="0061741D" w:rsidTr="008D3EDD">
        <w:tc>
          <w:tcPr>
            <w:tcW w:w="787" w:type="dxa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10193" w:type="dxa"/>
            <w:gridSpan w:val="6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Питання для розгляду на пленарних засіданнях районної ради </w:t>
            </w:r>
          </w:p>
        </w:tc>
      </w:tr>
      <w:tr w:rsidR="00503BBC" w:rsidRPr="0061741D" w:rsidTr="00C84195">
        <w:tc>
          <w:tcPr>
            <w:tcW w:w="787" w:type="dxa"/>
          </w:tcPr>
          <w:p w:rsidR="00503BBC" w:rsidRPr="0061741D" w:rsidRDefault="00503BBC" w:rsidP="000E6FE7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4613" w:type="dxa"/>
          </w:tcPr>
          <w:p w:rsidR="00503BBC" w:rsidRPr="0061741D" w:rsidRDefault="00503BBC" w:rsidP="000E6FE7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Звіт районної державної адміністрації про виконання Програми економічного і соціального розвитку   за  </w:t>
            </w:r>
            <w:r>
              <w:rPr>
                <w:sz w:val="22"/>
                <w:szCs w:val="22"/>
              </w:rPr>
              <w:t>2015</w:t>
            </w:r>
            <w:r w:rsidRPr="0061741D">
              <w:rPr>
                <w:sz w:val="22"/>
                <w:szCs w:val="22"/>
              </w:rPr>
              <w:t xml:space="preserve"> рік</w:t>
            </w:r>
          </w:p>
        </w:tc>
        <w:tc>
          <w:tcPr>
            <w:tcW w:w="1776" w:type="dxa"/>
            <w:gridSpan w:val="2"/>
          </w:tcPr>
          <w:p w:rsidR="00503BBC" w:rsidRPr="0061741D" w:rsidRDefault="00503BBC" w:rsidP="000E6F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3804" w:type="dxa"/>
            <w:gridSpan w:val="3"/>
          </w:tcPr>
          <w:p w:rsidR="00503BBC" w:rsidRPr="0061741D" w:rsidRDefault="00503BBC" w:rsidP="000E6FE7">
            <w:pPr>
              <w:pStyle w:val="NoSpacing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Захарова Н.О.- начальник  відділу           економічного розвитку і торгівлі райдержадміністрації</w:t>
            </w:r>
          </w:p>
        </w:tc>
      </w:tr>
      <w:tr w:rsidR="00503BBC" w:rsidRPr="0061741D" w:rsidTr="00C84195">
        <w:tc>
          <w:tcPr>
            <w:tcW w:w="787" w:type="dxa"/>
          </w:tcPr>
          <w:p w:rsidR="00503BBC" w:rsidRPr="0061741D" w:rsidRDefault="00503BBC" w:rsidP="001D4FD1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1.2</w:t>
            </w:r>
          </w:p>
        </w:tc>
        <w:tc>
          <w:tcPr>
            <w:tcW w:w="4613" w:type="dxa"/>
          </w:tcPr>
          <w:p w:rsidR="00503BBC" w:rsidRPr="0061741D" w:rsidRDefault="00503BBC" w:rsidP="001D4FD1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 затвердження звіту про вик</w:t>
            </w:r>
            <w:r>
              <w:rPr>
                <w:sz w:val="22"/>
                <w:szCs w:val="22"/>
              </w:rPr>
              <w:t>онання районного бюджету за 2015</w:t>
            </w:r>
            <w:r w:rsidRPr="0061741D">
              <w:rPr>
                <w:sz w:val="22"/>
                <w:szCs w:val="22"/>
              </w:rPr>
              <w:t xml:space="preserve"> рік</w:t>
            </w:r>
          </w:p>
        </w:tc>
        <w:tc>
          <w:tcPr>
            <w:tcW w:w="1776" w:type="dxa"/>
            <w:gridSpan w:val="2"/>
          </w:tcPr>
          <w:p w:rsidR="00503BBC" w:rsidRPr="0061741D" w:rsidRDefault="00503BBC" w:rsidP="001D4F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3804" w:type="dxa"/>
            <w:gridSpan w:val="3"/>
          </w:tcPr>
          <w:p w:rsidR="00503BBC" w:rsidRPr="0061741D" w:rsidRDefault="00503BBC" w:rsidP="001D4FD1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Кондрацька О.В.- начальник управління фінансів райдержадміністрації</w:t>
            </w:r>
          </w:p>
        </w:tc>
      </w:tr>
      <w:tr w:rsidR="00503BBC" w:rsidRPr="0061741D" w:rsidTr="00C84195">
        <w:tc>
          <w:tcPr>
            <w:tcW w:w="787" w:type="dxa"/>
          </w:tcPr>
          <w:p w:rsidR="00503BBC" w:rsidRPr="0061741D" w:rsidRDefault="00503BBC" w:rsidP="004A54A8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1.3</w:t>
            </w:r>
          </w:p>
        </w:tc>
        <w:tc>
          <w:tcPr>
            <w:tcW w:w="4613" w:type="dxa"/>
          </w:tcPr>
          <w:p w:rsidR="00503BBC" w:rsidRPr="0061741D" w:rsidRDefault="00503BBC" w:rsidP="004A54A8">
            <w:pPr>
              <w:pStyle w:val="BodyText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 w:rsidRPr="0061741D">
              <w:rPr>
                <w:sz w:val="22"/>
                <w:szCs w:val="22"/>
                <w:lang w:val="uk-UA"/>
              </w:rPr>
              <w:t xml:space="preserve">Про </w:t>
            </w:r>
            <w:r w:rsidRPr="0061741D">
              <w:rPr>
                <w:sz w:val="22"/>
                <w:szCs w:val="22"/>
              </w:rPr>
              <w:t>затвердження звіту про використання коштів резервного фонду районного  бюджету за  201</w:t>
            </w:r>
            <w:r>
              <w:rPr>
                <w:sz w:val="22"/>
                <w:szCs w:val="22"/>
                <w:lang w:val="uk-UA"/>
              </w:rPr>
              <w:t>5</w:t>
            </w:r>
            <w:r w:rsidRPr="0061741D">
              <w:rPr>
                <w:sz w:val="22"/>
                <w:szCs w:val="22"/>
              </w:rPr>
              <w:t xml:space="preserve"> р</w:t>
            </w:r>
            <w:r w:rsidRPr="0061741D">
              <w:rPr>
                <w:sz w:val="22"/>
                <w:szCs w:val="22"/>
                <w:lang w:val="uk-UA"/>
              </w:rPr>
              <w:t>ік</w:t>
            </w:r>
            <w:r w:rsidRPr="0061741D">
              <w:rPr>
                <w:sz w:val="22"/>
                <w:szCs w:val="22"/>
              </w:rPr>
              <w:t>.</w:t>
            </w:r>
          </w:p>
        </w:tc>
        <w:tc>
          <w:tcPr>
            <w:tcW w:w="1776" w:type="dxa"/>
            <w:gridSpan w:val="2"/>
          </w:tcPr>
          <w:p w:rsidR="00503BBC" w:rsidRPr="0061741D" w:rsidRDefault="00503BBC" w:rsidP="004A54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3804" w:type="dxa"/>
            <w:gridSpan w:val="3"/>
          </w:tcPr>
          <w:p w:rsidR="00503BBC" w:rsidRPr="0061741D" w:rsidRDefault="00503BBC" w:rsidP="004A54A8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Кондрацька О.В.- начальник управління фінансів райдержадміністрації</w:t>
            </w:r>
          </w:p>
        </w:tc>
      </w:tr>
      <w:tr w:rsidR="00503BBC" w:rsidRPr="0061741D" w:rsidTr="00C84195">
        <w:tc>
          <w:tcPr>
            <w:tcW w:w="787" w:type="dxa"/>
          </w:tcPr>
          <w:p w:rsidR="00503BBC" w:rsidRPr="0061741D" w:rsidRDefault="00503BBC" w:rsidP="00694E89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1.4</w:t>
            </w:r>
          </w:p>
        </w:tc>
        <w:tc>
          <w:tcPr>
            <w:tcW w:w="4613" w:type="dxa"/>
          </w:tcPr>
          <w:p w:rsidR="00503BBC" w:rsidRPr="0061741D" w:rsidRDefault="00503BBC" w:rsidP="00694E89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 внесення з</w:t>
            </w:r>
            <w:r>
              <w:rPr>
                <w:sz w:val="22"/>
                <w:szCs w:val="22"/>
              </w:rPr>
              <w:t>мін до районного бюджету на 2016</w:t>
            </w:r>
            <w:r w:rsidRPr="0061741D">
              <w:rPr>
                <w:sz w:val="22"/>
                <w:szCs w:val="22"/>
              </w:rPr>
              <w:t xml:space="preserve"> рік  </w:t>
            </w:r>
          </w:p>
        </w:tc>
        <w:tc>
          <w:tcPr>
            <w:tcW w:w="1776" w:type="dxa"/>
            <w:gridSpan w:val="2"/>
          </w:tcPr>
          <w:p w:rsidR="00503BBC" w:rsidRPr="0061741D" w:rsidRDefault="00503BBC" w:rsidP="0069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3804" w:type="dxa"/>
            <w:gridSpan w:val="3"/>
          </w:tcPr>
          <w:p w:rsidR="00503BBC" w:rsidRPr="0061741D" w:rsidRDefault="00503BBC" w:rsidP="00694E89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Кондрацька О.В.- начальник управління фінансів райдержадміністрації</w:t>
            </w:r>
          </w:p>
        </w:tc>
      </w:tr>
      <w:tr w:rsidR="00503BBC" w:rsidRPr="0061741D" w:rsidTr="00C84195">
        <w:tc>
          <w:tcPr>
            <w:tcW w:w="787" w:type="dxa"/>
          </w:tcPr>
          <w:p w:rsidR="00503BBC" w:rsidRPr="0061741D" w:rsidRDefault="00503BBC" w:rsidP="00240A48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1.5</w:t>
            </w:r>
          </w:p>
        </w:tc>
        <w:tc>
          <w:tcPr>
            <w:tcW w:w="4613" w:type="dxa"/>
          </w:tcPr>
          <w:p w:rsidR="00503BBC" w:rsidRDefault="00503BBC" w:rsidP="00240A48">
            <w:pPr>
              <w:jc w:val="both"/>
              <w:rPr>
                <w:color w:val="000000"/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хід виконання рішення 3-ої сесії районної ради </w:t>
            </w:r>
            <w:r w:rsidRPr="0061741D">
              <w:rPr>
                <w:sz w:val="22"/>
                <w:szCs w:val="22"/>
                <w:lang w:val="en-US"/>
              </w:rPr>
              <w:t>VI</w:t>
            </w:r>
            <w:r w:rsidRPr="0061741D">
              <w:rPr>
                <w:sz w:val="22"/>
                <w:szCs w:val="22"/>
              </w:rPr>
              <w:t xml:space="preserve"> скликання від 30.12.2010 року «Про Комплексну </w:t>
            </w:r>
            <w:r w:rsidRPr="0061741D">
              <w:rPr>
                <w:color w:val="000000"/>
                <w:sz w:val="22"/>
                <w:szCs w:val="22"/>
              </w:rPr>
              <w:t>програму профілактики злочинності у Черняхівському районі на 2011 – 2015 роки»</w:t>
            </w:r>
          </w:p>
          <w:p w:rsidR="00503BBC" w:rsidRPr="0061741D" w:rsidRDefault="00503BBC" w:rsidP="00240A4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76" w:type="dxa"/>
            <w:gridSpan w:val="2"/>
          </w:tcPr>
          <w:p w:rsidR="00503BBC" w:rsidRPr="0061741D" w:rsidRDefault="00503BBC" w:rsidP="00240A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3804" w:type="dxa"/>
            <w:gridSpan w:val="3"/>
          </w:tcPr>
          <w:p w:rsidR="00503BBC" w:rsidRPr="0061741D" w:rsidRDefault="00503BBC" w:rsidP="00240A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Омельченко  О.В.</w:t>
            </w:r>
            <w:r w:rsidRPr="0061741D">
              <w:rPr>
                <w:sz w:val="22"/>
                <w:szCs w:val="22"/>
              </w:rPr>
              <w:t>– начальник Че</w:t>
            </w:r>
            <w:r>
              <w:rPr>
                <w:sz w:val="22"/>
                <w:szCs w:val="22"/>
              </w:rPr>
              <w:t xml:space="preserve">рняхівського відділення поліцї  Коростишівського відділу Генерального Управління Національної поліції </w:t>
            </w:r>
            <w:r w:rsidRPr="0061741D">
              <w:rPr>
                <w:sz w:val="22"/>
                <w:szCs w:val="22"/>
              </w:rPr>
              <w:t>України в Житомирській області</w:t>
            </w:r>
          </w:p>
        </w:tc>
      </w:tr>
      <w:tr w:rsidR="00503BBC" w:rsidRPr="0061741D" w:rsidTr="00C84195">
        <w:tc>
          <w:tcPr>
            <w:tcW w:w="787" w:type="dxa"/>
          </w:tcPr>
          <w:p w:rsidR="00503BBC" w:rsidRPr="0061741D" w:rsidRDefault="00503BBC" w:rsidP="00674119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4613" w:type="dxa"/>
          </w:tcPr>
          <w:p w:rsidR="00503BBC" w:rsidRPr="0061741D" w:rsidRDefault="00503BBC" w:rsidP="00674119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</w:t>
            </w:r>
            <w:r>
              <w:rPr>
                <w:sz w:val="22"/>
                <w:szCs w:val="22"/>
              </w:rPr>
              <w:t>комплексну Програму оздоровлення та відпочинку дітей на 2016-2020 роки</w:t>
            </w:r>
          </w:p>
          <w:p w:rsidR="00503BBC" w:rsidRPr="0061741D" w:rsidRDefault="00503BBC" w:rsidP="0067411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776" w:type="dxa"/>
            <w:gridSpan w:val="2"/>
          </w:tcPr>
          <w:p w:rsidR="00503BBC" w:rsidRPr="0061741D" w:rsidRDefault="00503BBC" w:rsidP="006741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3804" w:type="dxa"/>
            <w:gridSpan w:val="3"/>
          </w:tcPr>
          <w:p w:rsidR="00503BBC" w:rsidRPr="0061741D" w:rsidRDefault="00503BBC" w:rsidP="006741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Федосєєва –Левандовська О.М. – начальник відділу сім</w:t>
            </w:r>
            <w:r w:rsidRPr="00BD69AB"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ї, молоді та спорту райдержадміністрації</w:t>
            </w:r>
          </w:p>
        </w:tc>
      </w:tr>
      <w:tr w:rsidR="00503BBC" w:rsidRPr="0061741D" w:rsidTr="00C84195">
        <w:tc>
          <w:tcPr>
            <w:tcW w:w="787" w:type="dxa"/>
          </w:tcPr>
          <w:p w:rsidR="00503BBC" w:rsidRPr="0061741D" w:rsidRDefault="00503BBC" w:rsidP="00014C5C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1.7</w:t>
            </w:r>
          </w:p>
        </w:tc>
        <w:tc>
          <w:tcPr>
            <w:tcW w:w="4613" w:type="dxa"/>
          </w:tcPr>
          <w:p w:rsidR="00503BBC" w:rsidRPr="0061741D" w:rsidRDefault="00503BBC" w:rsidP="00014C5C">
            <w:pPr>
              <w:pStyle w:val="BodyText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 w:rsidRPr="0061741D">
              <w:rPr>
                <w:sz w:val="22"/>
                <w:szCs w:val="22"/>
              </w:rPr>
              <w:t>Підготовка проектів регуляторних актів районної ради</w:t>
            </w:r>
          </w:p>
        </w:tc>
        <w:tc>
          <w:tcPr>
            <w:tcW w:w="1776" w:type="dxa"/>
            <w:gridSpan w:val="2"/>
          </w:tcPr>
          <w:p w:rsidR="00503BBC" w:rsidRPr="0061741D" w:rsidRDefault="00503BBC" w:rsidP="00014C5C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503BBC" w:rsidRPr="0061741D" w:rsidRDefault="00503BBC" w:rsidP="00014C5C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503BBC" w:rsidRPr="0061741D" w:rsidTr="00C84195">
        <w:tc>
          <w:tcPr>
            <w:tcW w:w="787" w:type="dxa"/>
          </w:tcPr>
          <w:p w:rsidR="00503BBC" w:rsidRDefault="00503BBC" w:rsidP="00D329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  <w:p w:rsidR="00503BBC" w:rsidRPr="0061741D" w:rsidRDefault="00503BBC" w:rsidP="00875F9B">
            <w:pPr>
              <w:rPr>
                <w:sz w:val="22"/>
                <w:szCs w:val="22"/>
              </w:rPr>
            </w:pPr>
          </w:p>
        </w:tc>
        <w:tc>
          <w:tcPr>
            <w:tcW w:w="4613" w:type="dxa"/>
          </w:tcPr>
          <w:p w:rsidR="00503BBC" w:rsidRDefault="00503BBC" w:rsidP="00D329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 хід виконання рішення 24-ої сесії районної ради У скликання від22.10.2010 року</w:t>
            </w:r>
          </w:p>
          <w:p w:rsidR="00503BBC" w:rsidRPr="0061741D" w:rsidRDefault="00503BBC" w:rsidP="00D32944">
            <w:pPr>
              <w:pStyle w:val="BodyText"/>
              <w:tabs>
                <w:tab w:val="num" w:pos="783"/>
              </w:tabs>
              <w:ind w:right="22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«Про Програму розвитку інвестиційної діяльності на 2011-2015 роки»</w:t>
            </w:r>
          </w:p>
        </w:tc>
        <w:tc>
          <w:tcPr>
            <w:tcW w:w="1776" w:type="dxa"/>
            <w:gridSpan w:val="2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Захарова Н.О.-начальник відділу економічного розвитку і торгіві райдержадміністрації</w:t>
            </w:r>
          </w:p>
        </w:tc>
      </w:tr>
      <w:tr w:rsidR="00503BBC" w:rsidRPr="0061741D" w:rsidTr="00C84195">
        <w:tc>
          <w:tcPr>
            <w:tcW w:w="787" w:type="dxa"/>
          </w:tcPr>
          <w:p w:rsidR="00503BBC" w:rsidRPr="0061741D" w:rsidRDefault="00503BBC" w:rsidP="005F2579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4613" w:type="dxa"/>
          </w:tcPr>
          <w:p w:rsidR="00503BBC" w:rsidRPr="0061741D" w:rsidRDefault="00503BBC" w:rsidP="005F2579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затвердження звіту про використання коштів резервного фонду районного  бюджету за  </w:t>
            </w:r>
            <w:r w:rsidRPr="0061741D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ru-RU"/>
              </w:rPr>
              <w:t xml:space="preserve"> квартал 2016</w:t>
            </w:r>
            <w:r w:rsidRPr="0061741D">
              <w:rPr>
                <w:sz w:val="22"/>
                <w:szCs w:val="22"/>
                <w:lang w:val="ru-RU"/>
              </w:rPr>
              <w:t xml:space="preserve"> року</w:t>
            </w:r>
          </w:p>
        </w:tc>
        <w:tc>
          <w:tcPr>
            <w:tcW w:w="1776" w:type="dxa"/>
            <w:gridSpan w:val="2"/>
          </w:tcPr>
          <w:p w:rsidR="00503BBC" w:rsidRPr="0061741D" w:rsidRDefault="00503BBC" w:rsidP="005F2579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503BBC" w:rsidRPr="0061741D" w:rsidRDefault="00503BBC" w:rsidP="005F2579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Кондрацька О.В.- начальник управління фінансів райдержадміністрації</w:t>
            </w:r>
          </w:p>
        </w:tc>
      </w:tr>
      <w:tr w:rsidR="00503BBC" w:rsidRPr="0061741D" w:rsidTr="00C84195">
        <w:tc>
          <w:tcPr>
            <w:tcW w:w="787" w:type="dxa"/>
          </w:tcPr>
          <w:p w:rsidR="00503BBC" w:rsidRDefault="00503BBC" w:rsidP="00102273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10</w:t>
            </w:r>
          </w:p>
          <w:p w:rsidR="00503BBC" w:rsidRDefault="00503BBC" w:rsidP="00102273">
            <w:pPr>
              <w:rPr>
                <w:sz w:val="22"/>
                <w:szCs w:val="22"/>
              </w:rPr>
            </w:pPr>
          </w:p>
          <w:p w:rsidR="00503BBC" w:rsidRPr="0061741D" w:rsidRDefault="00503BBC" w:rsidP="00102273">
            <w:pPr>
              <w:rPr>
                <w:sz w:val="22"/>
                <w:szCs w:val="22"/>
              </w:rPr>
            </w:pPr>
          </w:p>
        </w:tc>
        <w:tc>
          <w:tcPr>
            <w:tcW w:w="4613" w:type="dxa"/>
          </w:tcPr>
          <w:p w:rsidR="00503BBC" w:rsidRDefault="00503BBC" w:rsidP="00102273">
            <w:pPr>
              <w:rPr>
                <w:sz w:val="22"/>
                <w:szCs w:val="22"/>
                <w:lang w:val="ru-RU"/>
              </w:rPr>
            </w:pPr>
            <w:r w:rsidRPr="0061741D">
              <w:rPr>
                <w:sz w:val="22"/>
                <w:szCs w:val="22"/>
              </w:rPr>
              <w:t xml:space="preserve">Про затвердження звіту про виконання районного бюджету за </w:t>
            </w:r>
            <w:r w:rsidRPr="0061741D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ru-RU"/>
              </w:rPr>
              <w:t xml:space="preserve"> квартал 2016</w:t>
            </w:r>
            <w:r w:rsidRPr="0061741D">
              <w:rPr>
                <w:sz w:val="22"/>
                <w:szCs w:val="22"/>
                <w:lang w:val="ru-RU"/>
              </w:rPr>
              <w:t xml:space="preserve"> року</w:t>
            </w:r>
          </w:p>
          <w:p w:rsidR="00503BBC" w:rsidRPr="0061741D" w:rsidRDefault="00503BBC" w:rsidP="0010227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76" w:type="dxa"/>
            <w:gridSpan w:val="2"/>
          </w:tcPr>
          <w:p w:rsidR="00503BBC" w:rsidRDefault="00503BBC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61741D">
              <w:rPr>
                <w:sz w:val="22"/>
                <w:szCs w:val="22"/>
              </w:rPr>
              <w:t>равень</w:t>
            </w:r>
          </w:p>
          <w:p w:rsidR="00503BBC" w:rsidRDefault="00503BBC" w:rsidP="00102273">
            <w:pPr>
              <w:rPr>
                <w:sz w:val="22"/>
                <w:szCs w:val="22"/>
              </w:rPr>
            </w:pPr>
          </w:p>
          <w:p w:rsidR="00503BBC" w:rsidRPr="0061741D" w:rsidRDefault="00503BBC" w:rsidP="00102273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503BBC" w:rsidRPr="0061741D" w:rsidRDefault="00503BBC" w:rsidP="00102273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Кондрацька О.В.- начальник управління фінансів райдержадміністрації</w:t>
            </w:r>
          </w:p>
        </w:tc>
      </w:tr>
      <w:tr w:rsidR="00503BBC" w:rsidRPr="0061741D" w:rsidTr="00C84195">
        <w:tc>
          <w:tcPr>
            <w:tcW w:w="787" w:type="dxa"/>
          </w:tcPr>
          <w:p w:rsidR="00503BBC" w:rsidRPr="0061741D" w:rsidRDefault="00503BBC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</w:t>
            </w:r>
          </w:p>
        </w:tc>
        <w:tc>
          <w:tcPr>
            <w:tcW w:w="4613" w:type="dxa"/>
          </w:tcPr>
          <w:p w:rsidR="00503BBC" w:rsidRPr="0061741D" w:rsidRDefault="00503BBC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Про затвердження звіту про використання коштів резервного фонду районного бюджету за І-й квартал 2016 року</w:t>
            </w:r>
          </w:p>
        </w:tc>
        <w:tc>
          <w:tcPr>
            <w:tcW w:w="1776" w:type="dxa"/>
            <w:gridSpan w:val="2"/>
          </w:tcPr>
          <w:p w:rsidR="00503BBC" w:rsidRDefault="00503BBC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травень</w:t>
            </w:r>
          </w:p>
        </w:tc>
        <w:tc>
          <w:tcPr>
            <w:tcW w:w="3804" w:type="dxa"/>
            <w:gridSpan w:val="3"/>
          </w:tcPr>
          <w:p w:rsidR="00503BBC" w:rsidRPr="0061741D" w:rsidRDefault="00503BBC" w:rsidP="00102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Кондрацька О.В.-начальник управління фінансів райдержадміністрації</w:t>
            </w:r>
          </w:p>
        </w:tc>
      </w:tr>
      <w:tr w:rsidR="00503BBC" w:rsidRPr="0061741D" w:rsidTr="00C84195">
        <w:tc>
          <w:tcPr>
            <w:tcW w:w="787" w:type="dxa"/>
          </w:tcPr>
          <w:p w:rsidR="00503BBC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2</w:t>
            </w: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Pr="0061741D" w:rsidRDefault="00503BBC" w:rsidP="008D3EDD">
            <w:pPr>
              <w:rPr>
                <w:sz w:val="22"/>
                <w:szCs w:val="22"/>
              </w:rPr>
            </w:pPr>
          </w:p>
        </w:tc>
        <w:tc>
          <w:tcPr>
            <w:tcW w:w="4613" w:type="dxa"/>
          </w:tcPr>
          <w:p w:rsidR="00503BBC" w:rsidRDefault="00503BBC" w:rsidP="00923166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внесення змін до районного бюджету на </w:t>
            </w:r>
            <w:r>
              <w:rPr>
                <w:sz w:val="22"/>
                <w:szCs w:val="22"/>
              </w:rPr>
              <w:t>2016</w:t>
            </w:r>
            <w:r w:rsidRPr="0061741D">
              <w:rPr>
                <w:sz w:val="22"/>
                <w:szCs w:val="22"/>
              </w:rPr>
              <w:t>рік</w:t>
            </w:r>
          </w:p>
          <w:p w:rsidR="00503BBC" w:rsidRPr="0061741D" w:rsidRDefault="00503BBC" w:rsidP="00923166">
            <w:pPr>
              <w:rPr>
                <w:sz w:val="22"/>
                <w:szCs w:val="22"/>
              </w:rPr>
            </w:pPr>
          </w:p>
        </w:tc>
        <w:tc>
          <w:tcPr>
            <w:tcW w:w="1776" w:type="dxa"/>
            <w:gridSpan w:val="2"/>
          </w:tcPr>
          <w:p w:rsidR="00503BBC" w:rsidRDefault="00503BBC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61741D">
              <w:rPr>
                <w:sz w:val="22"/>
                <w:szCs w:val="22"/>
              </w:rPr>
              <w:t>равень</w:t>
            </w: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Pr="0061741D" w:rsidRDefault="00503BBC" w:rsidP="008D3EDD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gridSpan w:val="3"/>
          </w:tcPr>
          <w:p w:rsidR="00503BBC" w:rsidRPr="0061741D" w:rsidRDefault="00503BBC" w:rsidP="00DF2B68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Кондрацька О.В.- начальник управління фінансів райдержадміністрації</w:t>
            </w:r>
          </w:p>
        </w:tc>
      </w:tr>
      <w:tr w:rsidR="00503BBC" w:rsidRPr="0061741D" w:rsidTr="008D3EDD">
        <w:tc>
          <w:tcPr>
            <w:tcW w:w="787" w:type="dxa"/>
          </w:tcPr>
          <w:p w:rsidR="00503BBC" w:rsidRPr="0061741D" w:rsidRDefault="00503BBC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0193" w:type="dxa"/>
            <w:gridSpan w:val="6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Питання для вивчення та розгляду постійними комісіями</w:t>
            </w:r>
          </w:p>
        </w:tc>
      </w:tr>
      <w:tr w:rsidR="00503BBC" w:rsidRPr="0061741D" w:rsidTr="00D32944">
        <w:trPr>
          <w:trHeight w:val="1920"/>
        </w:trPr>
        <w:tc>
          <w:tcPr>
            <w:tcW w:w="787" w:type="dxa"/>
          </w:tcPr>
          <w:p w:rsidR="00503BBC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2.1</w:t>
            </w: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Pr="0061741D" w:rsidRDefault="00503BBC" w:rsidP="008D3EDD">
            <w:pPr>
              <w:rPr>
                <w:sz w:val="22"/>
                <w:szCs w:val="22"/>
              </w:rPr>
            </w:pPr>
          </w:p>
        </w:tc>
        <w:tc>
          <w:tcPr>
            <w:tcW w:w="4620" w:type="dxa"/>
            <w:gridSpan w:val="2"/>
          </w:tcPr>
          <w:p w:rsidR="00503BBC" w:rsidRDefault="00503BBC" w:rsidP="00030B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 хід виконання рішення 2</w:t>
            </w:r>
            <w:r w:rsidRPr="0061741D">
              <w:rPr>
                <w:sz w:val="22"/>
                <w:szCs w:val="22"/>
              </w:rPr>
              <w:t xml:space="preserve">8-ої сесії районної ради </w:t>
            </w:r>
            <w:r w:rsidRPr="0061741D">
              <w:rPr>
                <w:sz w:val="22"/>
                <w:szCs w:val="22"/>
                <w:lang w:val="en-US"/>
              </w:rPr>
              <w:t>V</w:t>
            </w:r>
            <w:r>
              <w:rPr>
                <w:sz w:val="22"/>
                <w:szCs w:val="22"/>
              </w:rPr>
              <w:t>І  скликання від 26.12.2014</w:t>
            </w:r>
            <w:r w:rsidRPr="0061741D">
              <w:rPr>
                <w:sz w:val="22"/>
                <w:szCs w:val="22"/>
              </w:rPr>
              <w:t xml:space="preserve"> року «Про </w:t>
            </w:r>
            <w:r>
              <w:rPr>
                <w:sz w:val="22"/>
                <w:szCs w:val="22"/>
              </w:rPr>
              <w:t>Комплексну програму розвитку малого і середнього підприємництва у  Черняхівському районі на 2015-2016</w:t>
            </w:r>
            <w:r w:rsidRPr="0061741D">
              <w:rPr>
                <w:sz w:val="22"/>
                <w:szCs w:val="22"/>
              </w:rPr>
              <w:t xml:space="preserve"> роки”</w:t>
            </w:r>
          </w:p>
          <w:p w:rsidR="00503BBC" w:rsidRDefault="00503BBC" w:rsidP="00030BEF">
            <w:pPr>
              <w:jc w:val="both"/>
              <w:rPr>
                <w:sz w:val="22"/>
                <w:szCs w:val="22"/>
              </w:rPr>
            </w:pPr>
          </w:p>
          <w:p w:rsidR="00503BBC" w:rsidRDefault="00503BBC" w:rsidP="00030BEF">
            <w:pPr>
              <w:jc w:val="both"/>
              <w:rPr>
                <w:sz w:val="22"/>
                <w:szCs w:val="22"/>
              </w:rPr>
            </w:pPr>
          </w:p>
          <w:p w:rsidR="00503BBC" w:rsidRPr="0061741D" w:rsidRDefault="00503BBC" w:rsidP="00030BEF">
            <w:pPr>
              <w:jc w:val="both"/>
              <w:rPr>
                <w:sz w:val="22"/>
                <w:szCs w:val="22"/>
                <w:lang w:eastAsia="uk-UA"/>
              </w:rPr>
            </w:pPr>
          </w:p>
        </w:tc>
        <w:tc>
          <w:tcPr>
            <w:tcW w:w="1785" w:type="dxa"/>
            <w:gridSpan w:val="2"/>
          </w:tcPr>
          <w:p w:rsidR="00503BBC" w:rsidRDefault="00503BBC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Pr="0061741D" w:rsidRDefault="00503BBC" w:rsidP="008D3EDD">
            <w:pPr>
              <w:rPr>
                <w:sz w:val="22"/>
                <w:szCs w:val="22"/>
              </w:rPr>
            </w:pPr>
          </w:p>
        </w:tc>
        <w:tc>
          <w:tcPr>
            <w:tcW w:w="3788" w:type="dxa"/>
            <w:gridSpan w:val="2"/>
          </w:tcPr>
          <w:p w:rsidR="00503BBC" w:rsidRDefault="00503BBC" w:rsidP="008D3EDD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Жук С.В</w:t>
            </w:r>
            <w:r w:rsidRPr="0061741D">
              <w:rPr>
                <w:sz w:val="22"/>
                <w:szCs w:val="22"/>
              </w:rPr>
              <w:t xml:space="preserve">.- голова постійної комісії районної ради  з питань </w:t>
            </w:r>
            <w:r w:rsidRPr="0061741D">
              <w:rPr>
                <w:bCs/>
                <w:sz w:val="22"/>
                <w:szCs w:val="22"/>
              </w:rPr>
              <w:t>бюджету, комунальної власності та соціально-економічного розвитку району</w:t>
            </w:r>
          </w:p>
          <w:p w:rsidR="00503BBC" w:rsidRDefault="00503BBC" w:rsidP="008D3ED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Захарова Н.О. – начальник відділу</w:t>
            </w:r>
          </w:p>
          <w:p w:rsidR="00503BBC" w:rsidRDefault="00503BBC" w:rsidP="008D3EDD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економічного розвитку і торгівлі </w:t>
            </w:r>
            <w:r w:rsidRPr="0061741D">
              <w:rPr>
                <w:sz w:val="22"/>
                <w:szCs w:val="22"/>
              </w:rPr>
              <w:t>райдержадміністрації</w:t>
            </w:r>
          </w:p>
          <w:p w:rsidR="00503BBC" w:rsidRPr="005F59CA" w:rsidRDefault="00503BBC" w:rsidP="008D3EDD">
            <w:pPr>
              <w:rPr>
                <w:bCs/>
                <w:sz w:val="22"/>
                <w:szCs w:val="22"/>
              </w:rPr>
            </w:pPr>
          </w:p>
        </w:tc>
      </w:tr>
      <w:tr w:rsidR="00503BBC" w:rsidRPr="0061741D" w:rsidTr="008D3EDD">
        <w:trPr>
          <w:trHeight w:val="870"/>
        </w:trPr>
        <w:tc>
          <w:tcPr>
            <w:tcW w:w="787" w:type="dxa"/>
          </w:tcPr>
          <w:p w:rsidR="00503BBC" w:rsidRDefault="00503BBC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Pr="0061741D" w:rsidRDefault="00503BBC" w:rsidP="008D3EDD">
            <w:pPr>
              <w:rPr>
                <w:sz w:val="22"/>
                <w:szCs w:val="22"/>
              </w:rPr>
            </w:pPr>
          </w:p>
        </w:tc>
        <w:tc>
          <w:tcPr>
            <w:tcW w:w="4620" w:type="dxa"/>
            <w:gridSpan w:val="2"/>
          </w:tcPr>
          <w:p w:rsidR="00503BBC" w:rsidRDefault="00503BBC" w:rsidP="00030BEF">
            <w:pPr>
              <w:jc w:val="both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</w:rPr>
              <w:t>Про хід виконання рішення 28-ої сесії районної ради УІ скликання від 26.12.2014 року «Про Програму підтримки об</w:t>
            </w:r>
            <w:r w:rsidRPr="00D32944"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єктів спільної власності територіальних громад сіл, селищ району на 2015-2016 роки»</w:t>
            </w:r>
          </w:p>
        </w:tc>
        <w:tc>
          <w:tcPr>
            <w:tcW w:w="1785" w:type="dxa"/>
            <w:gridSpan w:val="2"/>
          </w:tcPr>
          <w:p w:rsidR="00503BBC" w:rsidRDefault="00503BBC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3788" w:type="dxa"/>
            <w:gridSpan w:val="2"/>
          </w:tcPr>
          <w:p w:rsidR="00503BBC" w:rsidRDefault="00503BBC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Данилко О.В.- директор РК РЕП</w:t>
            </w:r>
          </w:p>
        </w:tc>
      </w:tr>
      <w:tr w:rsidR="00503BBC" w:rsidRPr="0061741D" w:rsidTr="00D32944">
        <w:trPr>
          <w:trHeight w:val="1905"/>
        </w:trPr>
        <w:tc>
          <w:tcPr>
            <w:tcW w:w="787" w:type="dxa"/>
          </w:tcPr>
          <w:p w:rsidR="00503BBC" w:rsidRDefault="00503BBC" w:rsidP="00724D9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3</w:t>
            </w:r>
          </w:p>
          <w:p w:rsidR="00503BBC" w:rsidRDefault="00503BBC" w:rsidP="00724D92">
            <w:pPr>
              <w:rPr>
                <w:sz w:val="22"/>
                <w:szCs w:val="22"/>
              </w:rPr>
            </w:pPr>
          </w:p>
          <w:p w:rsidR="00503BBC" w:rsidRDefault="00503BBC" w:rsidP="00724D92">
            <w:pPr>
              <w:rPr>
                <w:sz w:val="22"/>
                <w:szCs w:val="22"/>
              </w:rPr>
            </w:pPr>
          </w:p>
          <w:p w:rsidR="00503BBC" w:rsidRDefault="00503BBC" w:rsidP="00724D92">
            <w:pPr>
              <w:rPr>
                <w:sz w:val="22"/>
                <w:szCs w:val="22"/>
              </w:rPr>
            </w:pPr>
          </w:p>
          <w:p w:rsidR="00503BBC" w:rsidRDefault="00503BBC" w:rsidP="00724D92">
            <w:pPr>
              <w:rPr>
                <w:sz w:val="22"/>
                <w:szCs w:val="22"/>
              </w:rPr>
            </w:pPr>
          </w:p>
          <w:p w:rsidR="00503BBC" w:rsidRDefault="00503BBC" w:rsidP="00724D92">
            <w:pPr>
              <w:rPr>
                <w:sz w:val="22"/>
                <w:szCs w:val="22"/>
              </w:rPr>
            </w:pPr>
          </w:p>
          <w:p w:rsidR="00503BBC" w:rsidRDefault="00503BBC" w:rsidP="00724D92">
            <w:pPr>
              <w:rPr>
                <w:sz w:val="22"/>
                <w:szCs w:val="22"/>
              </w:rPr>
            </w:pPr>
          </w:p>
          <w:p w:rsidR="00503BBC" w:rsidRPr="0061741D" w:rsidRDefault="00503BBC" w:rsidP="00724D92">
            <w:pPr>
              <w:rPr>
                <w:sz w:val="22"/>
                <w:szCs w:val="22"/>
              </w:rPr>
            </w:pPr>
          </w:p>
        </w:tc>
        <w:tc>
          <w:tcPr>
            <w:tcW w:w="4620" w:type="dxa"/>
            <w:gridSpan w:val="2"/>
          </w:tcPr>
          <w:p w:rsidR="00503BBC" w:rsidRDefault="00503BBC" w:rsidP="005532EF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хід виконання рішення  4-ої сесії районної ради </w:t>
            </w:r>
            <w:r w:rsidRPr="0061741D">
              <w:rPr>
                <w:sz w:val="22"/>
                <w:szCs w:val="22"/>
                <w:lang w:val="en-US"/>
              </w:rPr>
              <w:t>VI</w:t>
            </w:r>
            <w:r w:rsidRPr="0061741D">
              <w:rPr>
                <w:sz w:val="22"/>
                <w:szCs w:val="22"/>
              </w:rPr>
              <w:t xml:space="preserve">  скликання від 25.03.2014 року «Про Програму правової освіти населення району на 2011-2015 роки»</w:t>
            </w:r>
          </w:p>
          <w:p w:rsidR="00503BBC" w:rsidRDefault="00503BBC" w:rsidP="005532EF">
            <w:pPr>
              <w:jc w:val="both"/>
              <w:rPr>
                <w:sz w:val="22"/>
                <w:szCs w:val="22"/>
              </w:rPr>
            </w:pPr>
          </w:p>
          <w:p w:rsidR="00503BBC" w:rsidRDefault="00503BBC" w:rsidP="005532EF">
            <w:pPr>
              <w:jc w:val="both"/>
              <w:rPr>
                <w:sz w:val="22"/>
                <w:szCs w:val="22"/>
              </w:rPr>
            </w:pPr>
          </w:p>
          <w:p w:rsidR="00503BBC" w:rsidRDefault="00503BBC" w:rsidP="005532EF">
            <w:pPr>
              <w:jc w:val="both"/>
              <w:rPr>
                <w:sz w:val="22"/>
                <w:szCs w:val="22"/>
              </w:rPr>
            </w:pPr>
          </w:p>
          <w:p w:rsidR="00503BBC" w:rsidRPr="0061741D" w:rsidRDefault="00503BBC" w:rsidP="005532E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2"/>
          </w:tcPr>
          <w:p w:rsidR="00503BBC" w:rsidRDefault="00503BBC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Pr="0061741D" w:rsidRDefault="00503BBC" w:rsidP="008D3EDD">
            <w:pPr>
              <w:rPr>
                <w:sz w:val="22"/>
                <w:szCs w:val="22"/>
              </w:rPr>
            </w:pPr>
          </w:p>
        </w:tc>
        <w:tc>
          <w:tcPr>
            <w:tcW w:w="3788" w:type="dxa"/>
            <w:gridSpan w:val="2"/>
          </w:tcPr>
          <w:p w:rsidR="00503BBC" w:rsidRPr="0061741D" w:rsidRDefault="00503BBC" w:rsidP="005532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Малашевич Ю.П.</w:t>
            </w:r>
            <w:r w:rsidRPr="0061741D">
              <w:rPr>
                <w:sz w:val="22"/>
                <w:szCs w:val="22"/>
              </w:rPr>
              <w:t xml:space="preserve">- голова постійної комісії районної ради з питань регламенту, депутатської етики, правопорядку та прав людини </w:t>
            </w:r>
          </w:p>
          <w:p w:rsidR="00503BBC" w:rsidRDefault="00503BBC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Чечко В.В</w:t>
            </w:r>
            <w:r w:rsidRPr="0061741D">
              <w:rPr>
                <w:sz w:val="22"/>
                <w:szCs w:val="22"/>
              </w:rPr>
              <w:t>. –</w:t>
            </w:r>
            <w:r>
              <w:rPr>
                <w:sz w:val="22"/>
                <w:szCs w:val="22"/>
              </w:rPr>
              <w:t xml:space="preserve"> в.о.</w:t>
            </w:r>
            <w:r w:rsidRPr="0061741D">
              <w:rPr>
                <w:sz w:val="22"/>
                <w:szCs w:val="22"/>
              </w:rPr>
              <w:t xml:space="preserve"> начальник</w:t>
            </w:r>
            <w:r>
              <w:rPr>
                <w:sz w:val="22"/>
                <w:szCs w:val="22"/>
              </w:rPr>
              <w:t>а</w:t>
            </w:r>
            <w:r w:rsidRPr="0061741D">
              <w:rPr>
                <w:sz w:val="22"/>
                <w:szCs w:val="22"/>
              </w:rPr>
              <w:t xml:space="preserve"> </w:t>
            </w:r>
          </w:p>
          <w:p w:rsidR="00503BBC" w:rsidRDefault="00503BBC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Черняхівського районного управління юстиції</w:t>
            </w:r>
          </w:p>
          <w:p w:rsidR="00503BBC" w:rsidRPr="0061741D" w:rsidRDefault="00503BBC" w:rsidP="008D3EDD">
            <w:pPr>
              <w:rPr>
                <w:sz w:val="22"/>
                <w:szCs w:val="22"/>
              </w:rPr>
            </w:pPr>
          </w:p>
        </w:tc>
      </w:tr>
      <w:tr w:rsidR="00503BBC" w:rsidRPr="0061741D" w:rsidTr="00D32944">
        <w:trPr>
          <w:trHeight w:val="2241"/>
        </w:trPr>
        <w:tc>
          <w:tcPr>
            <w:tcW w:w="787" w:type="dxa"/>
          </w:tcPr>
          <w:p w:rsidR="00503BBC" w:rsidRDefault="00503BBC" w:rsidP="00724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  <w:p w:rsidR="00503BBC" w:rsidRDefault="00503BBC" w:rsidP="00724D92">
            <w:pPr>
              <w:rPr>
                <w:sz w:val="22"/>
                <w:szCs w:val="22"/>
              </w:rPr>
            </w:pPr>
          </w:p>
          <w:p w:rsidR="00503BBC" w:rsidRDefault="00503BBC" w:rsidP="00724D92">
            <w:pPr>
              <w:rPr>
                <w:sz w:val="22"/>
                <w:szCs w:val="22"/>
              </w:rPr>
            </w:pPr>
          </w:p>
          <w:p w:rsidR="00503BBC" w:rsidRDefault="00503BBC" w:rsidP="00724D92">
            <w:pPr>
              <w:rPr>
                <w:sz w:val="22"/>
                <w:szCs w:val="22"/>
              </w:rPr>
            </w:pPr>
          </w:p>
          <w:p w:rsidR="00503BBC" w:rsidRDefault="00503BBC" w:rsidP="00724D92">
            <w:pPr>
              <w:rPr>
                <w:sz w:val="22"/>
                <w:szCs w:val="22"/>
              </w:rPr>
            </w:pPr>
          </w:p>
          <w:p w:rsidR="00503BBC" w:rsidRDefault="00503BBC" w:rsidP="00724D92">
            <w:pPr>
              <w:rPr>
                <w:sz w:val="22"/>
                <w:szCs w:val="22"/>
              </w:rPr>
            </w:pPr>
          </w:p>
          <w:p w:rsidR="00503BBC" w:rsidRDefault="00503BBC" w:rsidP="00724D92">
            <w:pPr>
              <w:rPr>
                <w:sz w:val="22"/>
                <w:szCs w:val="22"/>
              </w:rPr>
            </w:pPr>
          </w:p>
          <w:p w:rsidR="00503BBC" w:rsidRPr="0061741D" w:rsidRDefault="00503BBC" w:rsidP="00724D92">
            <w:pPr>
              <w:rPr>
                <w:sz w:val="22"/>
                <w:szCs w:val="22"/>
              </w:rPr>
            </w:pPr>
          </w:p>
        </w:tc>
        <w:tc>
          <w:tcPr>
            <w:tcW w:w="4620" w:type="dxa"/>
            <w:gridSpan w:val="2"/>
          </w:tcPr>
          <w:p w:rsidR="00503BBC" w:rsidRPr="0061741D" w:rsidRDefault="00503BBC" w:rsidP="005532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 хід виконання рішення 4-ої сесії  районної ради УІ скликання від 25.03.2014 року «Про Програму забезпечення пожежної безпеки Черняхівського району на 2011-2015 роки»</w:t>
            </w:r>
          </w:p>
        </w:tc>
        <w:tc>
          <w:tcPr>
            <w:tcW w:w="1785" w:type="dxa"/>
            <w:gridSpan w:val="2"/>
          </w:tcPr>
          <w:p w:rsidR="00503BBC" w:rsidRDefault="00503BBC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3788" w:type="dxa"/>
            <w:gridSpan w:val="2"/>
          </w:tcPr>
          <w:p w:rsidR="00503BBC" w:rsidRDefault="00503BBC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Малашевич Ю.П.- голова постійної комісії районної ради з питань регламенту, депутатської етики, правопорядку та прав людини</w:t>
            </w:r>
          </w:p>
          <w:p w:rsidR="00503BBC" w:rsidRDefault="00503BBC" w:rsidP="008D3EDD">
            <w:pPr>
              <w:rPr>
                <w:sz w:val="22"/>
                <w:szCs w:val="22"/>
              </w:rPr>
            </w:pPr>
          </w:p>
          <w:p w:rsidR="00503BBC" w:rsidRDefault="00503BBC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Огородник С.М.- начальник Черняхівського районного сектору управління ДСНС України у Житомирській області</w:t>
            </w:r>
          </w:p>
        </w:tc>
      </w:tr>
      <w:tr w:rsidR="00503BBC" w:rsidRPr="0061741D" w:rsidTr="00D32944">
        <w:trPr>
          <w:trHeight w:val="1845"/>
        </w:trPr>
        <w:tc>
          <w:tcPr>
            <w:tcW w:w="787" w:type="dxa"/>
          </w:tcPr>
          <w:p w:rsidR="00503BBC" w:rsidRPr="0061741D" w:rsidRDefault="00503BBC" w:rsidP="00724D9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4620" w:type="dxa"/>
            <w:gridSpan w:val="2"/>
          </w:tcPr>
          <w:p w:rsidR="00503BBC" w:rsidRDefault="00503BBC" w:rsidP="00030BEF">
            <w:pPr>
              <w:jc w:val="both"/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Про </w:t>
            </w:r>
            <w:r>
              <w:rPr>
                <w:sz w:val="22"/>
                <w:szCs w:val="22"/>
              </w:rPr>
              <w:t>хід виконання рішення 10-ої сесії районної ради У скликання від 12.10.2007 року «Про Комплексну довгострокову програму розвитку земельних відносин та охорони земель у Черняхівському районі на 2007-2015 роки»</w:t>
            </w:r>
          </w:p>
          <w:p w:rsidR="00503BBC" w:rsidRDefault="00503BBC" w:rsidP="00030BEF">
            <w:pPr>
              <w:jc w:val="both"/>
              <w:rPr>
                <w:sz w:val="22"/>
                <w:szCs w:val="22"/>
              </w:rPr>
            </w:pPr>
          </w:p>
          <w:p w:rsidR="00503BBC" w:rsidRPr="0061741D" w:rsidRDefault="00503BBC" w:rsidP="00030BE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2"/>
          </w:tcPr>
          <w:p w:rsidR="00503BBC" w:rsidRPr="0061741D" w:rsidRDefault="00503BBC" w:rsidP="007E5E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3788" w:type="dxa"/>
            <w:gridSpan w:val="2"/>
          </w:tcPr>
          <w:p w:rsidR="00503BBC" w:rsidRPr="0061741D" w:rsidRDefault="00503BBC" w:rsidP="00023E8B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Трояченко Р.М</w:t>
            </w:r>
            <w:r w:rsidRPr="0061741D">
              <w:rPr>
                <w:sz w:val="22"/>
                <w:szCs w:val="22"/>
              </w:rPr>
              <w:t xml:space="preserve">.- голова постійної комісії районної ради  з питань </w:t>
            </w:r>
            <w:r w:rsidRPr="0061741D">
              <w:rPr>
                <w:bCs/>
                <w:sz w:val="22"/>
                <w:szCs w:val="22"/>
              </w:rPr>
              <w:t xml:space="preserve">агропромислового розвитку, земельних відносин та екології </w:t>
            </w:r>
          </w:p>
          <w:p w:rsidR="00503BBC" w:rsidRPr="0061741D" w:rsidRDefault="00503BBC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Полулях А.В.-начальник відділу Держгеокадастру в Черняхівському районі</w:t>
            </w:r>
          </w:p>
        </w:tc>
      </w:tr>
      <w:tr w:rsidR="00503BBC" w:rsidRPr="0061741D" w:rsidTr="00DF5750">
        <w:trPr>
          <w:trHeight w:val="712"/>
        </w:trPr>
        <w:tc>
          <w:tcPr>
            <w:tcW w:w="787" w:type="dxa"/>
          </w:tcPr>
          <w:p w:rsidR="00503BBC" w:rsidRDefault="00503BBC" w:rsidP="00D94525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6</w:t>
            </w:r>
          </w:p>
          <w:p w:rsidR="00503BBC" w:rsidRDefault="00503BBC" w:rsidP="00D94525">
            <w:pPr>
              <w:rPr>
                <w:sz w:val="22"/>
                <w:szCs w:val="22"/>
              </w:rPr>
            </w:pPr>
          </w:p>
          <w:p w:rsidR="00503BBC" w:rsidRPr="0061741D" w:rsidRDefault="00503BBC" w:rsidP="00D94525">
            <w:pPr>
              <w:rPr>
                <w:sz w:val="22"/>
                <w:szCs w:val="22"/>
              </w:rPr>
            </w:pPr>
          </w:p>
        </w:tc>
        <w:tc>
          <w:tcPr>
            <w:tcW w:w="4620" w:type="dxa"/>
            <w:gridSpan w:val="2"/>
          </w:tcPr>
          <w:p w:rsidR="00503BBC" w:rsidRPr="0061741D" w:rsidRDefault="00503BBC" w:rsidP="00030B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 стан використання землі на території Клітищенської сільської ради</w:t>
            </w:r>
          </w:p>
        </w:tc>
        <w:tc>
          <w:tcPr>
            <w:tcW w:w="1785" w:type="dxa"/>
            <w:gridSpan w:val="2"/>
          </w:tcPr>
          <w:p w:rsidR="00503BBC" w:rsidRDefault="00503BBC" w:rsidP="007E5E50">
            <w:pPr>
              <w:rPr>
                <w:sz w:val="22"/>
                <w:szCs w:val="22"/>
              </w:rPr>
            </w:pPr>
          </w:p>
        </w:tc>
        <w:tc>
          <w:tcPr>
            <w:tcW w:w="3788" w:type="dxa"/>
            <w:gridSpan w:val="2"/>
          </w:tcPr>
          <w:p w:rsidR="00503BBC" w:rsidRDefault="00503BBC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Лайчук Г.В.-Клітищенський сільський голова</w:t>
            </w:r>
          </w:p>
        </w:tc>
      </w:tr>
      <w:tr w:rsidR="00503BBC" w:rsidRPr="0061741D" w:rsidTr="00DF5750">
        <w:trPr>
          <w:trHeight w:val="1851"/>
        </w:trPr>
        <w:tc>
          <w:tcPr>
            <w:tcW w:w="787" w:type="dxa"/>
          </w:tcPr>
          <w:p w:rsidR="00503BBC" w:rsidRPr="0061741D" w:rsidRDefault="00503BBC" w:rsidP="00122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4620" w:type="dxa"/>
            <w:gridSpan w:val="2"/>
          </w:tcPr>
          <w:p w:rsidR="00503BBC" w:rsidRDefault="00503BBC" w:rsidP="00030B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 хід виконання рішення 19-ої сесії районної ради УІ скликання від 27.09.2013 року «Про районну комплексну програму «Молодь і родина Черняхівщини» на 2011-2015 роки</w:t>
            </w:r>
          </w:p>
          <w:p w:rsidR="00503BBC" w:rsidRPr="0061741D" w:rsidRDefault="00503BBC" w:rsidP="00030B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174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85" w:type="dxa"/>
            <w:gridSpan w:val="2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3788" w:type="dxa"/>
            <w:gridSpan w:val="2"/>
          </w:tcPr>
          <w:p w:rsidR="00503BBC" w:rsidRDefault="00503BBC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Сташенко О.Ф. -</w:t>
            </w:r>
            <w:r w:rsidRPr="0061741D">
              <w:rPr>
                <w:sz w:val="22"/>
                <w:szCs w:val="22"/>
              </w:rPr>
              <w:t xml:space="preserve"> голова постійної комісії районної ради  з питань</w:t>
            </w:r>
            <w:r>
              <w:rPr>
                <w:sz w:val="22"/>
                <w:szCs w:val="22"/>
              </w:rPr>
              <w:t xml:space="preserve"> освіти, культури,</w:t>
            </w:r>
            <w:r w:rsidRPr="0061741D">
              <w:rPr>
                <w:sz w:val="22"/>
                <w:szCs w:val="22"/>
              </w:rPr>
              <w:t xml:space="preserve"> охорони здоров</w:t>
            </w:r>
            <w:r w:rsidRPr="005C1090">
              <w:rPr>
                <w:sz w:val="22"/>
                <w:szCs w:val="22"/>
              </w:rPr>
              <w:t>’</w:t>
            </w:r>
            <w:r w:rsidRPr="0061741D">
              <w:rPr>
                <w:sz w:val="22"/>
                <w:szCs w:val="22"/>
              </w:rPr>
              <w:t xml:space="preserve">я та соціального захисту населення </w:t>
            </w:r>
          </w:p>
          <w:p w:rsidR="00503BBC" w:rsidRDefault="00503BBC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Левандовська-Федосеєва О.М.-</w:t>
            </w:r>
          </w:p>
          <w:p w:rsidR="00503BBC" w:rsidRPr="00DF5750" w:rsidRDefault="00503BBC" w:rsidP="00DF5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відділу сім</w:t>
            </w:r>
            <w:r w:rsidRPr="009D74ED">
              <w:rPr>
                <w:sz w:val="22"/>
                <w:szCs w:val="22"/>
              </w:rPr>
              <w:t>’ї</w:t>
            </w:r>
            <w:r>
              <w:rPr>
                <w:sz w:val="22"/>
                <w:szCs w:val="22"/>
              </w:rPr>
              <w:t>, молоді та спорту райдержадміністрації</w:t>
            </w:r>
          </w:p>
        </w:tc>
      </w:tr>
      <w:tr w:rsidR="00503BBC" w:rsidRPr="0061741D" w:rsidTr="008D3EDD">
        <w:tc>
          <w:tcPr>
            <w:tcW w:w="787" w:type="dxa"/>
          </w:tcPr>
          <w:p w:rsidR="00503BBC" w:rsidRPr="0061741D" w:rsidRDefault="00503BBC" w:rsidP="00724D92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4620" w:type="dxa"/>
            <w:gridSpan w:val="2"/>
          </w:tcPr>
          <w:p w:rsidR="00503BBC" w:rsidRPr="0061741D" w:rsidRDefault="00503BBC" w:rsidP="00B93A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 хід виконання рішення 9-ої </w:t>
            </w:r>
            <w:r w:rsidRPr="0061741D">
              <w:rPr>
                <w:sz w:val="22"/>
                <w:szCs w:val="22"/>
              </w:rPr>
              <w:t xml:space="preserve">сесії районної ради  </w:t>
            </w:r>
            <w:r w:rsidRPr="0061741D">
              <w:rPr>
                <w:sz w:val="22"/>
                <w:szCs w:val="22"/>
                <w:lang w:val="en-US"/>
              </w:rPr>
              <w:t>VI</w:t>
            </w:r>
            <w:r>
              <w:rPr>
                <w:sz w:val="22"/>
                <w:szCs w:val="22"/>
              </w:rPr>
              <w:t xml:space="preserve">  скликання від 30.03.2012</w:t>
            </w:r>
            <w:r w:rsidRPr="0061741D">
              <w:rPr>
                <w:sz w:val="22"/>
                <w:szCs w:val="22"/>
              </w:rPr>
              <w:t xml:space="preserve"> року « Про районну цільову соціальну Програму протидії захворюванню на туберкульоз до 2016 року»</w:t>
            </w:r>
          </w:p>
        </w:tc>
        <w:tc>
          <w:tcPr>
            <w:tcW w:w="1785" w:type="dxa"/>
            <w:gridSpan w:val="2"/>
          </w:tcPr>
          <w:p w:rsidR="00503BBC" w:rsidRPr="0061741D" w:rsidRDefault="00503BBC" w:rsidP="00B93A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лютий</w:t>
            </w:r>
          </w:p>
        </w:tc>
        <w:tc>
          <w:tcPr>
            <w:tcW w:w="3788" w:type="dxa"/>
            <w:gridSpan w:val="2"/>
          </w:tcPr>
          <w:p w:rsidR="00503BBC" w:rsidRPr="00253A12" w:rsidRDefault="00503BBC" w:rsidP="008E67C0">
            <w:pPr>
              <w:pStyle w:val="1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Сташенко О.Ф.- голова постійної комісії районної ради з питань освіти, культури, охорони здоров</w:t>
            </w:r>
            <w:r w:rsidRPr="00253A12">
              <w:rPr>
                <w:rFonts w:ascii="Times New Roman" w:hAnsi="Times New Roman"/>
                <w:lang w:val="uk-UA"/>
              </w:rPr>
              <w:t>’</w:t>
            </w:r>
            <w:r>
              <w:rPr>
                <w:rFonts w:ascii="Times New Roman" w:hAnsi="Times New Roman"/>
                <w:lang w:val="uk-UA"/>
              </w:rPr>
              <w:t>я та соціального захисту населення</w:t>
            </w:r>
          </w:p>
          <w:p w:rsidR="00503BBC" w:rsidRPr="0061741D" w:rsidRDefault="00503BBC" w:rsidP="008E67C0">
            <w:pPr>
              <w:pStyle w:val="1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61741D">
              <w:rPr>
                <w:rFonts w:ascii="Times New Roman" w:hAnsi="Times New Roman"/>
                <w:lang w:val="uk-UA"/>
              </w:rPr>
              <w:t>Ніколайчук</w:t>
            </w:r>
            <w:r>
              <w:rPr>
                <w:rFonts w:ascii="Times New Roman" w:hAnsi="Times New Roman"/>
                <w:lang w:val="uk-UA"/>
              </w:rPr>
              <w:t xml:space="preserve"> В. В. – головний лікар </w:t>
            </w:r>
            <w:r w:rsidRPr="0061741D">
              <w:rPr>
                <w:rFonts w:ascii="Times New Roman" w:hAnsi="Times New Roman"/>
                <w:lang w:val="uk-UA"/>
              </w:rPr>
              <w:t xml:space="preserve">Черняхівського ТМО </w:t>
            </w:r>
          </w:p>
          <w:p w:rsidR="00503BBC" w:rsidRPr="0061741D" w:rsidRDefault="00503BBC" w:rsidP="00B93AC4">
            <w:pPr>
              <w:pStyle w:val="1"/>
              <w:spacing w:line="240" w:lineRule="auto"/>
              <w:ind w:left="9"/>
              <w:rPr>
                <w:rFonts w:ascii="Times New Roman" w:hAnsi="Times New Roman"/>
                <w:lang w:val="uk-UA"/>
              </w:rPr>
            </w:pPr>
            <w:r w:rsidRPr="0061741D">
              <w:rPr>
                <w:rFonts w:ascii="Times New Roman" w:hAnsi="Times New Roman"/>
                <w:lang w:val="uk-UA"/>
              </w:rPr>
              <w:t xml:space="preserve">Виговська А.М. – головний лікар 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61741D">
              <w:rPr>
                <w:rFonts w:ascii="Times New Roman" w:hAnsi="Times New Roman"/>
                <w:lang w:val="uk-UA"/>
              </w:rPr>
              <w:t>КУ « Центр ПМСД»</w:t>
            </w:r>
          </w:p>
        </w:tc>
      </w:tr>
      <w:tr w:rsidR="00503BBC" w:rsidRPr="00AA2DB4" w:rsidTr="008D3EDD">
        <w:tc>
          <w:tcPr>
            <w:tcW w:w="787" w:type="dxa"/>
          </w:tcPr>
          <w:p w:rsidR="00503BBC" w:rsidRPr="0058398C" w:rsidRDefault="00503BBC" w:rsidP="00724D92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2.8</w:t>
            </w:r>
          </w:p>
        </w:tc>
        <w:tc>
          <w:tcPr>
            <w:tcW w:w="4620" w:type="dxa"/>
            <w:gridSpan w:val="2"/>
          </w:tcPr>
          <w:p w:rsidR="00503BBC" w:rsidRPr="0058398C" w:rsidRDefault="00503BBC" w:rsidP="00FD52F5">
            <w:pPr>
              <w:jc w:val="both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Звіт директора Черняхівського краєзнавчого музею Гринь О.М.  про роботу установи з 15.06.2015 -14.06.2016 </w:t>
            </w:r>
          </w:p>
        </w:tc>
        <w:tc>
          <w:tcPr>
            <w:tcW w:w="1785" w:type="dxa"/>
            <w:gridSpan w:val="2"/>
          </w:tcPr>
          <w:p w:rsidR="00503BBC" w:rsidRPr="0058398C" w:rsidRDefault="00503BBC" w:rsidP="005721D4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Травень  </w:t>
            </w:r>
          </w:p>
        </w:tc>
        <w:tc>
          <w:tcPr>
            <w:tcW w:w="3788" w:type="dxa"/>
            <w:gridSpan w:val="2"/>
          </w:tcPr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Сташенко О.Ф. - голова постійної комісії районної ради  з питань освіти, культури, охорони здоров’я  та соціального захисту населення  духовності </w:t>
            </w:r>
          </w:p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Гринь О.М. – директор Черняхівського краєзнавчого музею  </w:t>
            </w:r>
          </w:p>
        </w:tc>
      </w:tr>
      <w:tr w:rsidR="00503BBC" w:rsidRPr="00AA2DB4" w:rsidTr="008D3EDD">
        <w:tc>
          <w:tcPr>
            <w:tcW w:w="787" w:type="dxa"/>
          </w:tcPr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2.9</w:t>
            </w:r>
          </w:p>
        </w:tc>
        <w:tc>
          <w:tcPr>
            <w:tcW w:w="4620" w:type="dxa"/>
            <w:gridSpan w:val="2"/>
          </w:tcPr>
          <w:p w:rsidR="00503BBC" w:rsidRPr="0058398C" w:rsidRDefault="00503BBC" w:rsidP="00494B52">
            <w:pPr>
              <w:jc w:val="both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Звіт директора  районного будинку культури Капустіна В.В. про роботу закладу з 26.05.2015 р. 25.05.2016 р.</w:t>
            </w:r>
          </w:p>
        </w:tc>
        <w:tc>
          <w:tcPr>
            <w:tcW w:w="1785" w:type="dxa"/>
            <w:gridSpan w:val="2"/>
          </w:tcPr>
          <w:p w:rsidR="00503BBC" w:rsidRPr="0058398C" w:rsidRDefault="00503BBC" w:rsidP="004353AE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Травень </w:t>
            </w:r>
          </w:p>
        </w:tc>
        <w:tc>
          <w:tcPr>
            <w:tcW w:w="3788" w:type="dxa"/>
            <w:gridSpan w:val="2"/>
          </w:tcPr>
          <w:p w:rsidR="00503BBC" w:rsidRPr="0058398C" w:rsidRDefault="00503BBC" w:rsidP="00C0708A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Сташенко О.Ф. - голова постійної комісії районної ради  з питань освіти, культури, охорони здоров’я  та соціального захисту населення  духовності </w:t>
            </w:r>
          </w:p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Капустін  В.В. – директор районного будинку культури </w:t>
            </w:r>
          </w:p>
        </w:tc>
      </w:tr>
      <w:tr w:rsidR="00503BBC" w:rsidRPr="00AA2DB4" w:rsidTr="008D3EDD">
        <w:tc>
          <w:tcPr>
            <w:tcW w:w="787" w:type="dxa"/>
          </w:tcPr>
          <w:p w:rsidR="00503BBC" w:rsidRPr="0058398C" w:rsidRDefault="00503BBC" w:rsidP="00FD52F5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2.10</w:t>
            </w:r>
          </w:p>
        </w:tc>
        <w:tc>
          <w:tcPr>
            <w:tcW w:w="4620" w:type="dxa"/>
            <w:gridSpan w:val="2"/>
          </w:tcPr>
          <w:p w:rsidR="00503BBC" w:rsidRPr="0058398C" w:rsidRDefault="00503BBC" w:rsidP="000A6831">
            <w:pPr>
              <w:pStyle w:val="NormalWeb"/>
              <w:shd w:val="clear" w:color="auto" w:fill="FFFFFF"/>
              <w:spacing w:before="0" w:after="0"/>
              <w:jc w:val="both"/>
              <w:rPr>
                <w:sz w:val="22"/>
                <w:szCs w:val="22"/>
                <w:lang w:val="uk-UA"/>
              </w:rPr>
            </w:pPr>
            <w:r w:rsidRPr="0058398C">
              <w:rPr>
                <w:sz w:val="22"/>
                <w:szCs w:val="22"/>
                <w:lang w:val="uk-UA"/>
              </w:rPr>
              <w:t xml:space="preserve">Звіт головного лікаря Черняхівського ТМО Ніколайчука В.В. про роботу закладу з 24.04.2015 р. по 23.04.2016 р. </w:t>
            </w:r>
          </w:p>
        </w:tc>
        <w:tc>
          <w:tcPr>
            <w:tcW w:w="1785" w:type="dxa"/>
            <w:gridSpan w:val="2"/>
          </w:tcPr>
          <w:p w:rsidR="00503BBC" w:rsidRPr="0058398C" w:rsidRDefault="00503BBC" w:rsidP="00FD52F5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Травень </w:t>
            </w:r>
          </w:p>
        </w:tc>
        <w:tc>
          <w:tcPr>
            <w:tcW w:w="3788" w:type="dxa"/>
            <w:gridSpan w:val="2"/>
          </w:tcPr>
          <w:p w:rsidR="00503BBC" w:rsidRPr="0058398C" w:rsidRDefault="00503BBC" w:rsidP="00C0708A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Сташенко О.Ф. - голова постійної комісії районної ради  з питань освіти, культури, охорони здоров’я  та соціального захисту населення  духовності </w:t>
            </w:r>
          </w:p>
          <w:p w:rsidR="00503BBC" w:rsidRPr="0058398C" w:rsidRDefault="00503BBC" w:rsidP="00FD52F5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Ніколайчук В.В. – головний лікар  Черняхівського ТМО </w:t>
            </w:r>
          </w:p>
        </w:tc>
      </w:tr>
      <w:tr w:rsidR="00503BBC" w:rsidRPr="00AA2DB4" w:rsidTr="008D3EDD">
        <w:tc>
          <w:tcPr>
            <w:tcW w:w="787" w:type="dxa"/>
          </w:tcPr>
          <w:p w:rsidR="00503BBC" w:rsidRPr="0058398C" w:rsidRDefault="00503BBC" w:rsidP="00FD52F5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2.11</w:t>
            </w:r>
          </w:p>
        </w:tc>
        <w:tc>
          <w:tcPr>
            <w:tcW w:w="4620" w:type="dxa"/>
            <w:gridSpan w:val="2"/>
          </w:tcPr>
          <w:p w:rsidR="00503BBC" w:rsidRPr="0058398C" w:rsidRDefault="00503BBC" w:rsidP="005721D4">
            <w:pPr>
              <w:jc w:val="both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Звіт директора початкового спеціалізованого мистецького навчального закладу «Черняхівська  музична  школа Черняхівського району Житомирської області» Демчука А.В.  про роботу установи з</w:t>
            </w:r>
            <w:r w:rsidRPr="0058398C">
              <w:t>25.05.2013 р по 24.05.2018 р.</w:t>
            </w:r>
            <w:r w:rsidRPr="005839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85" w:type="dxa"/>
            <w:gridSpan w:val="2"/>
          </w:tcPr>
          <w:p w:rsidR="00503BBC" w:rsidRPr="0058398C" w:rsidRDefault="00503BBC" w:rsidP="00FD52F5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Травень </w:t>
            </w:r>
          </w:p>
        </w:tc>
        <w:tc>
          <w:tcPr>
            <w:tcW w:w="3788" w:type="dxa"/>
            <w:gridSpan w:val="2"/>
          </w:tcPr>
          <w:p w:rsidR="00503BBC" w:rsidRPr="0058398C" w:rsidRDefault="00503BBC" w:rsidP="00C0708A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Сташенко О.Ф. .- голова постійної комісії районної ради  з питань освіти, культури, охорони здоров’я  та соціального захисту населення  духовності </w:t>
            </w:r>
          </w:p>
          <w:p w:rsidR="00503BBC" w:rsidRPr="0058398C" w:rsidRDefault="00503BBC" w:rsidP="00FD52F5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Демчук А.В. – директор  ПСМНЗ «Черняхівська музична школа» </w:t>
            </w:r>
          </w:p>
        </w:tc>
      </w:tr>
      <w:tr w:rsidR="00503BBC" w:rsidRPr="00AA2DB4" w:rsidTr="008D3EDD">
        <w:tc>
          <w:tcPr>
            <w:tcW w:w="787" w:type="dxa"/>
          </w:tcPr>
          <w:p w:rsidR="00503BBC" w:rsidRPr="0058398C" w:rsidRDefault="00503BBC" w:rsidP="00506E0F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2.13</w:t>
            </w:r>
          </w:p>
        </w:tc>
        <w:tc>
          <w:tcPr>
            <w:tcW w:w="4620" w:type="dxa"/>
            <w:gridSpan w:val="2"/>
          </w:tcPr>
          <w:p w:rsidR="00503BBC" w:rsidRPr="0058398C" w:rsidRDefault="00503BBC" w:rsidP="00506E0F">
            <w:pPr>
              <w:pStyle w:val="NormalWeb"/>
              <w:shd w:val="clear" w:color="auto" w:fill="FFFFFF"/>
              <w:spacing w:before="0" w:after="0"/>
              <w:jc w:val="both"/>
              <w:rPr>
                <w:sz w:val="22"/>
                <w:szCs w:val="22"/>
                <w:lang w:val="uk-UA"/>
              </w:rPr>
            </w:pPr>
            <w:r w:rsidRPr="0058398C">
              <w:rPr>
                <w:sz w:val="22"/>
                <w:szCs w:val="22"/>
                <w:lang w:val="uk-UA"/>
              </w:rPr>
              <w:t xml:space="preserve">Звіт директора центральної районної бібліотеки Чорноморець Р.А. про роботу установи з </w:t>
            </w:r>
            <w:r w:rsidRPr="0058398C">
              <w:rPr>
                <w:lang w:val="uk-UA"/>
              </w:rPr>
              <w:t xml:space="preserve">02.04.2013 р.  по  01.04.2018 р. </w:t>
            </w:r>
          </w:p>
        </w:tc>
        <w:tc>
          <w:tcPr>
            <w:tcW w:w="1785" w:type="dxa"/>
            <w:gridSpan w:val="2"/>
          </w:tcPr>
          <w:p w:rsidR="00503BBC" w:rsidRPr="0058398C" w:rsidRDefault="00503BBC" w:rsidP="00506E0F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Травень </w:t>
            </w:r>
          </w:p>
        </w:tc>
        <w:tc>
          <w:tcPr>
            <w:tcW w:w="3788" w:type="dxa"/>
            <w:gridSpan w:val="2"/>
          </w:tcPr>
          <w:p w:rsidR="00503BBC" w:rsidRPr="0058398C" w:rsidRDefault="00503BBC" w:rsidP="00506E0F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Сташенко О.Ф. .- голова постійної комісії районної ради  з питань освіти, культури, охорони здоров’я  та соціального захисту населення  духовності </w:t>
            </w:r>
          </w:p>
          <w:p w:rsidR="00503BBC" w:rsidRPr="0058398C" w:rsidRDefault="00503BBC" w:rsidP="00506E0F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Чорноморець Р.А. – директор Черняхівської ЦРБ </w:t>
            </w:r>
          </w:p>
        </w:tc>
      </w:tr>
      <w:tr w:rsidR="00503BBC" w:rsidRPr="0061741D" w:rsidTr="00DF5750">
        <w:trPr>
          <w:trHeight w:val="1778"/>
        </w:trPr>
        <w:tc>
          <w:tcPr>
            <w:tcW w:w="787" w:type="dxa"/>
          </w:tcPr>
          <w:p w:rsidR="00503BBC" w:rsidRPr="0058398C" w:rsidRDefault="00503BBC" w:rsidP="008D3EDD">
            <w:pPr>
              <w:rPr>
                <w:sz w:val="22"/>
                <w:szCs w:val="22"/>
              </w:rPr>
            </w:pPr>
          </w:p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2.14</w:t>
            </w:r>
          </w:p>
        </w:tc>
        <w:tc>
          <w:tcPr>
            <w:tcW w:w="4620" w:type="dxa"/>
            <w:gridSpan w:val="2"/>
          </w:tcPr>
          <w:p w:rsidR="00503BBC" w:rsidRPr="0058398C" w:rsidRDefault="00503BBC" w:rsidP="00CA405D">
            <w:pPr>
              <w:pStyle w:val="NormalWeb"/>
              <w:shd w:val="clear" w:color="auto" w:fill="FFFFFF"/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  <w:r w:rsidRPr="0058398C">
              <w:rPr>
                <w:sz w:val="22"/>
                <w:szCs w:val="22"/>
                <w:lang w:val="uk-UA"/>
              </w:rPr>
              <w:t xml:space="preserve">Про хід виконання рішення 17 сесії районної ради </w:t>
            </w:r>
            <w:r w:rsidRPr="0058398C">
              <w:rPr>
                <w:sz w:val="22"/>
                <w:szCs w:val="22"/>
                <w:lang w:val="en-US"/>
              </w:rPr>
              <w:t>VI</w:t>
            </w:r>
            <w:r w:rsidRPr="0058398C">
              <w:rPr>
                <w:sz w:val="22"/>
                <w:szCs w:val="22"/>
                <w:lang w:val="uk-UA"/>
              </w:rPr>
              <w:t xml:space="preserve">  скликання від  29.03.2013 року «Про комплексну Програму соціального захисту інвалідів, ветеранів війни та праці, пенсіонерів та незахищених верств населення  на 2013-2017 роки»</w:t>
            </w:r>
          </w:p>
        </w:tc>
        <w:tc>
          <w:tcPr>
            <w:tcW w:w="1785" w:type="dxa"/>
            <w:gridSpan w:val="2"/>
          </w:tcPr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503BBC" w:rsidRPr="0058398C" w:rsidRDefault="00503BBC" w:rsidP="0076572F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Сташенко О.Ф.- голова постійної комісії районної ради  з питань освіти, культури , охорони здоров’я та соціального захисту населення</w:t>
            </w:r>
          </w:p>
          <w:p w:rsidR="00503BBC" w:rsidRPr="0058398C" w:rsidRDefault="00503BBC" w:rsidP="0076572F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Зіневич Я.В.-начальник управління</w:t>
            </w:r>
          </w:p>
          <w:p w:rsidR="00503BBC" w:rsidRPr="0058398C" w:rsidRDefault="00503BBC" w:rsidP="0076572F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праці та соціального захисту населення  райдержадміністрації</w:t>
            </w:r>
          </w:p>
        </w:tc>
      </w:tr>
      <w:tr w:rsidR="00503BBC" w:rsidRPr="0061741D" w:rsidTr="008D3EDD">
        <w:tc>
          <w:tcPr>
            <w:tcW w:w="787" w:type="dxa"/>
          </w:tcPr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2.15</w:t>
            </w:r>
          </w:p>
        </w:tc>
        <w:tc>
          <w:tcPr>
            <w:tcW w:w="4620" w:type="dxa"/>
            <w:gridSpan w:val="2"/>
          </w:tcPr>
          <w:p w:rsidR="00503BBC" w:rsidRPr="0058398C" w:rsidRDefault="00503BBC" w:rsidP="008D3EDD">
            <w:pPr>
              <w:jc w:val="both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Про Програму розвитку інвестиційної діяльності на 2015-2020 роки </w:t>
            </w:r>
          </w:p>
          <w:p w:rsidR="00503BBC" w:rsidRPr="0058398C" w:rsidRDefault="00503BBC" w:rsidP="00253A12">
            <w:pPr>
              <w:ind w:firstLine="708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2"/>
          </w:tcPr>
          <w:p w:rsidR="00503BBC" w:rsidRPr="0058398C" w:rsidRDefault="00503BBC" w:rsidP="009A5A66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503BBC" w:rsidRPr="0058398C" w:rsidRDefault="00503BBC" w:rsidP="00694608">
            <w:pPr>
              <w:rPr>
                <w:bCs/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Жук С.В.- голова постійної комісії районної ради  з питань </w:t>
            </w:r>
            <w:r w:rsidRPr="0058398C">
              <w:rPr>
                <w:bCs/>
                <w:sz w:val="22"/>
                <w:szCs w:val="22"/>
              </w:rPr>
              <w:t>бюджету, комунальної власності та соціально-економічного розвитку району</w:t>
            </w:r>
          </w:p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ЗахароваН.О.- начальник відділу економічного розвитку і торгівлі райдержадміністрації</w:t>
            </w:r>
          </w:p>
        </w:tc>
      </w:tr>
      <w:tr w:rsidR="00503BBC" w:rsidRPr="0061741D" w:rsidTr="00694608">
        <w:trPr>
          <w:trHeight w:val="1692"/>
        </w:trPr>
        <w:tc>
          <w:tcPr>
            <w:tcW w:w="787" w:type="dxa"/>
          </w:tcPr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2.16</w:t>
            </w:r>
          </w:p>
        </w:tc>
        <w:tc>
          <w:tcPr>
            <w:tcW w:w="4620" w:type="dxa"/>
            <w:gridSpan w:val="2"/>
          </w:tcPr>
          <w:p w:rsidR="00503BBC" w:rsidRPr="0058398C" w:rsidRDefault="00503BBC" w:rsidP="006558BE">
            <w:pPr>
              <w:jc w:val="both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Про хід виконання рішення 18 сесії районної ради ІУ скликання від 15.07.2005 року </w:t>
            </w:r>
          </w:p>
          <w:p w:rsidR="00503BBC" w:rsidRPr="0058398C" w:rsidRDefault="00503BBC" w:rsidP="006558BE">
            <w:pPr>
              <w:jc w:val="both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«Про Програму «Питна вода Черняхівщини» на 2005-2020 роки» </w:t>
            </w:r>
          </w:p>
        </w:tc>
        <w:tc>
          <w:tcPr>
            <w:tcW w:w="1785" w:type="dxa"/>
            <w:gridSpan w:val="2"/>
          </w:tcPr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503BBC" w:rsidRPr="0058398C" w:rsidRDefault="00503BBC" w:rsidP="008D3EDD">
            <w:pPr>
              <w:rPr>
                <w:bCs/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Жук С.В.- голова постійної комісії районної ради  з питань </w:t>
            </w:r>
            <w:r w:rsidRPr="0058398C">
              <w:rPr>
                <w:bCs/>
                <w:sz w:val="22"/>
                <w:szCs w:val="22"/>
              </w:rPr>
              <w:t>бюджету, комунальної власності та соціально-економічного розвитку району</w:t>
            </w:r>
          </w:p>
          <w:p w:rsidR="00503BBC" w:rsidRPr="0058398C" w:rsidRDefault="00503BBC" w:rsidP="008D3EDD">
            <w:pPr>
              <w:rPr>
                <w:bCs/>
                <w:sz w:val="22"/>
                <w:szCs w:val="22"/>
              </w:rPr>
            </w:pPr>
            <w:r w:rsidRPr="0058398C">
              <w:rPr>
                <w:bCs/>
                <w:sz w:val="22"/>
                <w:szCs w:val="22"/>
              </w:rPr>
              <w:t>Назарчук П.О.- завідувач сектору житлово-комунального господарства,будівництва та цивільного захисту населення райдержадміністрації</w:t>
            </w:r>
          </w:p>
        </w:tc>
      </w:tr>
      <w:tr w:rsidR="00503BBC" w:rsidRPr="0061741D" w:rsidTr="008D3EDD">
        <w:tc>
          <w:tcPr>
            <w:tcW w:w="787" w:type="dxa"/>
          </w:tcPr>
          <w:p w:rsidR="00503BBC" w:rsidRPr="0058398C" w:rsidRDefault="00503BBC" w:rsidP="008D3EDD">
            <w:pPr>
              <w:rPr>
                <w:sz w:val="22"/>
                <w:szCs w:val="22"/>
              </w:rPr>
            </w:pPr>
          </w:p>
          <w:p w:rsidR="00503BBC" w:rsidRPr="0058398C" w:rsidRDefault="00503BBC" w:rsidP="007833DF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2.17</w:t>
            </w:r>
          </w:p>
        </w:tc>
        <w:tc>
          <w:tcPr>
            <w:tcW w:w="4620" w:type="dxa"/>
            <w:gridSpan w:val="2"/>
          </w:tcPr>
          <w:p w:rsidR="00503BBC" w:rsidRPr="0058398C" w:rsidRDefault="00503BBC" w:rsidP="00A41731">
            <w:pPr>
              <w:pStyle w:val="NoSpacing"/>
              <w:rPr>
                <w:sz w:val="22"/>
                <w:szCs w:val="22"/>
                <w:lang w:val="ru-RU"/>
              </w:rPr>
            </w:pPr>
            <w:r w:rsidRPr="0058398C">
              <w:rPr>
                <w:sz w:val="22"/>
                <w:szCs w:val="22"/>
              </w:rPr>
              <w:t>Про хід виконання рішення 28-ої сесії районної ради УІ скликання від 26.12.2014 року «Про Програму локалізації карантинного бур</w:t>
            </w:r>
            <w:r w:rsidRPr="0058398C">
              <w:rPr>
                <w:sz w:val="22"/>
                <w:szCs w:val="22"/>
                <w:lang w:val="ru-RU"/>
              </w:rPr>
              <w:t>’яну амброзія-полинолиста на території Черняхівського району на 2015-2019 роки»</w:t>
            </w:r>
          </w:p>
        </w:tc>
        <w:tc>
          <w:tcPr>
            <w:tcW w:w="1785" w:type="dxa"/>
            <w:gridSpan w:val="2"/>
          </w:tcPr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503BBC" w:rsidRPr="0058398C" w:rsidRDefault="00503BBC" w:rsidP="00694608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Трояченко Р.М. - голова постійної комісії районної ради  з питань агропромислового розвитку, земельних відносин та екології</w:t>
            </w:r>
          </w:p>
          <w:p w:rsidR="00503BBC" w:rsidRPr="0058398C" w:rsidRDefault="00503BBC" w:rsidP="0058398C">
            <w:pPr>
              <w:pStyle w:val="1"/>
              <w:spacing w:line="240" w:lineRule="auto"/>
              <w:ind w:left="9"/>
              <w:rPr>
                <w:rFonts w:ascii="Times New Roman" w:hAnsi="Times New Roman"/>
                <w:lang w:val="uk-UA"/>
              </w:rPr>
            </w:pPr>
            <w:r w:rsidRPr="0058398C">
              <w:rPr>
                <w:rFonts w:ascii="Times New Roman" w:hAnsi="Times New Roman"/>
                <w:lang w:val="uk-UA"/>
              </w:rPr>
              <w:t>Йосипчук С.В. – провідний фахівець відділу фітосанітарних процедур ДУ «Житомирська обласна фітосанітарна лабораторія»</w:t>
            </w:r>
          </w:p>
        </w:tc>
      </w:tr>
      <w:tr w:rsidR="00503BBC" w:rsidRPr="0061741D" w:rsidTr="008D3EDD">
        <w:tc>
          <w:tcPr>
            <w:tcW w:w="787" w:type="dxa"/>
          </w:tcPr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2.18</w:t>
            </w:r>
          </w:p>
        </w:tc>
        <w:tc>
          <w:tcPr>
            <w:tcW w:w="4620" w:type="dxa"/>
            <w:gridSpan w:val="2"/>
          </w:tcPr>
          <w:p w:rsidR="00503BBC" w:rsidRPr="0058398C" w:rsidRDefault="00503BBC" w:rsidP="00BD69AB">
            <w:pPr>
              <w:pStyle w:val="NormalWeb"/>
              <w:shd w:val="clear" w:color="auto" w:fill="FFFFFF"/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  <w:r w:rsidRPr="0058398C">
              <w:rPr>
                <w:sz w:val="22"/>
                <w:szCs w:val="22"/>
                <w:lang w:val="uk-UA"/>
              </w:rPr>
              <w:t>Про стан використання землі на території Ксаверівської сільської ради</w:t>
            </w:r>
          </w:p>
        </w:tc>
        <w:tc>
          <w:tcPr>
            <w:tcW w:w="1785" w:type="dxa"/>
            <w:gridSpan w:val="2"/>
          </w:tcPr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503BBC" w:rsidRPr="0058398C" w:rsidRDefault="00503BBC" w:rsidP="00A41731">
            <w:pPr>
              <w:rPr>
                <w:bCs/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Трояченко Р.М.- голова постійної комісії районної ради  з питань </w:t>
            </w:r>
            <w:r w:rsidRPr="0058398C">
              <w:rPr>
                <w:bCs/>
                <w:sz w:val="22"/>
                <w:szCs w:val="22"/>
              </w:rPr>
              <w:t xml:space="preserve">агропромислового розвитку, земельних відносин та екології </w:t>
            </w:r>
          </w:p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Бєлий П.В. – Ксаверівський сільський голова </w:t>
            </w:r>
          </w:p>
        </w:tc>
      </w:tr>
      <w:tr w:rsidR="00503BBC" w:rsidRPr="0061741D" w:rsidTr="008D3EDD">
        <w:tc>
          <w:tcPr>
            <w:tcW w:w="787" w:type="dxa"/>
          </w:tcPr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2.19</w:t>
            </w:r>
          </w:p>
        </w:tc>
        <w:tc>
          <w:tcPr>
            <w:tcW w:w="4620" w:type="dxa"/>
            <w:gridSpan w:val="2"/>
          </w:tcPr>
          <w:p w:rsidR="00503BBC" w:rsidRPr="0058398C" w:rsidRDefault="00503BBC" w:rsidP="00FD7449">
            <w:pPr>
              <w:jc w:val="both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Про  Програму забезпечення пожежної безпеки  Черняхівського району на 2016-2020 роки</w:t>
            </w:r>
          </w:p>
        </w:tc>
        <w:tc>
          <w:tcPr>
            <w:tcW w:w="1785" w:type="dxa"/>
            <w:gridSpan w:val="2"/>
          </w:tcPr>
          <w:p w:rsidR="00503BBC" w:rsidRPr="0058398C" w:rsidRDefault="00503BBC" w:rsidP="00DF2B68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503BBC" w:rsidRPr="0058398C" w:rsidRDefault="00503BBC" w:rsidP="00A41731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Малашевич Ю.П.- голова постійної комісії районної ради  з  регламенту, депутатської етики, правопорядку та прав людини  </w:t>
            </w:r>
          </w:p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Огородник С.М.- начальник Черняхівського сектору УДСНС України в Житомирській області</w:t>
            </w:r>
          </w:p>
        </w:tc>
      </w:tr>
      <w:tr w:rsidR="00503BBC" w:rsidRPr="0061741D" w:rsidTr="008D3EDD">
        <w:tc>
          <w:tcPr>
            <w:tcW w:w="787" w:type="dxa"/>
          </w:tcPr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2.20</w:t>
            </w:r>
          </w:p>
        </w:tc>
        <w:tc>
          <w:tcPr>
            <w:tcW w:w="4620" w:type="dxa"/>
            <w:gridSpan w:val="2"/>
          </w:tcPr>
          <w:p w:rsidR="00503BBC" w:rsidRPr="0058398C" w:rsidRDefault="00503BBC" w:rsidP="008D3EDD">
            <w:pPr>
              <w:jc w:val="both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Про стан виконання основних положень Закону України «Про місцеве самоврядування в Україні» на території Дівочківської сільської ради </w:t>
            </w:r>
          </w:p>
        </w:tc>
        <w:tc>
          <w:tcPr>
            <w:tcW w:w="1785" w:type="dxa"/>
            <w:gridSpan w:val="2"/>
          </w:tcPr>
          <w:p w:rsidR="00503BBC" w:rsidRPr="0058398C" w:rsidRDefault="00503BBC" w:rsidP="00DF2B68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травень</w:t>
            </w:r>
          </w:p>
        </w:tc>
        <w:tc>
          <w:tcPr>
            <w:tcW w:w="3788" w:type="dxa"/>
            <w:gridSpan w:val="2"/>
          </w:tcPr>
          <w:p w:rsidR="00503BBC" w:rsidRPr="0058398C" w:rsidRDefault="00503BBC" w:rsidP="00A41731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Малашевич Ю.П.- голова постійної комісії районної ради з питань регламенту, депутатської етики, правопорядку та прав людини </w:t>
            </w:r>
          </w:p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Сич В.П.- Дівочківський сільський голова </w:t>
            </w:r>
          </w:p>
        </w:tc>
      </w:tr>
      <w:tr w:rsidR="00503BBC" w:rsidRPr="0061741D" w:rsidTr="008D3EDD">
        <w:trPr>
          <w:trHeight w:val="265"/>
        </w:trPr>
        <w:tc>
          <w:tcPr>
            <w:tcW w:w="787" w:type="dxa"/>
          </w:tcPr>
          <w:p w:rsidR="00503BBC" w:rsidRPr="0058398C" w:rsidRDefault="00503BBC" w:rsidP="008D3EDD">
            <w:pPr>
              <w:rPr>
                <w:b/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0193" w:type="dxa"/>
            <w:gridSpan w:val="6"/>
          </w:tcPr>
          <w:p w:rsidR="00503BBC" w:rsidRPr="0058398C" w:rsidRDefault="00503BBC" w:rsidP="008D3EDD">
            <w:pPr>
              <w:rPr>
                <w:b/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>Підготовка проектів регуляторних актів районної ради</w:t>
            </w:r>
          </w:p>
        </w:tc>
      </w:tr>
      <w:tr w:rsidR="00503BBC" w:rsidRPr="0061741D" w:rsidTr="00295BE0">
        <w:trPr>
          <w:trHeight w:val="1172"/>
        </w:trPr>
        <w:tc>
          <w:tcPr>
            <w:tcW w:w="787" w:type="dxa"/>
          </w:tcPr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3.1</w:t>
            </w:r>
          </w:p>
        </w:tc>
        <w:tc>
          <w:tcPr>
            <w:tcW w:w="4613" w:type="dxa"/>
          </w:tcPr>
          <w:p w:rsidR="00503BBC" w:rsidRPr="0058398C" w:rsidRDefault="00503BBC" w:rsidP="006C4260">
            <w:pPr>
              <w:jc w:val="both"/>
              <w:outlineLvl w:val="0"/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Про затвердження в новій редакції положень з питань управління спільною власністю територіальних громад сіл, селищ району.</w:t>
            </w:r>
          </w:p>
        </w:tc>
        <w:tc>
          <w:tcPr>
            <w:tcW w:w="1800" w:type="dxa"/>
            <w:gridSpan w:val="4"/>
          </w:tcPr>
          <w:p w:rsidR="00503BBC" w:rsidRPr="0058398C" w:rsidRDefault="00503BBC" w:rsidP="006C4260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січень- березень </w:t>
            </w:r>
          </w:p>
        </w:tc>
        <w:tc>
          <w:tcPr>
            <w:tcW w:w="3780" w:type="dxa"/>
          </w:tcPr>
          <w:p w:rsidR="00503BBC" w:rsidRPr="0058398C" w:rsidRDefault="00503BBC" w:rsidP="006C4260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503BBC" w:rsidRPr="0061741D" w:rsidTr="008D3EDD">
        <w:tc>
          <w:tcPr>
            <w:tcW w:w="787" w:type="dxa"/>
          </w:tcPr>
          <w:p w:rsidR="00503BBC" w:rsidRPr="0058398C" w:rsidRDefault="00503BBC" w:rsidP="008D3EDD">
            <w:pPr>
              <w:rPr>
                <w:b/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 xml:space="preserve">4.       </w:t>
            </w:r>
          </w:p>
        </w:tc>
        <w:tc>
          <w:tcPr>
            <w:tcW w:w="10193" w:type="dxa"/>
            <w:gridSpan w:val="6"/>
          </w:tcPr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b/>
                <w:sz w:val="22"/>
                <w:szCs w:val="22"/>
              </w:rPr>
              <w:t xml:space="preserve">Сприяння депутатам районної ради у здійсненні ними своїх повноважень </w:t>
            </w:r>
          </w:p>
        </w:tc>
      </w:tr>
      <w:tr w:rsidR="00503BBC" w:rsidRPr="0061741D" w:rsidTr="008D3EDD">
        <w:tc>
          <w:tcPr>
            <w:tcW w:w="787" w:type="dxa"/>
          </w:tcPr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4.1   </w:t>
            </w:r>
          </w:p>
        </w:tc>
        <w:tc>
          <w:tcPr>
            <w:tcW w:w="4613" w:type="dxa"/>
          </w:tcPr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Навчання депутатів( за окремим планом)</w:t>
            </w:r>
          </w:p>
        </w:tc>
        <w:tc>
          <w:tcPr>
            <w:tcW w:w="1800" w:type="dxa"/>
            <w:gridSpan w:val="4"/>
          </w:tcPr>
          <w:p w:rsidR="00503BBC" w:rsidRPr="0058398C" w:rsidRDefault="00503BBC" w:rsidP="008D3EDD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 xml:space="preserve">Протягом півріччя </w:t>
            </w:r>
          </w:p>
        </w:tc>
        <w:tc>
          <w:tcPr>
            <w:tcW w:w="3780" w:type="dxa"/>
          </w:tcPr>
          <w:p w:rsidR="00503BBC" w:rsidRPr="0058398C" w:rsidRDefault="00503BBC" w:rsidP="007511E3">
            <w:pPr>
              <w:rPr>
                <w:sz w:val="22"/>
                <w:szCs w:val="22"/>
              </w:rPr>
            </w:pPr>
            <w:r w:rsidRPr="0058398C">
              <w:rPr>
                <w:sz w:val="22"/>
                <w:szCs w:val="22"/>
              </w:rPr>
              <w:t>Троценко В.Р.- заступник голови районної ради</w:t>
            </w:r>
          </w:p>
        </w:tc>
      </w:tr>
      <w:tr w:rsidR="00503BBC" w:rsidRPr="0061741D" w:rsidTr="008D3EDD">
        <w:tc>
          <w:tcPr>
            <w:tcW w:w="787" w:type="dxa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4.2</w:t>
            </w:r>
          </w:p>
        </w:tc>
        <w:tc>
          <w:tcPr>
            <w:tcW w:w="4613" w:type="dxa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Організація прийому громадян з особистих питань, надання матеріальної допомоги з депутатського фонду </w:t>
            </w:r>
          </w:p>
        </w:tc>
        <w:tc>
          <w:tcPr>
            <w:tcW w:w="1800" w:type="dxa"/>
            <w:gridSpan w:val="4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Організаційний відділ виконавчого апарату районної ради </w:t>
            </w:r>
          </w:p>
        </w:tc>
      </w:tr>
      <w:tr w:rsidR="00503BBC" w:rsidRPr="0061741D" w:rsidTr="008D3EDD">
        <w:tc>
          <w:tcPr>
            <w:tcW w:w="787" w:type="dxa"/>
          </w:tcPr>
          <w:p w:rsidR="00503BBC" w:rsidRPr="0061741D" w:rsidRDefault="00503BBC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0193" w:type="dxa"/>
            <w:gridSpan w:val="6"/>
          </w:tcPr>
          <w:p w:rsidR="00503BBC" w:rsidRPr="0061741D" w:rsidRDefault="00503BBC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Здійснення взаємодії з місцевими радами та їх органами у наданні методичної та практичної допомоги посадовим особам місцевого самоврядування </w:t>
            </w:r>
          </w:p>
        </w:tc>
      </w:tr>
      <w:tr w:rsidR="00503BBC" w:rsidRPr="0061741D" w:rsidTr="008D3EDD">
        <w:tc>
          <w:tcPr>
            <w:tcW w:w="787" w:type="dxa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5.1</w:t>
            </w:r>
          </w:p>
        </w:tc>
        <w:tc>
          <w:tcPr>
            <w:tcW w:w="4613" w:type="dxa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Засідання Координаційної ради з питань місцевого самоврядування при голові районної ради</w:t>
            </w:r>
          </w:p>
        </w:tc>
        <w:tc>
          <w:tcPr>
            <w:tcW w:w="1800" w:type="dxa"/>
            <w:gridSpan w:val="4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Щоквартально</w:t>
            </w:r>
          </w:p>
        </w:tc>
        <w:tc>
          <w:tcPr>
            <w:tcW w:w="3780" w:type="dxa"/>
          </w:tcPr>
          <w:p w:rsidR="00503BBC" w:rsidRPr="0061741D" w:rsidRDefault="00503BBC" w:rsidP="007511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Бовсунівський І.П.- </w:t>
            </w:r>
            <w:r w:rsidRPr="0061741D">
              <w:rPr>
                <w:sz w:val="22"/>
                <w:szCs w:val="22"/>
              </w:rPr>
              <w:t>голова районної ради</w:t>
            </w:r>
          </w:p>
        </w:tc>
      </w:tr>
      <w:tr w:rsidR="00503BBC" w:rsidRPr="0061741D" w:rsidTr="008D3EDD">
        <w:tc>
          <w:tcPr>
            <w:tcW w:w="787" w:type="dxa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5.2</w:t>
            </w:r>
          </w:p>
        </w:tc>
        <w:tc>
          <w:tcPr>
            <w:tcW w:w="4613" w:type="dxa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Участь працівників виконавчого апарату районної ради у проведенні навчання в центрі перепідготовки та підвищення кваліфікації працівників органів державної влади, органів місцевого самоврядування </w:t>
            </w:r>
          </w:p>
        </w:tc>
        <w:tc>
          <w:tcPr>
            <w:tcW w:w="1800" w:type="dxa"/>
            <w:gridSpan w:val="4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Троценко В.Р</w:t>
            </w:r>
            <w:r w:rsidRPr="0061741D">
              <w:rPr>
                <w:sz w:val="22"/>
                <w:szCs w:val="22"/>
              </w:rPr>
              <w:t>.- заступник голови районної ради</w:t>
            </w:r>
          </w:p>
        </w:tc>
      </w:tr>
      <w:tr w:rsidR="00503BBC" w:rsidRPr="0061741D" w:rsidTr="008D3EDD">
        <w:tc>
          <w:tcPr>
            <w:tcW w:w="787" w:type="dxa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5.3</w:t>
            </w:r>
          </w:p>
        </w:tc>
        <w:tc>
          <w:tcPr>
            <w:tcW w:w="4613" w:type="dxa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Участь керівництва ради, спеціалістів виконавчого апарату, депутатів районної ради у проведенні сесій, семінарів, нарад з сільськими, селищними головами, секретарями рад у навчанні  депутатів     </w:t>
            </w:r>
          </w:p>
        </w:tc>
        <w:tc>
          <w:tcPr>
            <w:tcW w:w="1800" w:type="dxa"/>
            <w:gridSpan w:val="4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Бовсунівський І.П.- </w:t>
            </w:r>
            <w:r w:rsidRPr="0061741D">
              <w:rPr>
                <w:sz w:val="22"/>
                <w:szCs w:val="22"/>
              </w:rPr>
              <w:t>голова районної ради</w:t>
            </w:r>
          </w:p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503BBC" w:rsidRPr="0061741D" w:rsidTr="008D3EDD">
        <w:tc>
          <w:tcPr>
            <w:tcW w:w="787" w:type="dxa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5.4</w:t>
            </w:r>
          </w:p>
        </w:tc>
        <w:tc>
          <w:tcPr>
            <w:tcW w:w="4613" w:type="dxa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Вивчення, узагальнення практики роботи органів місцевого самоврядування, надання методичної та практичної допомоги сільським, селищним радам</w:t>
            </w:r>
          </w:p>
        </w:tc>
        <w:tc>
          <w:tcPr>
            <w:tcW w:w="1800" w:type="dxa"/>
            <w:gridSpan w:val="4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  <w:tr w:rsidR="00503BBC" w:rsidRPr="0061741D" w:rsidTr="008D3EDD">
        <w:tc>
          <w:tcPr>
            <w:tcW w:w="787" w:type="dxa"/>
          </w:tcPr>
          <w:p w:rsidR="00503BBC" w:rsidRPr="0061741D" w:rsidRDefault="00503BBC" w:rsidP="008D3EDD">
            <w:pPr>
              <w:rPr>
                <w:b/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 xml:space="preserve">6.         </w:t>
            </w:r>
          </w:p>
        </w:tc>
        <w:tc>
          <w:tcPr>
            <w:tcW w:w="10193" w:type="dxa"/>
            <w:gridSpan w:val="6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b/>
                <w:sz w:val="22"/>
                <w:szCs w:val="22"/>
              </w:rPr>
              <w:t>Організаційно - масові заходи</w:t>
            </w:r>
          </w:p>
        </w:tc>
      </w:tr>
      <w:tr w:rsidR="00503BBC" w:rsidRPr="0061741D" w:rsidTr="008D3EDD">
        <w:tc>
          <w:tcPr>
            <w:tcW w:w="787" w:type="dxa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 xml:space="preserve">6.1  </w:t>
            </w:r>
          </w:p>
        </w:tc>
        <w:tc>
          <w:tcPr>
            <w:tcW w:w="4613" w:type="dxa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Участь в організації заходів у зв’язку з відзначенням державних та професійних свят, знаменних дат</w:t>
            </w:r>
          </w:p>
        </w:tc>
        <w:tc>
          <w:tcPr>
            <w:tcW w:w="1800" w:type="dxa"/>
            <w:gridSpan w:val="4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Протягом півріччя</w:t>
            </w:r>
          </w:p>
        </w:tc>
        <w:tc>
          <w:tcPr>
            <w:tcW w:w="3780" w:type="dxa"/>
          </w:tcPr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Керівництво ради</w:t>
            </w:r>
          </w:p>
          <w:p w:rsidR="00503BBC" w:rsidRPr="0061741D" w:rsidRDefault="00503BBC" w:rsidP="008D3EDD">
            <w:pPr>
              <w:rPr>
                <w:sz w:val="22"/>
                <w:szCs w:val="22"/>
              </w:rPr>
            </w:pPr>
          </w:p>
          <w:p w:rsidR="00503BBC" w:rsidRPr="0061741D" w:rsidRDefault="00503BBC" w:rsidP="008D3EDD">
            <w:pPr>
              <w:rPr>
                <w:sz w:val="22"/>
                <w:szCs w:val="22"/>
              </w:rPr>
            </w:pPr>
            <w:r w:rsidRPr="0061741D">
              <w:rPr>
                <w:sz w:val="22"/>
                <w:szCs w:val="22"/>
              </w:rPr>
              <w:t>Виконавчий апарат районної ради</w:t>
            </w:r>
          </w:p>
        </w:tc>
      </w:tr>
    </w:tbl>
    <w:p w:rsidR="00503BBC" w:rsidRPr="0061741D" w:rsidRDefault="00503BBC" w:rsidP="002E206C">
      <w:pPr>
        <w:ind w:left="-709"/>
        <w:rPr>
          <w:sz w:val="22"/>
          <w:szCs w:val="22"/>
        </w:rPr>
      </w:pPr>
    </w:p>
    <w:p w:rsidR="00503BBC" w:rsidRDefault="00503BBC" w:rsidP="002E206C">
      <w:pPr>
        <w:ind w:left="-709"/>
        <w:rPr>
          <w:sz w:val="28"/>
          <w:szCs w:val="28"/>
        </w:rPr>
      </w:pPr>
    </w:p>
    <w:p w:rsidR="00503BBC" w:rsidRDefault="00503BBC" w:rsidP="002E206C">
      <w:pPr>
        <w:ind w:left="-709"/>
        <w:rPr>
          <w:sz w:val="28"/>
          <w:szCs w:val="28"/>
        </w:rPr>
      </w:pPr>
    </w:p>
    <w:p w:rsidR="00503BBC" w:rsidRDefault="00503BBC" w:rsidP="002E206C">
      <w:pPr>
        <w:ind w:left="-709"/>
        <w:rPr>
          <w:sz w:val="28"/>
          <w:szCs w:val="28"/>
        </w:rPr>
      </w:pPr>
    </w:p>
    <w:p w:rsidR="00503BBC" w:rsidRPr="002F7224" w:rsidRDefault="00503BBC" w:rsidP="002E206C">
      <w:pPr>
        <w:ind w:left="-709"/>
        <w:rPr>
          <w:sz w:val="28"/>
          <w:szCs w:val="28"/>
        </w:rPr>
      </w:pPr>
      <w:r w:rsidRPr="002F7224">
        <w:rPr>
          <w:sz w:val="28"/>
          <w:szCs w:val="28"/>
        </w:rPr>
        <w:t xml:space="preserve">Заступник голови районної ради                 </w:t>
      </w:r>
      <w:r>
        <w:rPr>
          <w:sz w:val="28"/>
          <w:szCs w:val="28"/>
        </w:rPr>
        <w:t xml:space="preserve">                               Троценко В.Р</w:t>
      </w:r>
      <w:r w:rsidRPr="002F7224">
        <w:rPr>
          <w:sz w:val="28"/>
          <w:szCs w:val="28"/>
        </w:rPr>
        <w:t xml:space="preserve"> </w:t>
      </w:r>
    </w:p>
    <w:p w:rsidR="00503BBC" w:rsidRPr="0061741D" w:rsidRDefault="00503BBC" w:rsidP="002E206C">
      <w:pPr>
        <w:rPr>
          <w:color w:val="FF0000"/>
          <w:sz w:val="22"/>
          <w:szCs w:val="22"/>
        </w:rPr>
      </w:pPr>
      <w:r w:rsidRPr="0061741D">
        <w:rPr>
          <w:color w:val="FF0000"/>
          <w:sz w:val="22"/>
          <w:szCs w:val="22"/>
        </w:rPr>
        <w:t xml:space="preserve">   </w:t>
      </w:r>
    </w:p>
    <w:p w:rsidR="00503BBC" w:rsidRPr="0061741D" w:rsidRDefault="00503BBC" w:rsidP="002E206C">
      <w:pPr>
        <w:rPr>
          <w:sz w:val="22"/>
          <w:szCs w:val="22"/>
        </w:rPr>
      </w:pPr>
    </w:p>
    <w:p w:rsidR="00503BBC" w:rsidRDefault="00503BBC" w:rsidP="002E206C">
      <w:pPr>
        <w:rPr>
          <w:sz w:val="24"/>
          <w:szCs w:val="24"/>
        </w:rPr>
      </w:pPr>
    </w:p>
    <w:p w:rsidR="00503BBC" w:rsidRPr="0018445D" w:rsidRDefault="00503BBC" w:rsidP="002E206C">
      <w:pPr>
        <w:rPr>
          <w:sz w:val="28"/>
          <w:szCs w:val="28"/>
        </w:rPr>
      </w:pPr>
    </w:p>
    <w:p w:rsidR="00503BBC" w:rsidRDefault="00503BBC" w:rsidP="002E206C"/>
    <w:sectPr w:rsidR="00503BBC" w:rsidSect="00FE5A09">
      <w:pgSz w:w="11906" w:h="16838"/>
      <w:pgMar w:top="36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206C"/>
    <w:rsid w:val="00014C5C"/>
    <w:rsid w:val="00023E8B"/>
    <w:rsid w:val="00030BEF"/>
    <w:rsid w:val="00052A6C"/>
    <w:rsid w:val="00083959"/>
    <w:rsid w:val="000849BC"/>
    <w:rsid w:val="000A6831"/>
    <w:rsid w:val="000B4381"/>
    <w:rsid w:val="000E6FE7"/>
    <w:rsid w:val="00102273"/>
    <w:rsid w:val="00122B06"/>
    <w:rsid w:val="001363D8"/>
    <w:rsid w:val="00161025"/>
    <w:rsid w:val="0018445D"/>
    <w:rsid w:val="0018549F"/>
    <w:rsid w:val="001A70EF"/>
    <w:rsid w:val="001C0F5E"/>
    <w:rsid w:val="001D4FD1"/>
    <w:rsid w:val="0020601F"/>
    <w:rsid w:val="00240A48"/>
    <w:rsid w:val="002424C2"/>
    <w:rsid w:val="00253A12"/>
    <w:rsid w:val="0027276E"/>
    <w:rsid w:val="002771F3"/>
    <w:rsid w:val="00295BE0"/>
    <w:rsid w:val="002E206C"/>
    <w:rsid w:val="002E5F7F"/>
    <w:rsid w:val="002F7224"/>
    <w:rsid w:val="0035167C"/>
    <w:rsid w:val="003703FF"/>
    <w:rsid w:val="00374C57"/>
    <w:rsid w:val="00392C29"/>
    <w:rsid w:val="004002BA"/>
    <w:rsid w:val="004353AE"/>
    <w:rsid w:val="00451F12"/>
    <w:rsid w:val="00461938"/>
    <w:rsid w:val="00494B52"/>
    <w:rsid w:val="004A54A8"/>
    <w:rsid w:val="004C19BC"/>
    <w:rsid w:val="004D1240"/>
    <w:rsid w:val="00503BBC"/>
    <w:rsid w:val="00506E0F"/>
    <w:rsid w:val="00534C43"/>
    <w:rsid w:val="00542B65"/>
    <w:rsid w:val="005453E7"/>
    <w:rsid w:val="005532EF"/>
    <w:rsid w:val="005670C8"/>
    <w:rsid w:val="005721D4"/>
    <w:rsid w:val="0058398C"/>
    <w:rsid w:val="005C1090"/>
    <w:rsid w:val="005D0B7A"/>
    <w:rsid w:val="005E46DE"/>
    <w:rsid w:val="005F2579"/>
    <w:rsid w:val="005F59CA"/>
    <w:rsid w:val="0061741D"/>
    <w:rsid w:val="006558BE"/>
    <w:rsid w:val="00674119"/>
    <w:rsid w:val="00675507"/>
    <w:rsid w:val="00694608"/>
    <w:rsid w:val="00694E89"/>
    <w:rsid w:val="006C4260"/>
    <w:rsid w:val="00724D92"/>
    <w:rsid w:val="00750D07"/>
    <w:rsid w:val="007511E3"/>
    <w:rsid w:val="0076572F"/>
    <w:rsid w:val="007833DF"/>
    <w:rsid w:val="007E5E50"/>
    <w:rsid w:val="0082010C"/>
    <w:rsid w:val="008258D3"/>
    <w:rsid w:val="00832A13"/>
    <w:rsid w:val="00875F9B"/>
    <w:rsid w:val="0089157D"/>
    <w:rsid w:val="008D3EDD"/>
    <w:rsid w:val="008E67C0"/>
    <w:rsid w:val="00923166"/>
    <w:rsid w:val="00926ACB"/>
    <w:rsid w:val="00947B92"/>
    <w:rsid w:val="009566FC"/>
    <w:rsid w:val="009A5A66"/>
    <w:rsid w:val="009D74ED"/>
    <w:rsid w:val="00A402CD"/>
    <w:rsid w:val="00A41731"/>
    <w:rsid w:val="00A97D99"/>
    <w:rsid w:val="00AA2DB4"/>
    <w:rsid w:val="00AA500E"/>
    <w:rsid w:val="00B15245"/>
    <w:rsid w:val="00B17F92"/>
    <w:rsid w:val="00B6371E"/>
    <w:rsid w:val="00B93AC4"/>
    <w:rsid w:val="00B93E48"/>
    <w:rsid w:val="00BD401F"/>
    <w:rsid w:val="00BD69AB"/>
    <w:rsid w:val="00BE5400"/>
    <w:rsid w:val="00BF57D6"/>
    <w:rsid w:val="00C0708A"/>
    <w:rsid w:val="00C2640C"/>
    <w:rsid w:val="00C43F7A"/>
    <w:rsid w:val="00C6412E"/>
    <w:rsid w:val="00C64537"/>
    <w:rsid w:val="00C82C8B"/>
    <w:rsid w:val="00C84195"/>
    <w:rsid w:val="00CA405D"/>
    <w:rsid w:val="00D03683"/>
    <w:rsid w:val="00D32944"/>
    <w:rsid w:val="00D91568"/>
    <w:rsid w:val="00D94525"/>
    <w:rsid w:val="00DF2B68"/>
    <w:rsid w:val="00DF5750"/>
    <w:rsid w:val="00E90329"/>
    <w:rsid w:val="00ED13A2"/>
    <w:rsid w:val="00EE1D2E"/>
    <w:rsid w:val="00F57539"/>
    <w:rsid w:val="00FB7E67"/>
    <w:rsid w:val="00FD52F5"/>
    <w:rsid w:val="00FD7449"/>
    <w:rsid w:val="00FE45A1"/>
    <w:rsid w:val="00FE5A09"/>
    <w:rsid w:val="00FF5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06C"/>
    <w:rPr>
      <w:rFonts w:ascii="Times New Roman" w:hAnsi="Times New Roman"/>
      <w:sz w:val="20"/>
      <w:szCs w:val="20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206C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32E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E206C"/>
    <w:pPr>
      <w:keepNext/>
      <w:jc w:val="center"/>
      <w:outlineLvl w:val="2"/>
    </w:pPr>
    <w:rPr>
      <w:b/>
      <w:bCs/>
      <w:sz w:val="36"/>
      <w:szCs w:val="24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206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32EF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E20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">
    <w:name w:val="Норм.текст"/>
    <w:basedOn w:val="Normal"/>
    <w:uiPriority w:val="99"/>
    <w:rsid w:val="002E206C"/>
    <w:pPr>
      <w:ind w:firstLine="851"/>
    </w:pPr>
    <w:rPr>
      <w:rFonts w:ascii="Antiqua" w:hAnsi="Antiqua"/>
      <w:sz w:val="26"/>
      <w:lang w:val="en-US"/>
    </w:rPr>
  </w:style>
  <w:style w:type="paragraph" w:styleId="Caption">
    <w:name w:val="caption"/>
    <w:basedOn w:val="Normal"/>
    <w:next w:val="Normal"/>
    <w:uiPriority w:val="99"/>
    <w:qFormat/>
    <w:rsid w:val="002E206C"/>
    <w:pPr>
      <w:jc w:val="center"/>
    </w:pPr>
    <w:rPr>
      <w:b/>
      <w:bCs/>
      <w:sz w:val="36"/>
      <w:szCs w:val="24"/>
    </w:rPr>
  </w:style>
  <w:style w:type="paragraph" w:customStyle="1" w:styleId="1">
    <w:name w:val="Абзац списка1"/>
    <w:basedOn w:val="Normal"/>
    <w:uiPriority w:val="99"/>
    <w:rsid w:val="002E206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styleId="NormalWeb">
    <w:name w:val="Normal (Web)"/>
    <w:basedOn w:val="Normal"/>
    <w:uiPriority w:val="99"/>
    <w:rsid w:val="002E206C"/>
    <w:pPr>
      <w:spacing w:before="240" w:after="240"/>
    </w:pPr>
    <w:rPr>
      <w:rFonts w:eastAsia="Times New Roman"/>
      <w:sz w:val="24"/>
      <w:szCs w:val="24"/>
      <w:lang w:val="ru-RU"/>
    </w:rPr>
  </w:style>
  <w:style w:type="paragraph" w:styleId="NoSpacing">
    <w:name w:val="No Spacing"/>
    <w:uiPriority w:val="99"/>
    <w:qFormat/>
    <w:rsid w:val="002E206C"/>
    <w:rPr>
      <w:rFonts w:ascii="Times New Roman" w:eastAsia="Times New Roman" w:hAnsi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2E206C"/>
    <w:pPr>
      <w:jc w:val="both"/>
    </w:pPr>
    <w:rPr>
      <w:rFonts w:eastAsia="Times New Roman"/>
      <w:sz w:val="28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E206C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E20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206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5</Pages>
  <Words>8171</Words>
  <Characters>4658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9</cp:revision>
  <cp:lastPrinted>2015-12-21T10:17:00Z</cp:lastPrinted>
  <dcterms:created xsi:type="dcterms:W3CDTF">2015-12-15T06:32:00Z</dcterms:created>
  <dcterms:modified xsi:type="dcterms:W3CDTF">2015-12-24T13:22:00Z</dcterms:modified>
</cp:coreProperties>
</file>