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B5D" w:rsidRPr="00CB50CB" w:rsidRDefault="00575B5D" w:rsidP="00A16443">
      <w:pPr>
        <w:rPr>
          <w:b/>
          <w:lang w:val="uk-UA"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  </w:t>
      </w:r>
      <w:r w:rsidRPr="008F2DB3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51.6pt;visibility:visible">
            <v:imagedata r:id="rId5" o:title=""/>
          </v:shape>
        </w:pict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575B5D" w:rsidRPr="00E319AA" w:rsidRDefault="00575B5D" w:rsidP="00A16443">
      <w:pPr>
        <w:pStyle w:val="NoSpacing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575B5D" w:rsidRPr="002C610B" w:rsidRDefault="00575B5D" w:rsidP="00A16443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575B5D" w:rsidRPr="002C610B" w:rsidRDefault="00575B5D" w:rsidP="00A16443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Р І Ш Е Н Н Я</w:t>
      </w:r>
    </w:p>
    <w:p w:rsidR="00575B5D" w:rsidRPr="00D60E88" w:rsidRDefault="00575B5D" w:rsidP="00D60E88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575B5D" w:rsidRPr="00B17C4B" w:rsidRDefault="00575B5D" w:rsidP="00DF05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Третя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575B5D" w:rsidRPr="00B17C4B" w:rsidRDefault="00575B5D" w:rsidP="00DF05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22 грудня </w:t>
      </w:r>
      <w:r w:rsidRPr="00B17C4B">
        <w:rPr>
          <w:sz w:val="28"/>
          <w:szCs w:val="28"/>
          <w:lang w:val="uk-UA"/>
        </w:rPr>
        <w:t xml:space="preserve"> 2015 року</w:t>
      </w:r>
    </w:p>
    <w:p w:rsidR="00575B5D" w:rsidRPr="00B17C4B" w:rsidRDefault="00575B5D" w:rsidP="00DF05B0">
      <w:pPr>
        <w:jc w:val="both"/>
        <w:rPr>
          <w:sz w:val="28"/>
          <w:szCs w:val="28"/>
          <w:lang w:val="uk-UA"/>
        </w:rPr>
      </w:pPr>
    </w:p>
    <w:p w:rsidR="00575B5D" w:rsidRDefault="00575B5D" w:rsidP="00A16443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575B5D" w:rsidRPr="00507183" w:rsidRDefault="00575B5D" w:rsidP="00A16443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районної ради </w:t>
      </w:r>
      <w:r w:rsidRPr="001345B6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Чорноморця О.П.</w:t>
      </w:r>
    </w:p>
    <w:p w:rsidR="00575B5D" w:rsidRDefault="00575B5D" w:rsidP="00A16443">
      <w:pPr>
        <w:ind w:left="-240" w:firstLine="60"/>
        <w:rPr>
          <w:sz w:val="28"/>
          <w:szCs w:val="28"/>
          <w:lang w:val="uk-UA"/>
        </w:rPr>
      </w:pPr>
    </w:p>
    <w:p w:rsidR="00575B5D" w:rsidRPr="00787637" w:rsidRDefault="00575B5D" w:rsidP="00A16443">
      <w:pPr>
        <w:rPr>
          <w:lang w:val="uk-UA"/>
        </w:rPr>
      </w:pPr>
    </w:p>
    <w:p w:rsidR="00575B5D" w:rsidRDefault="00575B5D" w:rsidP="00D60E88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>Відповідно ст. 49 Закону України “Про місцеве самоврядування в Україні”, п.1 ст. 21 Закону України «Про статус депутатів місцевих рад”,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Троценка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D60E88">
        <w:rPr>
          <w:sz w:val="28"/>
          <w:szCs w:val="28"/>
          <w:lang w:val="uk-UA"/>
        </w:rPr>
        <w:t>Черняхівського відділення поліції Коростишівського відділу ГУНП</w:t>
      </w:r>
      <w:r>
        <w:rPr>
          <w:sz w:val="28"/>
          <w:szCs w:val="28"/>
          <w:lang w:val="uk-UA"/>
        </w:rPr>
        <w:t xml:space="preserve"> </w:t>
      </w:r>
      <w:r w:rsidRPr="00D60E88">
        <w:rPr>
          <w:sz w:val="28"/>
          <w:szCs w:val="28"/>
          <w:lang w:val="uk-UA"/>
        </w:rPr>
        <w:t>в Житомирській області</w:t>
      </w:r>
      <w:r w:rsidRPr="001345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 № 278 від 16.12.2015 року щодо </w:t>
      </w:r>
      <w:r w:rsidRPr="00492F0D">
        <w:rPr>
          <w:sz w:val="28"/>
          <w:szCs w:val="28"/>
          <w:lang w:val="uk-UA"/>
        </w:rPr>
        <w:t>розслідування по факту крадіжки 10-ти комп’ютерів з приміщення  Будинку  дитячої  та юнацької творчості</w:t>
      </w:r>
      <w:r w:rsidRPr="007E1D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575B5D" w:rsidRDefault="00575B5D" w:rsidP="00A16443">
      <w:pPr>
        <w:ind w:firstLine="708"/>
        <w:jc w:val="both"/>
        <w:rPr>
          <w:sz w:val="28"/>
          <w:szCs w:val="28"/>
          <w:lang w:val="uk-UA"/>
        </w:rPr>
      </w:pPr>
    </w:p>
    <w:p w:rsidR="00575B5D" w:rsidRDefault="00575B5D" w:rsidP="00A16443">
      <w:pPr>
        <w:pStyle w:val="BodyText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575B5D" w:rsidRDefault="00575B5D" w:rsidP="00A16443">
      <w:pPr>
        <w:pStyle w:val="BodyText"/>
        <w:ind w:right="-6"/>
      </w:pPr>
    </w:p>
    <w:p w:rsidR="00575B5D" w:rsidRDefault="00575B5D" w:rsidP="001345B6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0C42C3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>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575B5D" w:rsidRPr="002E47E2" w:rsidRDefault="00575B5D" w:rsidP="00BE7BC7">
      <w:pPr>
        <w:pStyle w:val="BodyText"/>
        <w:numPr>
          <w:ilvl w:val="0"/>
          <w:numId w:val="3"/>
        </w:numPr>
        <w:ind w:right="-6"/>
        <w:jc w:val="both"/>
      </w:pPr>
      <w:r w:rsidRPr="002E47E2">
        <w:t>Рекомендувати:</w:t>
      </w:r>
    </w:p>
    <w:p w:rsidR="00575B5D" w:rsidRPr="00D60E88" w:rsidRDefault="00575B5D" w:rsidP="00B961C5">
      <w:pPr>
        <w:pStyle w:val="ListParagraph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Черняхівському </w:t>
      </w:r>
      <w:r w:rsidRPr="00D60E88">
        <w:rPr>
          <w:sz w:val="28"/>
          <w:szCs w:val="28"/>
          <w:lang w:val="uk-UA"/>
        </w:rPr>
        <w:t xml:space="preserve">відділенню поліції Коростишівського відділу </w:t>
      </w:r>
      <w:r>
        <w:rPr>
          <w:sz w:val="28"/>
          <w:szCs w:val="28"/>
          <w:lang w:val="uk-UA"/>
        </w:rPr>
        <w:t xml:space="preserve">ГУНП </w:t>
      </w:r>
      <w:r w:rsidRPr="00D60E88">
        <w:rPr>
          <w:sz w:val="28"/>
          <w:szCs w:val="28"/>
          <w:lang w:val="uk-UA"/>
        </w:rPr>
        <w:t>в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575B5D" w:rsidRPr="000C42C3" w:rsidRDefault="00575B5D" w:rsidP="00BE7BC7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575B5D" w:rsidRPr="000C42C3" w:rsidRDefault="00575B5D" w:rsidP="00BE7BC7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виконанням даного рішення покласти на постійну комісію районної ради  з питань </w:t>
      </w:r>
      <w:r w:rsidRPr="000C42C3">
        <w:rPr>
          <w:bCs/>
          <w:sz w:val="28"/>
          <w:szCs w:val="28"/>
        </w:rPr>
        <w:t xml:space="preserve"> регламенту, депутатської етики, правопорядку та прав людини.</w:t>
      </w:r>
    </w:p>
    <w:p w:rsidR="00575B5D" w:rsidRDefault="00575B5D" w:rsidP="00BE7BC7">
      <w:pPr>
        <w:pStyle w:val="ListParagraph"/>
        <w:rPr>
          <w:sz w:val="28"/>
          <w:szCs w:val="28"/>
          <w:lang w:val="uk-UA"/>
        </w:rPr>
      </w:pPr>
    </w:p>
    <w:p w:rsidR="00575B5D" w:rsidRPr="00881AED" w:rsidRDefault="00575B5D" w:rsidP="00D60E88">
      <w:pPr>
        <w:pStyle w:val="BodyText"/>
        <w:ind w:right="-6"/>
        <w:jc w:val="both"/>
        <w:rPr>
          <w:szCs w:val="28"/>
        </w:rPr>
      </w:pPr>
    </w:p>
    <w:p w:rsidR="00575B5D" w:rsidRPr="001345B6" w:rsidRDefault="00575B5D" w:rsidP="00A16443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І.П.Бовсунівський </w:t>
      </w:r>
    </w:p>
    <w:p w:rsidR="00575B5D" w:rsidRDefault="00575B5D" w:rsidP="00A16443">
      <w:pPr>
        <w:pStyle w:val="BodyText"/>
        <w:ind w:right="-6"/>
        <w:jc w:val="both"/>
      </w:pPr>
    </w:p>
    <w:p w:rsidR="00575B5D" w:rsidRDefault="00575B5D" w:rsidP="00A16443">
      <w:pPr>
        <w:pStyle w:val="BodyText"/>
        <w:ind w:right="-6"/>
        <w:jc w:val="both"/>
      </w:pPr>
    </w:p>
    <w:p w:rsidR="00575B5D" w:rsidRPr="00E00AB5" w:rsidRDefault="00575B5D" w:rsidP="00A16443">
      <w:pPr>
        <w:pStyle w:val="BodyText"/>
        <w:ind w:left="709" w:right="-6" w:hanging="709"/>
        <w:rPr>
          <w:lang w:val="ru-RU"/>
        </w:rPr>
      </w:pPr>
    </w:p>
    <w:p w:rsidR="00575B5D" w:rsidRDefault="00575B5D" w:rsidP="00A16443">
      <w:pPr>
        <w:pStyle w:val="BodyText"/>
        <w:ind w:left="709" w:right="-6" w:hanging="709"/>
      </w:pPr>
    </w:p>
    <w:p w:rsidR="00575B5D" w:rsidRPr="00F07505" w:rsidRDefault="00575B5D" w:rsidP="00A16443">
      <w:pPr>
        <w:rPr>
          <w:lang w:val="uk-UA"/>
        </w:rPr>
      </w:pPr>
    </w:p>
    <w:p w:rsidR="00575B5D" w:rsidRPr="000C42C3" w:rsidRDefault="00575B5D">
      <w:pPr>
        <w:rPr>
          <w:lang w:val="uk-UA"/>
        </w:rPr>
      </w:pPr>
    </w:p>
    <w:sectPr w:rsidR="00575B5D" w:rsidRPr="000C42C3" w:rsidSect="005F49B2">
      <w:pgSz w:w="11906" w:h="16838"/>
      <w:pgMar w:top="28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36192517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2C3"/>
    <w:rsid w:val="0000544A"/>
    <w:rsid w:val="000A4257"/>
    <w:rsid w:val="000B705B"/>
    <w:rsid w:val="000C42C3"/>
    <w:rsid w:val="000C6E10"/>
    <w:rsid w:val="000F38CC"/>
    <w:rsid w:val="001345B6"/>
    <w:rsid w:val="00157320"/>
    <w:rsid w:val="001E44E0"/>
    <w:rsid w:val="002401B7"/>
    <w:rsid w:val="002A6460"/>
    <w:rsid w:val="002C11C1"/>
    <w:rsid w:val="002C610B"/>
    <w:rsid w:val="002E47E2"/>
    <w:rsid w:val="003049B3"/>
    <w:rsid w:val="003239A4"/>
    <w:rsid w:val="00492F0D"/>
    <w:rsid w:val="004A60A4"/>
    <w:rsid w:val="004C0E75"/>
    <w:rsid w:val="00507183"/>
    <w:rsid w:val="00536380"/>
    <w:rsid w:val="00575B5D"/>
    <w:rsid w:val="005C2111"/>
    <w:rsid w:val="005E3186"/>
    <w:rsid w:val="005F49B2"/>
    <w:rsid w:val="00625447"/>
    <w:rsid w:val="00674DC2"/>
    <w:rsid w:val="00747170"/>
    <w:rsid w:val="0075168A"/>
    <w:rsid w:val="00760CB5"/>
    <w:rsid w:val="00787637"/>
    <w:rsid w:val="007B289D"/>
    <w:rsid w:val="007E1D69"/>
    <w:rsid w:val="00851236"/>
    <w:rsid w:val="00866B48"/>
    <w:rsid w:val="00881AED"/>
    <w:rsid w:val="00892FB8"/>
    <w:rsid w:val="008E0C30"/>
    <w:rsid w:val="008F2DB3"/>
    <w:rsid w:val="009A3663"/>
    <w:rsid w:val="009D2691"/>
    <w:rsid w:val="00A16443"/>
    <w:rsid w:val="00A76D23"/>
    <w:rsid w:val="00A85688"/>
    <w:rsid w:val="00AA7D35"/>
    <w:rsid w:val="00AB6ED7"/>
    <w:rsid w:val="00AC2828"/>
    <w:rsid w:val="00B07435"/>
    <w:rsid w:val="00B17C4B"/>
    <w:rsid w:val="00B52B1E"/>
    <w:rsid w:val="00B85271"/>
    <w:rsid w:val="00B961C5"/>
    <w:rsid w:val="00BA54E4"/>
    <w:rsid w:val="00BC6C79"/>
    <w:rsid w:val="00BE7BC7"/>
    <w:rsid w:val="00C948C8"/>
    <w:rsid w:val="00C960CB"/>
    <w:rsid w:val="00CA71C3"/>
    <w:rsid w:val="00CB50CB"/>
    <w:rsid w:val="00CC2A4D"/>
    <w:rsid w:val="00D0033D"/>
    <w:rsid w:val="00D32B65"/>
    <w:rsid w:val="00D43B28"/>
    <w:rsid w:val="00D60E88"/>
    <w:rsid w:val="00D71D2E"/>
    <w:rsid w:val="00D82FBF"/>
    <w:rsid w:val="00D9709E"/>
    <w:rsid w:val="00DF05B0"/>
    <w:rsid w:val="00E00AB5"/>
    <w:rsid w:val="00E052F6"/>
    <w:rsid w:val="00E319AA"/>
    <w:rsid w:val="00F07505"/>
    <w:rsid w:val="00F22129"/>
    <w:rsid w:val="00F476D6"/>
    <w:rsid w:val="00FA1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2C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42C3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42C3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42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42C3"/>
    <w:rPr>
      <w:rFonts w:ascii="Times New Roman" w:hAnsi="Times New Roman" w:cs="Times New Roman"/>
      <w:sz w:val="24"/>
      <w:szCs w:val="24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0C42C3"/>
    <w:pPr>
      <w:jc w:val="center"/>
    </w:pPr>
    <w:rPr>
      <w:b/>
      <w:bCs/>
      <w:sz w:val="36"/>
      <w:lang w:val="uk-UA"/>
    </w:rPr>
  </w:style>
  <w:style w:type="paragraph" w:styleId="BodyText">
    <w:name w:val="Body Text"/>
    <w:basedOn w:val="Normal"/>
    <w:link w:val="BodyTextChar"/>
    <w:uiPriority w:val="99"/>
    <w:rsid w:val="000C42C3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C42C3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0C42C3"/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C42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C42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42C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1</Pages>
  <Words>1151</Words>
  <Characters>657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30</cp:revision>
  <cp:lastPrinted>2015-12-17T14:45:00Z</cp:lastPrinted>
  <dcterms:created xsi:type="dcterms:W3CDTF">2015-05-25T09:32:00Z</dcterms:created>
  <dcterms:modified xsi:type="dcterms:W3CDTF">2015-12-24T13:20:00Z</dcterms:modified>
</cp:coreProperties>
</file>