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5D" w:rsidRDefault="0036385D" w:rsidP="008203D0">
      <w:pPr>
        <w:pStyle w:val="BodyText"/>
        <w:ind w:right="-6"/>
        <w:jc w:val="both"/>
      </w:pPr>
    </w:p>
    <w:p w:rsidR="0036385D" w:rsidRDefault="0036385D" w:rsidP="001D1079">
      <w:pPr>
        <w:pStyle w:val="BodyText"/>
        <w:ind w:right="-6"/>
        <w:rPr>
          <w:b/>
          <w:bCs/>
          <w:sz w:val="40"/>
        </w:rPr>
      </w:pPr>
      <w:r>
        <w:rPr>
          <w:b/>
          <w:bCs/>
          <w:sz w:val="40"/>
        </w:rPr>
        <w:t xml:space="preserve">                        </w:t>
      </w:r>
    </w:p>
    <w:p w:rsidR="0036385D" w:rsidRPr="00117DA1" w:rsidRDefault="0036385D" w:rsidP="005450F4">
      <w:pPr>
        <w:pStyle w:val="BodyText"/>
        <w:ind w:right="-6"/>
        <w:jc w:val="center"/>
        <w:rPr>
          <w:b/>
          <w:bCs/>
          <w:szCs w:val="28"/>
        </w:rPr>
      </w:pPr>
      <w:r>
        <w:rPr>
          <w:b/>
          <w:bCs/>
          <w:szCs w:val="28"/>
        </w:rPr>
        <w:t>ПРОТОКОЛ № 2</w:t>
      </w:r>
    </w:p>
    <w:p w:rsidR="0036385D" w:rsidRPr="00117DA1" w:rsidRDefault="0036385D" w:rsidP="005450F4">
      <w:pPr>
        <w:pStyle w:val="BodyText"/>
        <w:ind w:right="-6"/>
        <w:jc w:val="center"/>
        <w:rPr>
          <w:b/>
          <w:bCs/>
          <w:szCs w:val="28"/>
        </w:rPr>
      </w:pPr>
      <w:r>
        <w:rPr>
          <w:b/>
          <w:bCs/>
          <w:szCs w:val="28"/>
        </w:rPr>
        <w:t>з</w:t>
      </w:r>
      <w:r w:rsidRPr="00117DA1">
        <w:rPr>
          <w:b/>
          <w:bCs/>
          <w:szCs w:val="28"/>
        </w:rPr>
        <w:t>асі</w:t>
      </w:r>
      <w:r>
        <w:rPr>
          <w:b/>
          <w:bCs/>
          <w:szCs w:val="28"/>
        </w:rPr>
        <w:t>да</w:t>
      </w:r>
      <w:r w:rsidRPr="00117DA1">
        <w:rPr>
          <w:b/>
          <w:bCs/>
          <w:szCs w:val="28"/>
        </w:rPr>
        <w:t>н</w:t>
      </w:r>
      <w:r>
        <w:rPr>
          <w:b/>
          <w:bCs/>
          <w:szCs w:val="28"/>
        </w:rPr>
        <w:t>н</w:t>
      </w:r>
      <w:r w:rsidRPr="00117DA1">
        <w:rPr>
          <w:b/>
          <w:bCs/>
          <w:szCs w:val="28"/>
        </w:rPr>
        <w:t>я</w:t>
      </w:r>
    </w:p>
    <w:p w:rsidR="0036385D" w:rsidRPr="007A26F6" w:rsidRDefault="0036385D" w:rsidP="005450F4">
      <w:pPr>
        <w:pStyle w:val="BodyText"/>
        <w:tabs>
          <w:tab w:val="num" w:pos="0"/>
        </w:tabs>
        <w:ind w:right="-6"/>
        <w:jc w:val="center"/>
        <w:rPr>
          <w:b/>
          <w:szCs w:val="28"/>
        </w:rPr>
      </w:pPr>
      <w:r w:rsidRPr="007A26F6">
        <w:rPr>
          <w:b/>
          <w:szCs w:val="28"/>
        </w:rPr>
        <w:t>постійної комісії з питань регламенту, депутатської етики,</w:t>
      </w:r>
    </w:p>
    <w:p w:rsidR="0036385D" w:rsidRPr="007A26F6" w:rsidRDefault="0036385D" w:rsidP="005450F4">
      <w:pPr>
        <w:pStyle w:val="BodyText"/>
        <w:tabs>
          <w:tab w:val="num" w:pos="0"/>
        </w:tabs>
        <w:ind w:right="-6"/>
        <w:jc w:val="center"/>
        <w:rPr>
          <w:b/>
          <w:szCs w:val="28"/>
        </w:rPr>
      </w:pPr>
      <w:r w:rsidRPr="007A26F6">
        <w:rPr>
          <w:b/>
          <w:szCs w:val="28"/>
        </w:rPr>
        <w:t>правопорядку та прав людини</w:t>
      </w:r>
    </w:p>
    <w:p w:rsidR="0036385D" w:rsidRPr="007A26F6" w:rsidRDefault="0036385D" w:rsidP="005450F4">
      <w:pPr>
        <w:pStyle w:val="BodyText"/>
        <w:tabs>
          <w:tab w:val="num" w:pos="0"/>
        </w:tabs>
        <w:ind w:right="-6"/>
        <w:jc w:val="center"/>
        <w:rPr>
          <w:b/>
          <w:szCs w:val="28"/>
        </w:rPr>
      </w:pPr>
    </w:p>
    <w:p w:rsidR="0036385D" w:rsidRPr="007A26F6" w:rsidRDefault="0036385D" w:rsidP="000342D7">
      <w:pPr>
        <w:pStyle w:val="BodyText"/>
        <w:tabs>
          <w:tab w:val="num" w:pos="0"/>
        </w:tabs>
        <w:ind w:right="-6"/>
        <w:jc w:val="both"/>
        <w:rPr>
          <w:szCs w:val="28"/>
        </w:rPr>
      </w:pPr>
      <w:r w:rsidRPr="007A26F6">
        <w:rPr>
          <w:szCs w:val="28"/>
        </w:rPr>
        <w:t xml:space="preserve">                                                                  Дата проведення: </w:t>
      </w:r>
      <w:r>
        <w:rPr>
          <w:szCs w:val="28"/>
        </w:rPr>
        <w:t>17</w:t>
      </w:r>
      <w:r w:rsidRPr="007A26F6">
        <w:rPr>
          <w:szCs w:val="28"/>
        </w:rPr>
        <w:t>.12.2015 року</w:t>
      </w:r>
    </w:p>
    <w:p w:rsidR="0036385D" w:rsidRPr="007A26F6" w:rsidRDefault="0036385D" w:rsidP="000342D7">
      <w:pPr>
        <w:pStyle w:val="BodyText"/>
        <w:tabs>
          <w:tab w:val="num" w:pos="0"/>
        </w:tabs>
        <w:ind w:right="-6"/>
        <w:jc w:val="both"/>
        <w:rPr>
          <w:szCs w:val="28"/>
        </w:rPr>
      </w:pPr>
      <w:r w:rsidRPr="007A26F6">
        <w:rPr>
          <w:szCs w:val="28"/>
        </w:rPr>
        <w:t xml:space="preserve">                                                                  Місце проведення: мала зала райради</w:t>
      </w:r>
    </w:p>
    <w:p w:rsidR="0036385D" w:rsidRPr="002F006F" w:rsidRDefault="0036385D" w:rsidP="000342D7">
      <w:pPr>
        <w:pStyle w:val="BodyText"/>
        <w:tabs>
          <w:tab w:val="num" w:pos="0"/>
        </w:tabs>
        <w:ind w:right="-6"/>
        <w:jc w:val="both"/>
        <w:rPr>
          <w:szCs w:val="28"/>
        </w:rPr>
      </w:pPr>
      <w:r w:rsidRPr="007A26F6">
        <w:rPr>
          <w:szCs w:val="28"/>
        </w:rPr>
        <w:t xml:space="preserve">                                                                  Початок: о </w:t>
      </w:r>
      <w:r w:rsidRPr="007A26F6">
        <w:rPr>
          <w:szCs w:val="28"/>
          <w:lang w:val="en-US"/>
        </w:rPr>
        <w:t>14</w:t>
      </w:r>
      <w:r w:rsidRPr="007A26F6">
        <w:rPr>
          <w:szCs w:val="28"/>
        </w:rPr>
        <w:t xml:space="preserve">.00   </w:t>
      </w:r>
    </w:p>
    <w:p w:rsidR="0036385D" w:rsidRPr="007A26F6" w:rsidRDefault="0036385D" w:rsidP="005C1471">
      <w:pPr>
        <w:pStyle w:val="BodyText"/>
        <w:ind w:right="-6"/>
        <w:rPr>
          <w:b/>
          <w:szCs w:val="28"/>
          <w:lang w:val="ru-RU"/>
        </w:rPr>
      </w:pPr>
      <w:r w:rsidRPr="007A26F6">
        <w:rPr>
          <w:b/>
          <w:szCs w:val="28"/>
        </w:rPr>
        <w:t xml:space="preserve">   Присутні члени постійної комісії:</w:t>
      </w:r>
    </w:p>
    <w:p w:rsidR="0036385D" w:rsidRPr="007A26F6" w:rsidRDefault="0036385D" w:rsidP="004A0D1B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7A26F6">
        <w:rPr>
          <w:sz w:val="28"/>
          <w:szCs w:val="28"/>
        </w:rPr>
        <w:t>Малашевич Юрій Павлович  -  голова постійної комісії</w:t>
      </w:r>
    </w:p>
    <w:p w:rsidR="0036385D" w:rsidRPr="007A26F6" w:rsidRDefault="0036385D" w:rsidP="004A0D1B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7A26F6">
        <w:rPr>
          <w:sz w:val="28"/>
          <w:szCs w:val="28"/>
        </w:rPr>
        <w:t>Мельниченко Анатолій Михайлович</w:t>
      </w:r>
      <w:r w:rsidRPr="007A26F6">
        <w:rPr>
          <w:sz w:val="28"/>
          <w:szCs w:val="28"/>
          <w:lang w:val="en-US"/>
        </w:rPr>
        <w:t xml:space="preserve"> – </w:t>
      </w:r>
      <w:r w:rsidRPr="007A26F6">
        <w:rPr>
          <w:sz w:val="28"/>
          <w:szCs w:val="28"/>
        </w:rPr>
        <w:t>заступник голови постійної комісії</w:t>
      </w:r>
    </w:p>
    <w:p w:rsidR="0036385D" w:rsidRPr="007A26F6" w:rsidRDefault="0036385D" w:rsidP="007A26F6">
      <w:pPr>
        <w:pStyle w:val="BodyText"/>
        <w:numPr>
          <w:ilvl w:val="0"/>
          <w:numId w:val="4"/>
        </w:numPr>
        <w:jc w:val="both"/>
        <w:rPr>
          <w:b/>
          <w:bCs/>
          <w:szCs w:val="28"/>
          <w:lang w:val="ru-RU"/>
        </w:rPr>
      </w:pPr>
      <w:r w:rsidRPr="007A26F6">
        <w:rPr>
          <w:szCs w:val="28"/>
        </w:rPr>
        <w:t>Маційчук Андрій Васильович - член комісії</w:t>
      </w:r>
    </w:p>
    <w:p w:rsidR="0036385D" w:rsidRPr="007A26F6" w:rsidRDefault="0036385D" w:rsidP="004A0D1B">
      <w:pPr>
        <w:pStyle w:val="BodyText2"/>
        <w:numPr>
          <w:ilvl w:val="0"/>
          <w:numId w:val="4"/>
        </w:numPr>
        <w:spacing w:line="240" w:lineRule="auto"/>
        <w:rPr>
          <w:sz w:val="28"/>
          <w:szCs w:val="28"/>
          <w:lang w:val="ru-RU"/>
        </w:rPr>
      </w:pPr>
      <w:r w:rsidRPr="007A26F6">
        <w:rPr>
          <w:sz w:val="28"/>
          <w:szCs w:val="28"/>
        </w:rPr>
        <w:t>Поліванчук Петро Дмитрович - член комісії</w:t>
      </w:r>
    </w:p>
    <w:p w:rsidR="0036385D" w:rsidRPr="007A26F6" w:rsidRDefault="0036385D" w:rsidP="004A0D1B">
      <w:pPr>
        <w:pStyle w:val="21"/>
        <w:numPr>
          <w:ilvl w:val="0"/>
          <w:numId w:val="4"/>
        </w:numPr>
        <w:snapToGrid w:val="0"/>
        <w:spacing w:after="0" w:line="240" w:lineRule="auto"/>
        <w:jc w:val="left"/>
        <w:rPr>
          <w:lang w:val="ru-RU"/>
        </w:rPr>
      </w:pPr>
      <w:r w:rsidRPr="007A26F6">
        <w:rPr>
          <w:lang w:val="ru-RU"/>
        </w:rPr>
        <w:t>Поліщук Сергій Федорович</w:t>
      </w:r>
      <w:r w:rsidRPr="007A26F6">
        <w:t xml:space="preserve"> - член комісії</w:t>
      </w:r>
    </w:p>
    <w:p w:rsidR="0036385D" w:rsidRPr="007A26F6" w:rsidRDefault="0036385D" w:rsidP="000342D7">
      <w:pPr>
        <w:pStyle w:val="BodyText"/>
        <w:tabs>
          <w:tab w:val="num" w:pos="0"/>
        </w:tabs>
        <w:ind w:right="-6"/>
        <w:jc w:val="both"/>
        <w:rPr>
          <w:szCs w:val="28"/>
        </w:rPr>
      </w:pPr>
    </w:p>
    <w:p w:rsidR="0036385D" w:rsidRPr="007A26F6" w:rsidRDefault="0036385D" w:rsidP="000342D7">
      <w:pPr>
        <w:pStyle w:val="BodyText"/>
        <w:tabs>
          <w:tab w:val="num" w:pos="0"/>
        </w:tabs>
        <w:ind w:right="-6"/>
        <w:jc w:val="both"/>
        <w:rPr>
          <w:b/>
          <w:szCs w:val="28"/>
        </w:rPr>
      </w:pPr>
      <w:r w:rsidRPr="007A26F6">
        <w:rPr>
          <w:b/>
          <w:szCs w:val="28"/>
        </w:rPr>
        <w:t xml:space="preserve">  Запрошені:</w:t>
      </w:r>
    </w:p>
    <w:p w:rsidR="0036385D" w:rsidRDefault="0036385D" w:rsidP="00117DA1">
      <w:pPr>
        <w:pStyle w:val="ListParagraph"/>
        <w:numPr>
          <w:ilvl w:val="1"/>
          <w:numId w:val="4"/>
        </w:numPr>
        <w:tabs>
          <w:tab w:val="clear" w:pos="1440"/>
          <w:tab w:val="num" w:pos="360"/>
        </w:tabs>
        <w:ind w:left="360" w:firstLine="0"/>
        <w:rPr>
          <w:sz w:val="28"/>
          <w:szCs w:val="28"/>
          <w:lang w:val="uk-UA"/>
        </w:rPr>
      </w:pPr>
      <w:r w:rsidRPr="007A26F6">
        <w:rPr>
          <w:sz w:val="28"/>
          <w:szCs w:val="28"/>
          <w:lang w:val="uk-UA"/>
        </w:rPr>
        <w:t>Бовсунівський Іван Павлович –  голова районної ради</w:t>
      </w:r>
    </w:p>
    <w:p w:rsidR="0036385D" w:rsidRDefault="0036385D" w:rsidP="007A26F6">
      <w:pPr>
        <w:pStyle w:val="ListParagraph"/>
        <w:numPr>
          <w:ilvl w:val="1"/>
          <w:numId w:val="4"/>
        </w:numPr>
        <w:tabs>
          <w:tab w:val="clear" w:pos="1440"/>
          <w:tab w:val="num" w:pos="360"/>
        </w:tabs>
        <w:ind w:left="360" w:firstLine="0"/>
        <w:rPr>
          <w:sz w:val="28"/>
          <w:szCs w:val="28"/>
          <w:lang w:val="uk-UA"/>
        </w:rPr>
      </w:pPr>
      <w:r w:rsidRPr="007A26F6">
        <w:rPr>
          <w:sz w:val="28"/>
          <w:szCs w:val="28"/>
          <w:lang w:val="uk-UA"/>
        </w:rPr>
        <w:t>Троценко Володимир Романович -  заступник голови районної ради</w:t>
      </w:r>
    </w:p>
    <w:p w:rsidR="0036385D" w:rsidRPr="007A26F6" w:rsidRDefault="0036385D" w:rsidP="007A26F6">
      <w:pPr>
        <w:pStyle w:val="ListParagraph"/>
        <w:numPr>
          <w:ilvl w:val="1"/>
          <w:numId w:val="4"/>
        </w:numPr>
        <w:tabs>
          <w:tab w:val="clear" w:pos="1440"/>
          <w:tab w:val="num" w:pos="360"/>
        </w:tabs>
        <w:ind w:left="360" w:firstLine="0"/>
        <w:rPr>
          <w:sz w:val="28"/>
          <w:szCs w:val="28"/>
          <w:lang w:val="uk-UA"/>
        </w:rPr>
      </w:pPr>
      <w:r w:rsidRPr="007A26F6">
        <w:rPr>
          <w:sz w:val="28"/>
          <w:szCs w:val="28"/>
        </w:rPr>
        <w:t>Жилінський Микола Іванович - керуючий справами виконавчого апарату районної ради</w:t>
      </w:r>
    </w:p>
    <w:p w:rsidR="0036385D" w:rsidRDefault="0036385D" w:rsidP="007A26F6">
      <w:pPr>
        <w:pStyle w:val="ListParagraph"/>
        <w:numPr>
          <w:ilvl w:val="1"/>
          <w:numId w:val="4"/>
        </w:numPr>
        <w:tabs>
          <w:tab w:val="clear" w:pos="1440"/>
          <w:tab w:val="num" w:pos="360"/>
        </w:tabs>
        <w:ind w:left="360" w:firstLine="0"/>
        <w:rPr>
          <w:sz w:val="28"/>
          <w:szCs w:val="28"/>
          <w:lang w:val="uk-UA"/>
        </w:rPr>
      </w:pPr>
      <w:r w:rsidRPr="007A26F6">
        <w:rPr>
          <w:sz w:val="28"/>
          <w:szCs w:val="28"/>
        </w:rPr>
        <w:t>Войтович Ірина Петрівна – радник голови районної ради з питань юридичного забезпечення.</w:t>
      </w:r>
    </w:p>
    <w:p w:rsidR="0036385D" w:rsidRDefault="0036385D" w:rsidP="00117DA1">
      <w:pPr>
        <w:pStyle w:val="ListParagraph"/>
        <w:numPr>
          <w:ilvl w:val="1"/>
          <w:numId w:val="4"/>
        </w:numPr>
        <w:tabs>
          <w:tab w:val="clear" w:pos="1440"/>
          <w:tab w:val="num" w:pos="360"/>
        </w:tabs>
        <w:ind w:left="360" w:firstLine="0"/>
        <w:rPr>
          <w:sz w:val="28"/>
          <w:szCs w:val="28"/>
          <w:lang w:val="uk-UA"/>
        </w:rPr>
      </w:pPr>
      <w:r w:rsidRPr="007A26F6">
        <w:rPr>
          <w:sz w:val="28"/>
          <w:szCs w:val="28"/>
        </w:rPr>
        <w:t>Іванюха Валентина Іванівна – завідуюча організаційним відділом  районної ради</w:t>
      </w:r>
    </w:p>
    <w:p w:rsidR="0036385D" w:rsidRPr="007A26F6" w:rsidRDefault="0036385D" w:rsidP="007A26F6">
      <w:pPr>
        <w:pStyle w:val="ListParagraph"/>
        <w:numPr>
          <w:ilvl w:val="1"/>
          <w:numId w:val="4"/>
        </w:numPr>
        <w:tabs>
          <w:tab w:val="clear" w:pos="1440"/>
          <w:tab w:val="num" w:pos="360"/>
        </w:tabs>
        <w:ind w:left="360" w:firstLine="0"/>
        <w:rPr>
          <w:sz w:val="28"/>
          <w:szCs w:val="28"/>
          <w:lang w:val="uk-UA"/>
        </w:rPr>
      </w:pPr>
      <w:r w:rsidRPr="007A26F6">
        <w:rPr>
          <w:sz w:val="28"/>
          <w:szCs w:val="28"/>
        </w:rPr>
        <w:t>Омельченко Олександр</w:t>
      </w:r>
      <w:r w:rsidRPr="007A26F6">
        <w:rPr>
          <w:b/>
          <w:sz w:val="28"/>
          <w:szCs w:val="28"/>
        </w:rPr>
        <w:t xml:space="preserve">  </w:t>
      </w:r>
      <w:r w:rsidRPr="007A26F6">
        <w:rPr>
          <w:sz w:val="28"/>
          <w:szCs w:val="28"/>
        </w:rPr>
        <w:t>Володимирович – Начальник Черняхівського відділення поліції Коростишівського відділу ГУНП в Житомирській області,</w:t>
      </w:r>
      <w:r w:rsidRPr="007A26F6">
        <w:rPr>
          <w:sz w:val="28"/>
          <w:szCs w:val="28"/>
          <w:lang w:val="uk-UA"/>
        </w:rPr>
        <w:t xml:space="preserve"> майор поліції </w:t>
      </w:r>
    </w:p>
    <w:p w:rsidR="0036385D" w:rsidRPr="00117DA1" w:rsidRDefault="0036385D" w:rsidP="00117DA1">
      <w:pPr>
        <w:pStyle w:val="ListParagraph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7A26F6">
        <w:rPr>
          <w:sz w:val="28"/>
          <w:szCs w:val="28"/>
        </w:rPr>
        <w:t>Бачура Сергій Володимирович – директор Будинку дитячої та юнацької творчості</w:t>
      </w:r>
    </w:p>
    <w:p w:rsidR="0036385D" w:rsidRPr="007A26F6" w:rsidRDefault="0036385D" w:rsidP="008203D0">
      <w:pPr>
        <w:pStyle w:val="BodyText"/>
        <w:ind w:right="-6"/>
        <w:rPr>
          <w:szCs w:val="28"/>
        </w:rPr>
      </w:pPr>
      <w:r w:rsidRPr="007A26F6">
        <w:rPr>
          <w:szCs w:val="28"/>
        </w:rPr>
        <w:t xml:space="preserve">           </w:t>
      </w:r>
    </w:p>
    <w:p w:rsidR="0036385D" w:rsidRPr="007A26F6" w:rsidRDefault="0036385D" w:rsidP="005450F4">
      <w:pPr>
        <w:jc w:val="center"/>
        <w:rPr>
          <w:b/>
          <w:sz w:val="28"/>
          <w:szCs w:val="28"/>
          <w:lang w:val="ru-RU"/>
        </w:rPr>
      </w:pPr>
      <w:r w:rsidRPr="007A26F6">
        <w:rPr>
          <w:b/>
          <w:sz w:val="28"/>
          <w:szCs w:val="28"/>
          <w:lang w:val="ru-RU"/>
        </w:rPr>
        <w:t>П О Р Я Д О К   Д Е Н Н И Й :</w:t>
      </w:r>
    </w:p>
    <w:p w:rsidR="0036385D" w:rsidRDefault="0036385D">
      <w:pPr>
        <w:rPr>
          <w:sz w:val="28"/>
          <w:szCs w:val="28"/>
          <w:lang w:val="ru-RU"/>
        </w:rPr>
      </w:pPr>
    </w:p>
    <w:p w:rsidR="0036385D" w:rsidRDefault="0036385D" w:rsidP="007A26F6">
      <w:pPr>
        <w:jc w:val="both"/>
        <w:rPr>
          <w:sz w:val="28"/>
        </w:rPr>
      </w:pPr>
      <w:r>
        <w:rPr>
          <w:sz w:val="28"/>
        </w:rPr>
        <w:t>1.Про обрання  секретаря постійної комісії.</w:t>
      </w:r>
    </w:p>
    <w:p w:rsidR="0036385D" w:rsidRDefault="0036385D" w:rsidP="007A26F6">
      <w:pPr>
        <w:jc w:val="both"/>
        <w:rPr>
          <w:sz w:val="28"/>
          <w:szCs w:val="28"/>
        </w:rPr>
      </w:pPr>
      <w:r>
        <w:rPr>
          <w:sz w:val="28"/>
        </w:rPr>
        <w:t xml:space="preserve">                   </w:t>
      </w:r>
      <w:r w:rsidRPr="00155469">
        <w:rPr>
          <w:sz w:val="28"/>
        </w:rPr>
        <w:t xml:space="preserve"> </w:t>
      </w:r>
      <w:r w:rsidRPr="00DC6D50">
        <w:rPr>
          <w:b/>
          <w:sz w:val="28"/>
          <w:szCs w:val="28"/>
        </w:rPr>
        <w:t>ІНФОРМУЄ: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Малашевич Юрій Павлович – голова постійної    </w:t>
      </w:r>
    </w:p>
    <w:p w:rsidR="0036385D" w:rsidRDefault="0036385D" w:rsidP="007A26F6">
      <w:pPr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комісії</w:t>
      </w:r>
    </w:p>
    <w:p w:rsidR="0036385D" w:rsidRPr="008253B5" w:rsidRDefault="0036385D" w:rsidP="007A26F6">
      <w:pPr>
        <w:jc w:val="both"/>
        <w:rPr>
          <w:sz w:val="28"/>
        </w:rPr>
      </w:pPr>
      <w:r>
        <w:rPr>
          <w:sz w:val="28"/>
        </w:rPr>
        <w:t>2.</w:t>
      </w:r>
      <w:r w:rsidRPr="00155469">
        <w:rPr>
          <w:sz w:val="28"/>
        </w:rPr>
        <w:t xml:space="preserve"> </w:t>
      </w:r>
      <w:r w:rsidRPr="008253B5">
        <w:rPr>
          <w:sz w:val="28"/>
        </w:rPr>
        <w:t xml:space="preserve">Про перелік питань, які будуть вноситись на розгляд </w:t>
      </w:r>
      <w:r>
        <w:rPr>
          <w:sz w:val="28"/>
        </w:rPr>
        <w:t xml:space="preserve"> 3-ої </w:t>
      </w:r>
      <w:r w:rsidRPr="008253B5">
        <w:rPr>
          <w:sz w:val="28"/>
        </w:rPr>
        <w:t xml:space="preserve">сесії районної ради  </w:t>
      </w:r>
      <w:r w:rsidRPr="008253B5">
        <w:rPr>
          <w:sz w:val="28"/>
          <w:lang w:val="en-US"/>
        </w:rPr>
        <w:t>VI</w:t>
      </w:r>
      <w:r>
        <w:rPr>
          <w:sz w:val="28"/>
        </w:rPr>
        <w:t>І</w:t>
      </w:r>
      <w:r w:rsidRPr="008253B5">
        <w:rPr>
          <w:sz w:val="28"/>
        </w:rPr>
        <w:t xml:space="preserve"> скликання.</w:t>
      </w:r>
    </w:p>
    <w:p w:rsidR="0036385D" w:rsidRDefault="0036385D" w:rsidP="002F006F">
      <w:pPr>
        <w:ind w:left="1701"/>
        <w:jc w:val="both"/>
        <w:rPr>
          <w:sz w:val="28"/>
          <w:szCs w:val="28"/>
        </w:rPr>
      </w:pPr>
      <w:r w:rsidRPr="00DC6D50">
        <w:rPr>
          <w:b/>
          <w:sz w:val="28"/>
          <w:szCs w:val="28"/>
        </w:rPr>
        <w:t xml:space="preserve">ІНФОРМУЄ: </w:t>
      </w:r>
      <w:r>
        <w:rPr>
          <w:sz w:val="28"/>
          <w:szCs w:val="28"/>
        </w:rPr>
        <w:t>Жилінський Микола Іванович – керуючий справами виконавчого апарату районної ради</w:t>
      </w:r>
    </w:p>
    <w:p w:rsidR="0036385D" w:rsidRDefault="0036385D" w:rsidP="007A26F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F1CFB">
        <w:rPr>
          <w:sz w:val="28"/>
          <w:szCs w:val="28"/>
        </w:rPr>
        <w:t>. Про Положення про постійні комісії районної ради УІІ скликання.</w:t>
      </w:r>
    </w:p>
    <w:p w:rsidR="0036385D" w:rsidRDefault="0036385D" w:rsidP="00513BF8">
      <w:pPr>
        <w:rPr>
          <w:sz w:val="28"/>
        </w:rPr>
      </w:pPr>
      <w:r w:rsidRPr="00513BF8"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>. Про</w:t>
      </w:r>
      <w:r>
        <w:rPr>
          <w:sz w:val="28"/>
        </w:rPr>
        <w:t xml:space="preserve"> затвердження Угоди між Житомирською обласною та </w:t>
      </w:r>
    </w:p>
    <w:p w:rsidR="0036385D" w:rsidRDefault="0036385D" w:rsidP="00513BF8">
      <w:pPr>
        <w:rPr>
          <w:sz w:val="28"/>
        </w:rPr>
      </w:pPr>
      <w:r>
        <w:rPr>
          <w:sz w:val="28"/>
        </w:rPr>
        <w:t>Черняхівською районною радами</w:t>
      </w:r>
    </w:p>
    <w:p w:rsidR="0036385D" w:rsidRPr="00513BF8" w:rsidRDefault="0036385D" w:rsidP="00513BF8">
      <w:pPr>
        <w:ind w:left="1701"/>
        <w:jc w:val="both"/>
        <w:rPr>
          <w:sz w:val="28"/>
          <w:szCs w:val="28"/>
        </w:rPr>
      </w:pPr>
      <w:r w:rsidRPr="00DC6D50">
        <w:rPr>
          <w:b/>
          <w:sz w:val="28"/>
          <w:szCs w:val="28"/>
        </w:rPr>
        <w:t xml:space="preserve">ІНФОРМУЄ: </w:t>
      </w:r>
      <w:r>
        <w:rPr>
          <w:sz w:val="28"/>
          <w:szCs w:val="28"/>
        </w:rPr>
        <w:t>Войтович Ірина Петрівна – радник голови районної ради</w:t>
      </w:r>
    </w:p>
    <w:p w:rsidR="0036385D" w:rsidRPr="003F1CFB" w:rsidRDefault="0036385D" w:rsidP="007A26F6">
      <w:pPr>
        <w:spacing w:before="12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F1CFB">
        <w:rPr>
          <w:sz w:val="28"/>
          <w:szCs w:val="28"/>
        </w:rPr>
        <w:t xml:space="preserve"> Про план роботи  районної ради на І-е півріччя 2016 року.</w:t>
      </w:r>
    </w:p>
    <w:p w:rsidR="0036385D" w:rsidRPr="003F1CFB" w:rsidRDefault="0036385D" w:rsidP="007A26F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F1CFB">
        <w:rPr>
          <w:sz w:val="28"/>
          <w:szCs w:val="28"/>
        </w:rPr>
        <w:t>. Про затвердження складу комісії районної ради з питань поновлення прав реабілітованих в новій редакції.</w:t>
      </w:r>
    </w:p>
    <w:p w:rsidR="0036385D" w:rsidRDefault="0036385D" w:rsidP="007A26F6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F1CFB">
        <w:rPr>
          <w:sz w:val="28"/>
          <w:szCs w:val="28"/>
        </w:rPr>
        <w:t>. Про затвердження складу комісії щодо визначення технічного стану мисливської та газової зброї</w:t>
      </w:r>
      <w:r w:rsidRPr="00AD0FB9">
        <w:rPr>
          <w:sz w:val="28"/>
          <w:szCs w:val="28"/>
        </w:rPr>
        <w:t>, який</w:t>
      </w:r>
      <w:r>
        <w:rPr>
          <w:sz w:val="28"/>
          <w:szCs w:val="28"/>
        </w:rPr>
        <w:t xml:space="preserve"> </w:t>
      </w:r>
      <w:r w:rsidRPr="00AD0FB9">
        <w:rPr>
          <w:sz w:val="28"/>
          <w:szCs w:val="28"/>
        </w:rPr>
        <w:t>враховується</w:t>
      </w:r>
      <w:r>
        <w:rPr>
          <w:sz w:val="28"/>
          <w:szCs w:val="28"/>
        </w:rPr>
        <w:t xml:space="preserve"> </w:t>
      </w:r>
      <w:r w:rsidRPr="00AD0FB9">
        <w:rPr>
          <w:sz w:val="28"/>
          <w:szCs w:val="28"/>
        </w:rPr>
        <w:t>при реєстрації (п</w:t>
      </w:r>
      <w:r>
        <w:rPr>
          <w:sz w:val="28"/>
          <w:szCs w:val="28"/>
        </w:rPr>
        <w:t xml:space="preserve">еререєстрації) </w:t>
      </w:r>
      <w:r w:rsidRPr="003F1CFB">
        <w:rPr>
          <w:sz w:val="28"/>
          <w:szCs w:val="28"/>
        </w:rPr>
        <w:t>в новій редакції.</w:t>
      </w:r>
    </w:p>
    <w:p w:rsidR="0036385D" w:rsidRPr="003403B7" w:rsidRDefault="0036385D" w:rsidP="003403B7">
      <w:pPr>
        <w:rPr>
          <w:bCs/>
          <w:sz w:val="28"/>
        </w:rPr>
      </w:pPr>
      <w:r>
        <w:rPr>
          <w:sz w:val="28"/>
          <w:szCs w:val="28"/>
        </w:rPr>
        <w:t>8.</w:t>
      </w:r>
      <w:r w:rsidRPr="003403B7">
        <w:rPr>
          <w:bCs/>
          <w:sz w:val="28"/>
        </w:rPr>
        <w:t xml:space="preserve"> </w:t>
      </w:r>
      <w:r>
        <w:rPr>
          <w:bCs/>
          <w:sz w:val="28"/>
        </w:rPr>
        <w:t>Про затвердження  складу комісії з питань нагородження Почесною відзнакою «За заслуги перед Черняхівщиною» в новій редакції.</w:t>
      </w:r>
    </w:p>
    <w:p w:rsidR="0036385D" w:rsidRDefault="0036385D" w:rsidP="007A26F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F1CFB">
        <w:rPr>
          <w:sz w:val="28"/>
          <w:szCs w:val="28"/>
        </w:rPr>
        <w:t>. Про розгляд запиту депутата районної ради УІ скл.Чорноморця О.П.</w:t>
      </w:r>
    </w:p>
    <w:p w:rsidR="0036385D" w:rsidRPr="003F1CFB" w:rsidRDefault="0036385D" w:rsidP="007A26F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10.Про розгляд запиту депутата районної ради УІ скл. Марчука М.О.</w:t>
      </w:r>
    </w:p>
    <w:p w:rsidR="0036385D" w:rsidRDefault="0036385D" w:rsidP="007A26F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11.Про хід виконання рішення 22</w:t>
      </w:r>
      <w:r w:rsidRPr="003F1CFB">
        <w:rPr>
          <w:sz w:val="28"/>
          <w:szCs w:val="28"/>
        </w:rPr>
        <w:t>-ої се</w:t>
      </w:r>
      <w:r>
        <w:rPr>
          <w:sz w:val="28"/>
          <w:szCs w:val="28"/>
        </w:rPr>
        <w:t>сії районної ради УІ скл. від 24.02.2014 року  «</w:t>
      </w:r>
      <w:r w:rsidRPr="003F1CFB">
        <w:rPr>
          <w:sz w:val="28"/>
          <w:szCs w:val="28"/>
        </w:rPr>
        <w:t>Про звернення депутатів Черняхівської районної ради до жителів району, сільських і селищних голів та сільських, селищних рад, Верховної Ради України, УМВС України в Житомирській області, Служби безпеки України в Житомирській області та до прокуратури в Житомирській області</w:t>
      </w:r>
    </w:p>
    <w:p w:rsidR="0036385D" w:rsidRPr="00CF5AAE" w:rsidRDefault="0036385D" w:rsidP="00CF5AAE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3F1CF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F5AAE">
        <w:rPr>
          <w:sz w:val="28"/>
          <w:szCs w:val="28"/>
        </w:rPr>
        <w:t xml:space="preserve">Про хід виконання рішення 34-ої сесії  районної ради VІ скликання </w:t>
      </w:r>
    </w:p>
    <w:p w:rsidR="0036385D" w:rsidRPr="00CF5AAE" w:rsidRDefault="0036385D" w:rsidP="00CF5AAE">
      <w:pPr>
        <w:pStyle w:val="NoSpacing"/>
        <w:jc w:val="both"/>
        <w:rPr>
          <w:sz w:val="28"/>
          <w:szCs w:val="28"/>
        </w:rPr>
      </w:pPr>
      <w:r w:rsidRPr="00CF5AAE">
        <w:rPr>
          <w:sz w:val="28"/>
          <w:szCs w:val="28"/>
        </w:rPr>
        <w:t xml:space="preserve">від 25.09.2015 року  «Про розгляд  звернення Монастирищенської </w:t>
      </w:r>
    </w:p>
    <w:p w:rsidR="0036385D" w:rsidRPr="00CF5AAE" w:rsidRDefault="0036385D" w:rsidP="00CF5AAE">
      <w:pPr>
        <w:pStyle w:val="NoSpacing"/>
        <w:jc w:val="both"/>
        <w:rPr>
          <w:sz w:val="28"/>
          <w:szCs w:val="28"/>
        </w:rPr>
      </w:pPr>
      <w:r w:rsidRPr="00CF5AAE">
        <w:rPr>
          <w:sz w:val="28"/>
          <w:szCs w:val="28"/>
        </w:rPr>
        <w:t xml:space="preserve">районної  ради Черкаської області  до Президента України П.Порошенка, Голови Верховної Ради України В.Гройсмана, районних рад </w:t>
      </w:r>
    </w:p>
    <w:p w:rsidR="0036385D" w:rsidRPr="00CF5AAE" w:rsidRDefault="0036385D" w:rsidP="00CF5AAE">
      <w:pPr>
        <w:pStyle w:val="NoSpacing"/>
        <w:jc w:val="both"/>
        <w:rPr>
          <w:sz w:val="28"/>
          <w:szCs w:val="28"/>
        </w:rPr>
      </w:pPr>
      <w:r w:rsidRPr="00CF5AAE">
        <w:rPr>
          <w:sz w:val="28"/>
          <w:szCs w:val="28"/>
        </w:rPr>
        <w:t xml:space="preserve">сільських районів України </w:t>
      </w:r>
      <w:r w:rsidRPr="00CF5AAE">
        <w:rPr>
          <w:rStyle w:val="FontStyle11"/>
          <w:sz w:val="28"/>
          <w:szCs w:val="28"/>
          <w:lang w:eastAsia="uk-UA"/>
        </w:rPr>
        <w:t>щодо збереження сільських районів при проведенні адміністративно-територіальної реформи»</w:t>
      </w:r>
    </w:p>
    <w:p w:rsidR="0036385D" w:rsidRDefault="0036385D" w:rsidP="007A26F6">
      <w:pPr>
        <w:ind w:left="1701"/>
        <w:jc w:val="both"/>
        <w:rPr>
          <w:sz w:val="28"/>
          <w:szCs w:val="28"/>
        </w:rPr>
      </w:pPr>
      <w:r w:rsidRPr="00D20365">
        <w:rPr>
          <w:b/>
          <w:sz w:val="28"/>
          <w:szCs w:val="28"/>
        </w:rPr>
        <w:t>ІНФОРМУЄ: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Троценко Володимир Романович</w:t>
      </w:r>
      <w:r w:rsidRPr="000F61AA">
        <w:rPr>
          <w:sz w:val="28"/>
          <w:szCs w:val="28"/>
        </w:rPr>
        <w:t xml:space="preserve"> – заступник голови ради</w:t>
      </w:r>
    </w:p>
    <w:p w:rsidR="0036385D" w:rsidRDefault="0036385D" w:rsidP="007A26F6">
      <w:pPr>
        <w:ind w:left="1701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58"/>
        <w:gridCol w:w="7290"/>
        <w:gridCol w:w="180"/>
      </w:tblGrid>
      <w:tr w:rsidR="0036385D" w:rsidRPr="004D2D5E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sz w:val="28"/>
                <w:szCs w:val="28"/>
                <w:u w:val="single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</w:rPr>
              <w:t xml:space="preserve">1.СЛУХАЛИ </w:t>
            </w:r>
            <w:r w:rsidRPr="005169A2">
              <w:rPr>
                <w:b/>
                <w:sz w:val="28"/>
                <w:szCs w:val="28"/>
                <w:u w:val="single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Pr="000F383C" w:rsidRDefault="0036385D" w:rsidP="003A5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Малашевича Ю.П. – голову постійної комісії, який відмітив, що </w:t>
            </w:r>
            <w:r w:rsidRPr="000F383C">
              <w:rPr>
                <w:sz w:val="28"/>
                <w:szCs w:val="28"/>
              </w:rPr>
              <w:t xml:space="preserve">склад постійної комісії з питань регламенту, депутатської етики, правопорядку та прав людини  було затверджено у кількості 5 депутатів. </w:t>
            </w:r>
          </w:p>
          <w:p w:rsidR="0036385D" w:rsidRDefault="0036385D" w:rsidP="003A5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Прибуло на засідання – 5</w:t>
            </w:r>
            <w:r w:rsidRPr="000F383C">
              <w:rPr>
                <w:sz w:val="28"/>
                <w:szCs w:val="28"/>
              </w:rPr>
              <w:t xml:space="preserve"> депу</w:t>
            </w:r>
            <w:r>
              <w:rPr>
                <w:sz w:val="28"/>
                <w:szCs w:val="28"/>
              </w:rPr>
              <w:t>та</w:t>
            </w:r>
            <w:r w:rsidRPr="000F383C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ів. </w:t>
            </w:r>
            <w:r w:rsidRPr="000F383C">
              <w:rPr>
                <w:sz w:val="28"/>
                <w:szCs w:val="28"/>
              </w:rPr>
              <w:t>Окрім того на засід</w:t>
            </w:r>
            <w:r>
              <w:rPr>
                <w:sz w:val="28"/>
                <w:szCs w:val="28"/>
              </w:rPr>
              <w:t>анні постійної комісії присутні запрошені. Кворум для проведення засідання є.</w:t>
            </w:r>
          </w:p>
          <w:p w:rsidR="0036385D" w:rsidRDefault="0036385D" w:rsidP="003A5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запропонував розпочати роботу постійної комісії та ознайомив присутніх із порядком денним:</w:t>
            </w:r>
          </w:p>
          <w:p w:rsidR="0036385D" w:rsidRDefault="0036385D" w:rsidP="007658B6">
            <w:pPr>
              <w:jc w:val="both"/>
              <w:rPr>
                <w:sz w:val="28"/>
              </w:rPr>
            </w:pPr>
            <w:r>
              <w:rPr>
                <w:sz w:val="28"/>
              </w:rPr>
              <w:t>1.Про обрання  секретаря постійної комісії.</w:t>
            </w:r>
          </w:p>
          <w:p w:rsidR="0036385D" w:rsidRPr="007658B6" w:rsidRDefault="0036385D" w:rsidP="007658B6">
            <w:pPr>
              <w:ind w:left="1422" w:hanging="1422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          </w:t>
            </w:r>
            <w:r w:rsidRPr="00155469">
              <w:rPr>
                <w:sz w:val="28"/>
              </w:rPr>
              <w:t xml:space="preserve"> </w:t>
            </w:r>
            <w:r w:rsidRPr="00DC6D50">
              <w:rPr>
                <w:b/>
                <w:sz w:val="28"/>
                <w:szCs w:val="28"/>
              </w:rPr>
              <w:t>ІНФОРМУЄ: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Малашевич Юрій Павлович – голова постійної комісії</w:t>
            </w:r>
          </w:p>
          <w:p w:rsidR="0036385D" w:rsidRDefault="0036385D" w:rsidP="007658B6">
            <w:pPr>
              <w:jc w:val="both"/>
              <w:rPr>
                <w:sz w:val="28"/>
              </w:rPr>
            </w:pPr>
          </w:p>
          <w:p w:rsidR="0036385D" w:rsidRPr="008253B5" w:rsidRDefault="0036385D" w:rsidP="007658B6">
            <w:pPr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  <w:r w:rsidRPr="00155469">
              <w:rPr>
                <w:sz w:val="28"/>
              </w:rPr>
              <w:t xml:space="preserve"> </w:t>
            </w:r>
            <w:r w:rsidRPr="008253B5">
              <w:rPr>
                <w:sz w:val="28"/>
              </w:rPr>
              <w:t xml:space="preserve">Про перелік питань, які будуть вноситись на розгляд </w:t>
            </w:r>
            <w:r>
              <w:rPr>
                <w:sz w:val="28"/>
              </w:rPr>
              <w:t xml:space="preserve"> 3-ої </w:t>
            </w:r>
            <w:r w:rsidRPr="008253B5">
              <w:rPr>
                <w:sz w:val="28"/>
              </w:rPr>
              <w:t xml:space="preserve">сесії районної ради  </w:t>
            </w:r>
            <w:r w:rsidRPr="008253B5">
              <w:rPr>
                <w:sz w:val="28"/>
                <w:lang w:val="en-US"/>
              </w:rPr>
              <w:t>VI</w:t>
            </w:r>
            <w:r>
              <w:rPr>
                <w:sz w:val="28"/>
              </w:rPr>
              <w:t>І</w:t>
            </w:r>
            <w:r w:rsidRPr="008253B5">
              <w:rPr>
                <w:sz w:val="28"/>
              </w:rPr>
              <w:t xml:space="preserve"> скликання.</w:t>
            </w:r>
          </w:p>
          <w:p w:rsidR="0036385D" w:rsidRDefault="0036385D" w:rsidP="007658B6">
            <w:pPr>
              <w:ind w:left="1701"/>
              <w:jc w:val="both"/>
              <w:rPr>
                <w:sz w:val="28"/>
                <w:szCs w:val="28"/>
              </w:rPr>
            </w:pPr>
            <w:r w:rsidRPr="00DC6D50">
              <w:rPr>
                <w:b/>
                <w:sz w:val="28"/>
                <w:szCs w:val="28"/>
              </w:rPr>
              <w:t xml:space="preserve">ІНФОРМУЄ: </w:t>
            </w:r>
            <w:r>
              <w:rPr>
                <w:sz w:val="28"/>
                <w:szCs w:val="28"/>
              </w:rPr>
              <w:t>Жилінський Микола Іванович – керуючий справами виконавчого апарату районної ради</w:t>
            </w:r>
          </w:p>
          <w:p w:rsidR="0036385D" w:rsidRDefault="0036385D" w:rsidP="007658B6">
            <w:pPr>
              <w:ind w:left="284" w:hanging="284"/>
              <w:jc w:val="both"/>
              <w:rPr>
                <w:sz w:val="28"/>
                <w:szCs w:val="28"/>
              </w:rPr>
            </w:pPr>
          </w:p>
          <w:p w:rsidR="0036385D" w:rsidRDefault="0036385D" w:rsidP="007658B6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F1CFB">
              <w:rPr>
                <w:sz w:val="28"/>
                <w:szCs w:val="28"/>
              </w:rPr>
              <w:t>. Про Положення про постійні комісії районної ради УІІ скликання.</w:t>
            </w:r>
          </w:p>
          <w:p w:rsidR="0036385D" w:rsidRDefault="0036385D" w:rsidP="007658B6">
            <w:pPr>
              <w:rPr>
                <w:sz w:val="28"/>
              </w:rPr>
            </w:pPr>
            <w:r w:rsidRPr="00513BF8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 Про</w:t>
            </w:r>
            <w:r>
              <w:rPr>
                <w:sz w:val="28"/>
              </w:rPr>
              <w:t xml:space="preserve"> затвердження Угоди між Житомирською обласною та Черняхівською районною радами</w:t>
            </w:r>
          </w:p>
          <w:p w:rsidR="0036385D" w:rsidRPr="00513BF8" w:rsidRDefault="0036385D" w:rsidP="007658B6">
            <w:pPr>
              <w:ind w:left="1701"/>
              <w:jc w:val="both"/>
              <w:rPr>
                <w:sz w:val="28"/>
                <w:szCs w:val="28"/>
              </w:rPr>
            </w:pPr>
            <w:r w:rsidRPr="00DC6D50">
              <w:rPr>
                <w:b/>
                <w:sz w:val="28"/>
                <w:szCs w:val="28"/>
              </w:rPr>
              <w:t xml:space="preserve">ІНФОРМУЄ: </w:t>
            </w:r>
            <w:r>
              <w:rPr>
                <w:sz w:val="28"/>
                <w:szCs w:val="28"/>
              </w:rPr>
              <w:t>Войтович Ірина Петрівна – радник голови районної ради</w:t>
            </w:r>
          </w:p>
          <w:p w:rsidR="0036385D" w:rsidRPr="003F1CFB" w:rsidRDefault="0036385D" w:rsidP="007658B6">
            <w:pPr>
              <w:spacing w:before="120"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3F1CFB">
              <w:rPr>
                <w:sz w:val="28"/>
                <w:szCs w:val="28"/>
              </w:rPr>
              <w:t xml:space="preserve"> Про план роботи  районної ради на І-е півріччя 2016 року.</w:t>
            </w:r>
          </w:p>
          <w:p w:rsidR="0036385D" w:rsidRPr="003F1CFB" w:rsidRDefault="0036385D" w:rsidP="007658B6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F1CFB">
              <w:rPr>
                <w:sz w:val="28"/>
                <w:szCs w:val="28"/>
              </w:rPr>
              <w:t>. Про затвердження складу комісії районної ради з питань поновлення прав реабілітованих в новій редакції.</w:t>
            </w:r>
          </w:p>
          <w:p w:rsidR="0036385D" w:rsidRDefault="0036385D" w:rsidP="007658B6">
            <w:p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F1CFB">
              <w:rPr>
                <w:sz w:val="28"/>
                <w:szCs w:val="28"/>
              </w:rPr>
              <w:t>. Про затвердження складу комісії щодо визначення технічного стану мисливської та газової зброї</w:t>
            </w:r>
            <w:r w:rsidRPr="00AD0FB9">
              <w:rPr>
                <w:sz w:val="28"/>
                <w:szCs w:val="28"/>
              </w:rPr>
              <w:t>, який</w:t>
            </w:r>
            <w:r>
              <w:rPr>
                <w:sz w:val="28"/>
                <w:szCs w:val="28"/>
              </w:rPr>
              <w:t xml:space="preserve"> </w:t>
            </w:r>
            <w:r w:rsidRPr="00AD0FB9">
              <w:rPr>
                <w:sz w:val="28"/>
                <w:szCs w:val="28"/>
              </w:rPr>
              <w:t>враховується</w:t>
            </w:r>
            <w:r>
              <w:rPr>
                <w:sz w:val="28"/>
                <w:szCs w:val="28"/>
              </w:rPr>
              <w:t xml:space="preserve"> </w:t>
            </w:r>
            <w:r w:rsidRPr="00AD0FB9">
              <w:rPr>
                <w:sz w:val="28"/>
                <w:szCs w:val="28"/>
              </w:rPr>
              <w:t>при реєстрації (п</w:t>
            </w:r>
            <w:r>
              <w:rPr>
                <w:sz w:val="28"/>
                <w:szCs w:val="28"/>
              </w:rPr>
              <w:t xml:space="preserve">еререєстрації) </w:t>
            </w:r>
            <w:r w:rsidRPr="003F1CFB">
              <w:rPr>
                <w:sz w:val="28"/>
                <w:szCs w:val="28"/>
              </w:rPr>
              <w:t>в новій редакції.</w:t>
            </w:r>
          </w:p>
          <w:p w:rsidR="0036385D" w:rsidRPr="003403B7" w:rsidRDefault="0036385D" w:rsidP="007658B6">
            <w:pPr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>8.</w:t>
            </w:r>
            <w:r w:rsidRPr="003403B7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>Про затвердження  складу комісії з питань нагородження Почесною відзнакою «За заслуги перед Черняхівщиною» в новій редакції.</w:t>
            </w:r>
          </w:p>
          <w:p w:rsidR="0036385D" w:rsidRDefault="0036385D" w:rsidP="007658B6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F1CFB">
              <w:rPr>
                <w:sz w:val="28"/>
                <w:szCs w:val="28"/>
              </w:rPr>
              <w:t>. Про розгляд запиту депутата районної ради УІ скл.</w:t>
            </w:r>
            <w:r>
              <w:rPr>
                <w:sz w:val="28"/>
                <w:szCs w:val="28"/>
              </w:rPr>
              <w:t xml:space="preserve"> </w:t>
            </w:r>
            <w:r w:rsidRPr="003F1CFB">
              <w:rPr>
                <w:sz w:val="28"/>
                <w:szCs w:val="28"/>
              </w:rPr>
              <w:t>Чорноморця О.П.</w:t>
            </w:r>
          </w:p>
          <w:p w:rsidR="0036385D" w:rsidRPr="003F1CFB" w:rsidRDefault="0036385D" w:rsidP="007658B6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10.Про розгляд запиту депутата районної ради УІ скл. Марчука М.О.</w:t>
            </w:r>
          </w:p>
          <w:p w:rsidR="0036385D" w:rsidRDefault="0036385D" w:rsidP="007658B6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11.Про хід виконання рішення 22</w:t>
            </w:r>
            <w:r w:rsidRPr="003F1CFB">
              <w:rPr>
                <w:sz w:val="28"/>
                <w:szCs w:val="28"/>
              </w:rPr>
              <w:t>-ої се</w:t>
            </w:r>
            <w:r>
              <w:rPr>
                <w:sz w:val="28"/>
                <w:szCs w:val="28"/>
              </w:rPr>
              <w:t>сії районної ради УІ скл. від 24.02.2014 року  «</w:t>
            </w:r>
            <w:r w:rsidRPr="003F1CFB">
              <w:rPr>
                <w:sz w:val="28"/>
                <w:szCs w:val="28"/>
              </w:rPr>
              <w:t>Про звернення депутатів Черняхівської районної ради до жителів району, сільських і селищних голів та сільських, селищних рад, Верховної Ради України, УМВС України в Житомирській області, Служби безпеки України в Житомирській області та до прокуратури в Житомирській області</w:t>
            </w:r>
          </w:p>
          <w:p w:rsidR="0036385D" w:rsidRPr="00CF5AAE" w:rsidRDefault="0036385D" w:rsidP="007658B6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3F1CF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CF5AAE">
              <w:rPr>
                <w:sz w:val="28"/>
                <w:szCs w:val="28"/>
              </w:rPr>
              <w:t xml:space="preserve">Про хід виконання рішення 34-ої сесії  районної ради VІ скликання від 25.09.2015 року  «Про розгляд  звернення Монастирищенської районної  ради Черкаської області  до Президента України П.Порошенка, Голови Верховної Ради України В.Гройсмана, районних рад сільських районів України </w:t>
            </w:r>
            <w:r w:rsidRPr="00CF5AAE">
              <w:rPr>
                <w:rStyle w:val="FontStyle11"/>
                <w:sz w:val="28"/>
                <w:szCs w:val="28"/>
                <w:lang w:eastAsia="uk-UA"/>
              </w:rPr>
              <w:t>щодо збереження сільських районів при проведенні адміністративно-територіальної реформи»</w:t>
            </w:r>
          </w:p>
          <w:p w:rsidR="0036385D" w:rsidRPr="007F0650" w:rsidRDefault="0036385D" w:rsidP="007F0650">
            <w:pPr>
              <w:ind w:left="1701"/>
              <w:jc w:val="both"/>
              <w:rPr>
                <w:sz w:val="28"/>
                <w:szCs w:val="28"/>
              </w:rPr>
            </w:pPr>
            <w:r w:rsidRPr="007F0650">
              <w:rPr>
                <w:b/>
                <w:sz w:val="28"/>
                <w:szCs w:val="28"/>
              </w:rPr>
              <w:t xml:space="preserve">ІНФОРМУЄ: </w:t>
            </w:r>
            <w:r w:rsidRPr="007F0650">
              <w:rPr>
                <w:sz w:val="28"/>
                <w:szCs w:val="28"/>
              </w:rPr>
              <w:t>Троценко Володимир Романович – заступник голови ради</w:t>
            </w:r>
          </w:p>
        </w:tc>
      </w:tr>
      <w:tr w:rsidR="0036385D" w:rsidRPr="001A5616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Pr="002D5D45" w:rsidRDefault="0036385D" w:rsidP="003A5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Розпочати роботу постійної комісії та прийняти порядок денний засідання комісії за основу .</w:t>
            </w:r>
          </w:p>
          <w:p w:rsidR="0036385D" w:rsidRPr="00AD057A" w:rsidRDefault="0036385D" w:rsidP="003A5555">
            <w:pPr>
              <w:pStyle w:val="NoSpacing"/>
              <w:rPr>
                <w:sz w:val="24"/>
                <w:szCs w:val="24"/>
              </w:rPr>
            </w:pP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2.СЛУХАЛИ: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Малашевича Ю.П.  – голову</w:t>
            </w:r>
            <w:r w:rsidRPr="00B63E25">
              <w:rPr>
                <w:sz w:val="28"/>
                <w:szCs w:val="28"/>
              </w:rPr>
              <w:t xml:space="preserve"> постійної комісії, який запитав чи є доповнення до порядку денного комісії та</w:t>
            </w:r>
            <w:r w:rsidRPr="003D5CB1">
              <w:rPr>
                <w:color w:val="000000"/>
                <w:sz w:val="28"/>
                <w:szCs w:val="28"/>
              </w:rPr>
              <w:t xml:space="preserve"> запропонував затвердити порядок денний в цілому</w:t>
            </w:r>
            <w:r w:rsidRPr="00B63E25">
              <w:rPr>
                <w:sz w:val="28"/>
                <w:szCs w:val="28"/>
              </w:rPr>
              <w:t xml:space="preserve"> </w:t>
            </w:r>
          </w:p>
          <w:p w:rsidR="0036385D" w:rsidRPr="003D5CB1" w:rsidRDefault="0036385D" w:rsidP="003A555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6385D" w:rsidRPr="005169A2" w:rsidTr="002F006F">
        <w:tc>
          <w:tcPr>
            <w:tcW w:w="2358" w:type="dxa"/>
          </w:tcPr>
          <w:p w:rsidR="0036385D" w:rsidRDefault="0036385D" w:rsidP="003A5555">
            <w:pPr>
              <w:pStyle w:val="BodyText2"/>
              <w:spacing w:line="240" w:lineRule="auto"/>
              <w:jc w:val="both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Pr="003D5CB1" w:rsidRDefault="0036385D" w:rsidP="003A5555">
            <w:pPr>
              <w:jc w:val="both"/>
              <w:rPr>
                <w:color w:val="000000"/>
                <w:sz w:val="28"/>
                <w:szCs w:val="28"/>
              </w:rPr>
            </w:pPr>
            <w:r w:rsidRPr="003D5CB1">
              <w:rPr>
                <w:color w:val="000000"/>
                <w:sz w:val="28"/>
                <w:szCs w:val="28"/>
              </w:rPr>
              <w:t xml:space="preserve">Затвердити порядок денний в цілому 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Default="0036385D" w:rsidP="003A5555">
            <w:pPr>
              <w:pStyle w:val="BodyText2"/>
              <w:spacing w:line="240" w:lineRule="auto"/>
              <w:jc w:val="both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3D5CB1" w:rsidRDefault="0036385D" w:rsidP="003A5555">
            <w:pPr>
              <w:jc w:val="both"/>
              <w:rPr>
                <w:color w:val="000000"/>
                <w:sz w:val="28"/>
                <w:szCs w:val="28"/>
              </w:rPr>
            </w:pPr>
            <w:r w:rsidRPr="003D5CB1">
              <w:rPr>
                <w:color w:val="000000"/>
                <w:sz w:val="28"/>
                <w:szCs w:val="28"/>
              </w:rPr>
              <w:t>За -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3.СЛУХАЛИ:</w:t>
            </w:r>
          </w:p>
        </w:tc>
        <w:tc>
          <w:tcPr>
            <w:tcW w:w="7470" w:type="dxa"/>
            <w:gridSpan w:val="2"/>
          </w:tcPr>
          <w:p w:rsidR="0036385D" w:rsidRDefault="0036385D" w:rsidP="002F0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Малашевича Ю.П. – голову</w:t>
            </w:r>
            <w:r w:rsidRPr="00B63E25">
              <w:rPr>
                <w:sz w:val="28"/>
                <w:szCs w:val="28"/>
              </w:rPr>
              <w:t xml:space="preserve"> постійної комісії</w:t>
            </w:r>
            <w:r>
              <w:rPr>
                <w:szCs w:val="28"/>
              </w:rPr>
              <w:t xml:space="preserve"> </w:t>
            </w:r>
            <w:r w:rsidRPr="00231EF9">
              <w:rPr>
                <w:sz w:val="28"/>
                <w:szCs w:val="28"/>
              </w:rPr>
              <w:t>який запропонував затвердити регламент роботи постійної комісії, а саме:</w:t>
            </w:r>
          </w:p>
          <w:p w:rsidR="0036385D" w:rsidRPr="00231EF9" w:rsidRDefault="0036385D" w:rsidP="002F006F">
            <w:pPr>
              <w:ind w:firstLine="708"/>
              <w:jc w:val="both"/>
              <w:rPr>
                <w:sz w:val="28"/>
                <w:szCs w:val="28"/>
              </w:rPr>
            </w:pPr>
            <w:r w:rsidRPr="00231EF9">
              <w:rPr>
                <w:sz w:val="28"/>
                <w:szCs w:val="28"/>
              </w:rPr>
              <w:t xml:space="preserve">Для доповіді – до 10 хв </w:t>
            </w:r>
          </w:p>
          <w:p w:rsidR="0036385D" w:rsidRPr="00231EF9" w:rsidRDefault="0036385D" w:rsidP="002F006F">
            <w:pPr>
              <w:ind w:firstLine="708"/>
              <w:jc w:val="both"/>
              <w:rPr>
                <w:sz w:val="28"/>
                <w:szCs w:val="28"/>
              </w:rPr>
            </w:pPr>
            <w:r w:rsidRPr="00231EF9">
              <w:rPr>
                <w:sz w:val="28"/>
                <w:szCs w:val="28"/>
              </w:rPr>
              <w:t>Для виступу по питанню –  до 5 хв</w:t>
            </w:r>
          </w:p>
          <w:p w:rsidR="0036385D" w:rsidRPr="00231EF9" w:rsidRDefault="0036385D" w:rsidP="002F006F">
            <w:pPr>
              <w:ind w:firstLine="708"/>
              <w:jc w:val="both"/>
              <w:rPr>
                <w:sz w:val="28"/>
                <w:szCs w:val="28"/>
              </w:rPr>
            </w:pPr>
            <w:r w:rsidRPr="00231EF9">
              <w:rPr>
                <w:sz w:val="28"/>
                <w:szCs w:val="28"/>
              </w:rPr>
              <w:t>Для запитань, відповідей на запитання,  довідок, інформацій – до 2 хв.</w:t>
            </w:r>
          </w:p>
          <w:p w:rsidR="0036385D" w:rsidRDefault="0036385D" w:rsidP="002F006F">
            <w:pPr>
              <w:pStyle w:val="BodyText"/>
              <w:jc w:val="both"/>
              <w:rPr>
                <w:szCs w:val="28"/>
              </w:rPr>
            </w:pPr>
            <w:r w:rsidRPr="00231EF9">
              <w:rPr>
                <w:szCs w:val="28"/>
              </w:rPr>
              <w:t>- робо</w:t>
            </w:r>
            <w:r>
              <w:rPr>
                <w:szCs w:val="28"/>
              </w:rPr>
              <w:t xml:space="preserve">ту комісії завершити за </w:t>
            </w:r>
            <w:r w:rsidRPr="00FB1B17">
              <w:rPr>
                <w:szCs w:val="28"/>
              </w:rPr>
              <w:t>1 год.</w:t>
            </w:r>
          </w:p>
        </w:tc>
      </w:tr>
      <w:tr w:rsidR="0036385D" w:rsidRPr="005169A2" w:rsidTr="002F006F">
        <w:trPr>
          <w:gridAfter w:val="1"/>
          <w:wAfter w:w="180" w:type="dxa"/>
        </w:trPr>
        <w:tc>
          <w:tcPr>
            <w:tcW w:w="2358" w:type="dxa"/>
          </w:tcPr>
          <w:p w:rsidR="0036385D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290" w:type="dxa"/>
          </w:tcPr>
          <w:p w:rsidR="0036385D" w:rsidRPr="00231EF9" w:rsidRDefault="0036385D" w:rsidP="003A5555">
            <w:pPr>
              <w:jc w:val="both"/>
              <w:rPr>
                <w:sz w:val="28"/>
                <w:szCs w:val="28"/>
              </w:rPr>
            </w:pPr>
            <w:r w:rsidRPr="00231EF9">
              <w:rPr>
                <w:sz w:val="28"/>
                <w:szCs w:val="28"/>
              </w:rPr>
              <w:t>Погодити регламент роботи постійної комісії районної ради</w:t>
            </w:r>
          </w:p>
        </w:tc>
      </w:tr>
      <w:tr w:rsidR="0036385D" w:rsidRPr="005169A2" w:rsidTr="002F006F">
        <w:trPr>
          <w:gridAfter w:val="1"/>
          <w:wAfter w:w="180" w:type="dxa"/>
        </w:trPr>
        <w:tc>
          <w:tcPr>
            <w:tcW w:w="2358" w:type="dxa"/>
          </w:tcPr>
          <w:p w:rsidR="0036385D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290" w:type="dxa"/>
          </w:tcPr>
          <w:p w:rsidR="0036385D" w:rsidRPr="00231EF9" w:rsidRDefault="0036385D" w:rsidP="003A5555">
            <w:pPr>
              <w:pStyle w:val="BodyText"/>
              <w:jc w:val="both"/>
              <w:rPr>
                <w:szCs w:val="28"/>
              </w:rPr>
            </w:pPr>
            <w:r w:rsidRPr="00231EF9">
              <w:rPr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4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pStyle w:val="BodyText"/>
              <w:jc w:val="both"/>
              <w:rPr>
                <w:szCs w:val="28"/>
              </w:rPr>
            </w:pPr>
            <w:r>
              <w:rPr>
                <w:szCs w:val="28"/>
              </w:rPr>
              <w:t>Малашевича Ю.П. – голову постійної комісії про обрання з секретаря постійної комісії.</w:t>
            </w:r>
          </w:p>
          <w:p w:rsidR="0036385D" w:rsidRPr="003D5CB1" w:rsidRDefault="0036385D" w:rsidP="007F0650">
            <w:pPr>
              <w:pStyle w:val="BodyText"/>
              <w:tabs>
                <w:tab w:val="left" w:pos="6822"/>
              </w:tabs>
              <w:ind w:right="72"/>
              <w:jc w:val="both"/>
              <w:rPr>
                <w:szCs w:val="28"/>
              </w:rPr>
            </w:pPr>
            <w:r>
              <w:rPr>
                <w:szCs w:val="28"/>
              </w:rPr>
              <w:t>Юрій Павлович запропонував обрати секретарем постійної комісії з питань регламенту, депутатської етики, правопорядку та прав людини депутата районної ради Поліщука С.Ф.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Pr="003D5CB1" w:rsidRDefault="0036385D" w:rsidP="007F0650">
            <w:pPr>
              <w:pStyle w:val="BodyText"/>
              <w:ind w:right="0"/>
              <w:jc w:val="both"/>
              <w:rPr>
                <w:szCs w:val="28"/>
              </w:rPr>
            </w:pPr>
            <w:r>
              <w:rPr>
                <w:szCs w:val="28"/>
              </w:rPr>
              <w:t>Обрати секретарем постійної комісії з питань регламенту, депутатської етики, правопорядку та прав людини депутата районної ради Поліщука С.Ф.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3D5CB1" w:rsidRDefault="0036385D" w:rsidP="003A5555">
            <w:pPr>
              <w:pStyle w:val="BodyText"/>
              <w:jc w:val="both"/>
              <w:rPr>
                <w:szCs w:val="28"/>
              </w:rPr>
            </w:pPr>
            <w:r w:rsidRPr="003D5CB1">
              <w:rPr>
                <w:color w:val="000000"/>
                <w:szCs w:val="28"/>
              </w:rPr>
              <w:t>За -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872B20" w:rsidRDefault="0036385D" w:rsidP="003A5555">
            <w:pPr>
              <w:pStyle w:val="BodyTextIndent3"/>
              <w:ind w:left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5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Pr="003D5CB1" w:rsidRDefault="0036385D" w:rsidP="003A5555">
            <w:pPr>
              <w:pStyle w:val="BodyText"/>
              <w:jc w:val="both"/>
              <w:rPr>
                <w:szCs w:val="28"/>
              </w:rPr>
            </w:pPr>
            <w:r w:rsidRPr="003D5CB1">
              <w:rPr>
                <w:szCs w:val="28"/>
              </w:rPr>
              <w:t xml:space="preserve">Жилінського М.І. – керуючого справами виконавчого апарату районної ради про перелік питань, які будуть вноситись на розгляд </w:t>
            </w:r>
            <w:r>
              <w:rPr>
                <w:szCs w:val="28"/>
              </w:rPr>
              <w:t xml:space="preserve">3-ої </w:t>
            </w:r>
            <w:r w:rsidRPr="003D5CB1">
              <w:rPr>
                <w:szCs w:val="28"/>
              </w:rPr>
              <w:t>сесії районної ради</w:t>
            </w:r>
            <w:r>
              <w:rPr>
                <w:szCs w:val="28"/>
              </w:rPr>
              <w:t xml:space="preserve"> </w:t>
            </w:r>
            <w:r w:rsidRPr="003D5CB1">
              <w:rPr>
                <w:bCs/>
                <w:szCs w:val="28"/>
                <w:lang w:val="en-US"/>
              </w:rPr>
              <w:t>VI</w:t>
            </w:r>
            <w:r>
              <w:rPr>
                <w:bCs/>
                <w:szCs w:val="28"/>
              </w:rPr>
              <w:t>І</w:t>
            </w:r>
            <w:r w:rsidRPr="003D5CB1">
              <w:rPr>
                <w:bCs/>
                <w:szCs w:val="28"/>
              </w:rPr>
              <w:t xml:space="preserve"> скликання. </w:t>
            </w:r>
            <w:r w:rsidRPr="003D5CB1">
              <w:rPr>
                <w:szCs w:val="28"/>
              </w:rPr>
              <w:t xml:space="preserve"> ( додається) 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973895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tabs>
                <w:tab w:val="left" w:pos="84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дебатах прийняли участь Мельниченко А.М., Бовсунівський І.П., Троценко В.Р., Маційчук А.В. 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tabs>
                <w:tab w:val="left" w:pos="84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Погодити перелік питань та внести на розгляд 3-ої сесії районної ради. 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872B20" w:rsidRDefault="0036385D" w:rsidP="003A5555">
            <w:pPr>
              <w:pStyle w:val="BodyTextIndent3"/>
              <w:ind w:left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6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Default="0036385D" w:rsidP="00652862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Войтович І.П. – радника голови районної ради з юридичного забезпечення про </w:t>
            </w:r>
            <w:r w:rsidRPr="003F1CFB">
              <w:rPr>
                <w:sz w:val="28"/>
                <w:szCs w:val="28"/>
              </w:rPr>
              <w:t>Положення про постійні комісії районної ради УІІ скликання.</w:t>
            </w:r>
          </w:p>
          <w:p w:rsidR="0036385D" w:rsidRPr="005169A2" w:rsidRDefault="0036385D" w:rsidP="002F006F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(текст виступу додається).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та проект рішення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8E04E4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8E04E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7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Default="0036385D" w:rsidP="00652862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Войтович І.П. – радника голови районної ради з юридичного забезпечення про </w:t>
            </w:r>
            <w:r>
              <w:rPr>
                <w:sz w:val="28"/>
              </w:rPr>
              <w:t>затвердження Угоди між Житомирською обласною та Черняхівською районною радами.</w:t>
            </w:r>
          </w:p>
          <w:p w:rsidR="0036385D" w:rsidRPr="005169A2" w:rsidRDefault="0036385D" w:rsidP="00DA3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Ірина Петрівна ознайомила присутніх зі змістом даної угоди та наголосила про необхідність її затвердження для </w:t>
            </w:r>
            <w:r w:rsidRPr="00DA3B60">
              <w:rPr>
                <w:sz w:val="28"/>
                <w:szCs w:val="28"/>
              </w:rPr>
              <w:t>вдосконалення роботи органів місцевого самоврядування, поліпшення взаємодії рад усіх рівнів та ефективного здійснення самоврядування в інтересах населення району</w:t>
            </w:r>
            <w:r>
              <w:rPr>
                <w:sz w:val="28"/>
                <w:szCs w:val="28"/>
              </w:rPr>
              <w:t>.</w:t>
            </w:r>
            <w:r w:rsidRPr="00DA3B60">
              <w:rPr>
                <w:sz w:val="28"/>
                <w:szCs w:val="28"/>
              </w:rPr>
              <w:t xml:space="preserve"> 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2B26B3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Pr="00FB1B17" w:rsidRDefault="0036385D" w:rsidP="002B26B3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Малашевич Ю.П. – голова постійної комісії, який запитав присутніх членів комісії чи будуть доповнення, зауваження, запитання. 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652862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36385D" w:rsidRPr="005169A2" w:rsidRDefault="0036385D" w:rsidP="00652862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та проект рішення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8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Default="0036385D" w:rsidP="00F86D04">
            <w:pPr>
              <w:spacing w:after="120"/>
              <w:ind w:left="-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Троценка В.Р.</w:t>
            </w:r>
            <w:r w:rsidRPr="000F61AA">
              <w:rPr>
                <w:sz w:val="28"/>
                <w:szCs w:val="28"/>
              </w:rPr>
              <w:t xml:space="preserve"> – заступник</w:t>
            </w:r>
            <w:r>
              <w:rPr>
                <w:sz w:val="28"/>
                <w:szCs w:val="28"/>
              </w:rPr>
              <w:t>а</w:t>
            </w:r>
            <w:r w:rsidRPr="000F61AA">
              <w:rPr>
                <w:sz w:val="28"/>
                <w:szCs w:val="28"/>
              </w:rPr>
              <w:t xml:space="preserve"> голови ради</w:t>
            </w:r>
            <w:r>
              <w:rPr>
                <w:sz w:val="28"/>
                <w:szCs w:val="28"/>
              </w:rPr>
              <w:t xml:space="preserve"> про план роботи  районної ради на І-е півріччя 2016 року.</w:t>
            </w:r>
          </w:p>
          <w:p w:rsidR="0036385D" w:rsidRPr="00F55B13" w:rsidRDefault="0036385D" w:rsidP="00F86D04">
            <w:pPr>
              <w:spacing w:after="120"/>
              <w:ind w:left="-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Романович ознайомив членів комісії з основними розділами плану роботи  районної ради на І-е півріччя 2016 року.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Pr="00FB1B17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Малашевич Ю.П. – голова постійної комісії, який запитав присутніх членів комісії чи будуть доповнення, зауваження, запитання. 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та проект рішення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9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Default="0036385D" w:rsidP="00ED432A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Троценка В.Р.</w:t>
            </w:r>
            <w:r w:rsidRPr="000F61AA">
              <w:rPr>
                <w:sz w:val="28"/>
                <w:szCs w:val="28"/>
              </w:rPr>
              <w:t xml:space="preserve"> – заступник</w:t>
            </w:r>
            <w:r>
              <w:rPr>
                <w:sz w:val="28"/>
                <w:szCs w:val="28"/>
              </w:rPr>
              <w:t>а</w:t>
            </w:r>
            <w:r w:rsidRPr="000F61AA">
              <w:rPr>
                <w:sz w:val="28"/>
                <w:szCs w:val="28"/>
              </w:rPr>
              <w:t xml:space="preserve"> голови ради</w:t>
            </w:r>
            <w:r>
              <w:rPr>
                <w:sz w:val="28"/>
                <w:szCs w:val="28"/>
              </w:rPr>
              <w:t xml:space="preserve"> п</w:t>
            </w:r>
            <w:r w:rsidRPr="003F1CFB">
              <w:rPr>
                <w:sz w:val="28"/>
                <w:szCs w:val="28"/>
              </w:rPr>
              <w:t>ро затвердження складу комісії районної ради з питань поновлення прав реабілітованих в новій редакції.</w:t>
            </w:r>
          </w:p>
          <w:p w:rsidR="0036385D" w:rsidRPr="005169A2" w:rsidRDefault="0036385D" w:rsidP="00ED432A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Романович зазначив, що склад</w:t>
            </w:r>
            <w:r w:rsidRPr="003F1CFB">
              <w:rPr>
                <w:sz w:val="28"/>
                <w:szCs w:val="28"/>
              </w:rPr>
              <w:t xml:space="preserve"> комісії районної ради з питань</w:t>
            </w:r>
            <w:r>
              <w:rPr>
                <w:sz w:val="28"/>
                <w:szCs w:val="28"/>
              </w:rPr>
              <w:t xml:space="preserve"> поновлення прав реабілітованих затверджується в новій редакції в зв’язку з кадровими змінами.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F07A46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F07A46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36385D" w:rsidRPr="005169A2" w:rsidRDefault="0036385D" w:rsidP="00F07A46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 та проект рішення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10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Default="0036385D" w:rsidP="00F51A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Троценка В.Р.</w:t>
            </w:r>
            <w:r w:rsidRPr="000F61AA">
              <w:rPr>
                <w:sz w:val="28"/>
                <w:szCs w:val="28"/>
              </w:rPr>
              <w:t xml:space="preserve"> – заступник</w:t>
            </w:r>
            <w:r>
              <w:rPr>
                <w:sz w:val="28"/>
                <w:szCs w:val="28"/>
              </w:rPr>
              <w:t>а</w:t>
            </w:r>
            <w:r w:rsidRPr="000F61AA">
              <w:rPr>
                <w:sz w:val="28"/>
                <w:szCs w:val="28"/>
              </w:rPr>
              <w:t xml:space="preserve"> голови ради</w:t>
            </w:r>
            <w:r>
              <w:rPr>
                <w:sz w:val="28"/>
                <w:szCs w:val="28"/>
              </w:rPr>
              <w:t xml:space="preserve"> п</w:t>
            </w:r>
            <w:r w:rsidRPr="003F1CFB">
              <w:rPr>
                <w:sz w:val="28"/>
                <w:szCs w:val="28"/>
              </w:rPr>
              <w:t>ро затвердження складу комісії щодо визначення технічного стану мисливської та газової зброї</w:t>
            </w:r>
            <w:r w:rsidRPr="00AD0FB9">
              <w:rPr>
                <w:sz w:val="28"/>
                <w:szCs w:val="28"/>
              </w:rPr>
              <w:t>, який</w:t>
            </w:r>
            <w:r>
              <w:rPr>
                <w:sz w:val="28"/>
                <w:szCs w:val="28"/>
              </w:rPr>
              <w:t xml:space="preserve"> </w:t>
            </w:r>
            <w:r w:rsidRPr="00AD0FB9">
              <w:rPr>
                <w:sz w:val="28"/>
                <w:szCs w:val="28"/>
              </w:rPr>
              <w:t>враховується</w:t>
            </w:r>
            <w:r>
              <w:rPr>
                <w:sz w:val="28"/>
                <w:szCs w:val="28"/>
              </w:rPr>
              <w:t xml:space="preserve"> </w:t>
            </w:r>
            <w:r w:rsidRPr="00AD0FB9">
              <w:rPr>
                <w:sz w:val="28"/>
                <w:szCs w:val="28"/>
              </w:rPr>
              <w:t>при реєстрації (п</w:t>
            </w:r>
            <w:r>
              <w:rPr>
                <w:sz w:val="28"/>
                <w:szCs w:val="28"/>
              </w:rPr>
              <w:t xml:space="preserve">еререєстрації) </w:t>
            </w:r>
            <w:r w:rsidRPr="003F1CFB">
              <w:rPr>
                <w:sz w:val="28"/>
                <w:szCs w:val="28"/>
              </w:rPr>
              <w:t>в новій редакції.</w:t>
            </w:r>
          </w:p>
          <w:p w:rsidR="0036385D" w:rsidRPr="00F51A17" w:rsidRDefault="0036385D" w:rsidP="00F51A17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51A17">
              <w:rPr>
                <w:sz w:val="28"/>
                <w:szCs w:val="28"/>
              </w:rPr>
              <w:t>Володимир Романович зазначив, що склад комісії щодо визначення технічного стану мисливської та газової зброї, який враховується при реєстрації (перереєстрації) затверджується в новій редакції в зв’язку з кадровими змінами та за поданням Черняхівського відділення поліції Коростишівського відд</w:t>
            </w:r>
            <w:r>
              <w:rPr>
                <w:sz w:val="28"/>
                <w:szCs w:val="28"/>
              </w:rPr>
              <w:t>ілу ГУНП в Житомирській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та проект рішення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11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Pr="003403B7" w:rsidRDefault="0036385D" w:rsidP="00BE58A4">
            <w:pPr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>Троценка В.Р.</w:t>
            </w:r>
            <w:r w:rsidRPr="000F61AA">
              <w:rPr>
                <w:sz w:val="28"/>
                <w:szCs w:val="28"/>
              </w:rPr>
              <w:t xml:space="preserve"> – заступник</w:t>
            </w:r>
            <w:r>
              <w:rPr>
                <w:sz w:val="28"/>
                <w:szCs w:val="28"/>
              </w:rPr>
              <w:t>а</w:t>
            </w:r>
            <w:r w:rsidRPr="000F61AA">
              <w:rPr>
                <w:sz w:val="28"/>
                <w:szCs w:val="28"/>
              </w:rPr>
              <w:t xml:space="preserve"> голови ради</w:t>
            </w:r>
            <w:r>
              <w:rPr>
                <w:sz w:val="28"/>
                <w:szCs w:val="28"/>
              </w:rPr>
              <w:t xml:space="preserve"> про </w:t>
            </w:r>
            <w:r>
              <w:rPr>
                <w:bCs/>
                <w:sz w:val="28"/>
              </w:rPr>
              <w:t>затвердження  складу комісії з питань нагородження Почесною відзнакою «За заслуги перед Черняхівщиною» в новій редакції.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Володимир Романович зазначив, що склад комісії </w:t>
            </w:r>
            <w:r>
              <w:rPr>
                <w:bCs/>
                <w:sz w:val="28"/>
              </w:rPr>
              <w:t xml:space="preserve">з питань нагородження Почесною відзнакою «За заслуги перед Черняхівщиною» </w:t>
            </w:r>
            <w:r>
              <w:rPr>
                <w:sz w:val="28"/>
                <w:szCs w:val="28"/>
              </w:rPr>
              <w:t xml:space="preserve">  затверджується в новій редакції в зв’язку з кадровими змінами.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та проект рішення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12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Pr="00F51A17" w:rsidRDefault="0036385D" w:rsidP="00F51A17">
            <w:pPr>
              <w:spacing w:after="120"/>
              <w:jc w:val="both"/>
              <w:rPr>
                <w:sz w:val="28"/>
                <w:szCs w:val="28"/>
              </w:rPr>
            </w:pPr>
            <w:r w:rsidRPr="00F51A17">
              <w:rPr>
                <w:sz w:val="28"/>
                <w:szCs w:val="28"/>
              </w:rPr>
              <w:t>Троценка В.Р. – заступника голови ради про розгляд запиту депутата районної ради УІ скл. Чорноморця О.П.</w:t>
            </w:r>
          </w:p>
          <w:p w:rsidR="0036385D" w:rsidRPr="00F51A17" w:rsidRDefault="0036385D" w:rsidP="00F51A17">
            <w:pPr>
              <w:spacing w:after="120"/>
              <w:jc w:val="both"/>
              <w:rPr>
                <w:sz w:val="28"/>
                <w:szCs w:val="28"/>
              </w:rPr>
            </w:pPr>
            <w:r w:rsidRPr="00F51A17">
              <w:rPr>
                <w:sz w:val="28"/>
                <w:szCs w:val="28"/>
              </w:rPr>
              <w:t xml:space="preserve">Володимир Романович ознайомив присутніх з запитом депутата районної ради УІ скл. Чорноморця О.П. та відповіддю </w:t>
            </w:r>
            <w:r>
              <w:rPr>
                <w:sz w:val="28"/>
                <w:szCs w:val="28"/>
              </w:rPr>
              <w:t>н</w:t>
            </w:r>
            <w:r w:rsidRPr="00F51A17">
              <w:rPr>
                <w:sz w:val="28"/>
                <w:szCs w:val="28"/>
              </w:rPr>
              <w:t>ачальник Черняхівського відділення поліції Коростишівського відділу ГУНП в Житомирській області</w:t>
            </w:r>
            <w:r>
              <w:rPr>
                <w:sz w:val="28"/>
                <w:szCs w:val="28"/>
              </w:rPr>
              <w:t xml:space="preserve"> (додається).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дебатах приймали участь Мельниченко А.М., Бовсунівський І.П., Омельченко О.В., Маційчук А.В. 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та проект рішення 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54347B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Default="0036385D" w:rsidP="0054347B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– 4</w:t>
            </w:r>
          </w:p>
          <w:p w:rsidR="0036385D" w:rsidRDefault="0036385D" w:rsidP="0054347B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 – 0</w:t>
            </w:r>
          </w:p>
          <w:p w:rsidR="0036385D" w:rsidRPr="005169A2" w:rsidRDefault="0036385D" w:rsidP="0054347B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Утримався - 1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13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Default="0036385D" w:rsidP="00343615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Троценка В.Р.</w:t>
            </w:r>
            <w:r w:rsidRPr="000F61AA">
              <w:rPr>
                <w:sz w:val="28"/>
                <w:szCs w:val="28"/>
              </w:rPr>
              <w:t xml:space="preserve"> – заступник</w:t>
            </w:r>
            <w:r>
              <w:rPr>
                <w:sz w:val="28"/>
                <w:szCs w:val="28"/>
              </w:rPr>
              <w:t>а</w:t>
            </w:r>
            <w:r w:rsidRPr="000F61AA">
              <w:rPr>
                <w:sz w:val="28"/>
                <w:szCs w:val="28"/>
              </w:rPr>
              <w:t xml:space="preserve"> голови ради</w:t>
            </w:r>
            <w:r>
              <w:rPr>
                <w:sz w:val="28"/>
                <w:szCs w:val="28"/>
              </w:rPr>
              <w:t xml:space="preserve"> про </w:t>
            </w:r>
            <w:r w:rsidRPr="003F1CFB">
              <w:rPr>
                <w:sz w:val="28"/>
                <w:szCs w:val="28"/>
              </w:rPr>
              <w:t>розгляд запиту депутата районної ради УІ скл.</w:t>
            </w:r>
            <w:r>
              <w:rPr>
                <w:sz w:val="28"/>
                <w:szCs w:val="28"/>
              </w:rPr>
              <w:t xml:space="preserve"> Марчука М.О.</w:t>
            </w:r>
          </w:p>
          <w:p w:rsidR="0036385D" w:rsidRPr="005169A2" w:rsidRDefault="0036385D" w:rsidP="00343615">
            <w:pPr>
              <w:spacing w:after="120"/>
              <w:jc w:val="both"/>
              <w:rPr>
                <w:sz w:val="28"/>
                <w:szCs w:val="28"/>
              </w:rPr>
            </w:pPr>
            <w:r w:rsidRPr="00F51A17">
              <w:rPr>
                <w:sz w:val="28"/>
                <w:szCs w:val="28"/>
              </w:rPr>
              <w:t xml:space="preserve">Володимир Романович ознайомив присутніх з запитом депутата районної ради УІ скл. </w:t>
            </w:r>
            <w:r>
              <w:rPr>
                <w:sz w:val="28"/>
                <w:szCs w:val="28"/>
              </w:rPr>
              <w:t>Марчука М.О. та відповіддями прокурора Черняхівського району та</w:t>
            </w:r>
            <w:r w:rsidRPr="00F51A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 w:rsidRPr="00F51A17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F51A17">
              <w:rPr>
                <w:sz w:val="28"/>
                <w:szCs w:val="28"/>
              </w:rPr>
              <w:t xml:space="preserve"> Черняхівського відділення поліції Коростишівського відділу ГУНП в Житомирській області</w:t>
            </w:r>
            <w:r>
              <w:rPr>
                <w:sz w:val="28"/>
                <w:szCs w:val="28"/>
              </w:rPr>
              <w:t xml:space="preserve"> (додаються).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дебатах прийняли участь Омельченко О.В., який зазначив, що частково за оренду земельних паїв орендар вже розрахувався.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 та проект рішення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14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Троценка В.Р.</w:t>
            </w:r>
            <w:r w:rsidRPr="000F61AA">
              <w:rPr>
                <w:sz w:val="28"/>
                <w:szCs w:val="28"/>
              </w:rPr>
              <w:t xml:space="preserve"> – заступник</w:t>
            </w:r>
            <w:r>
              <w:rPr>
                <w:sz w:val="28"/>
                <w:szCs w:val="28"/>
              </w:rPr>
              <w:t>а</w:t>
            </w:r>
            <w:r w:rsidRPr="000F61AA">
              <w:rPr>
                <w:sz w:val="28"/>
                <w:szCs w:val="28"/>
              </w:rPr>
              <w:t xml:space="preserve"> голови ради</w:t>
            </w:r>
            <w:r>
              <w:rPr>
                <w:sz w:val="28"/>
                <w:szCs w:val="28"/>
              </w:rPr>
              <w:t xml:space="preserve"> про хід виконання рішення 22</w:t>
            </w:r>
            <w:r w:rsidRPr="003F1CFB">
              <w:rPr>
                <w:sz w:val="28"/>
                <w:szCs w:val="28"/>
              </w:rPr>
              <w:t>-ої се</w:t>
            </w:r>
            <w:r>
              <w:rPr>
                <w:sz w:val="28"/>
                <w:szCs w:val="28"/>
              </w:rPr>
              <w:t>сії районної ради УІ скл. від 24.02.2014 року  «</w:t>
            </w:r>
            <w:r w:rsidRPr="003F1CFB">
              <w:rPr>
                <w:sz w:val="28"/>
                <w:szCs w:val="28"/>
              </w:rPr>
              <w:t>Про звернення депутатів Черняхівської районної ради до жителів району, сільських і селищних голів та сільських, селищних рад, Верховної Ради України, УМВС України в Житомирській області, Служби безпеки України в Житомирській області та до прокуратури в Житомирській області</w:t>
            </w:r>
          </w:p>
          <w:p w:rsidR="0036385D" w:rsidRPr="005169A2" w:rsidRDefault="0036385D" w:rsidP="003A5555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Воллодимир Романович ознайомив присутніх членів комісії з відповіддями Комітету Верховної Ради України з питань законодавчого забезпечення правоохоронної діяльності за № 04-18/11-2790 від 21.10.2015 року, Генеральної прокуратури України за № 04/2/3-2755-15 від 02.11.2015 року, прокуратури Житомирської області за № 04/2-3095-15 від 04.12.2015 року, </w:t>
            </w:r>
            <w:r w:rsidRPr="001B37CD">
              <w:rPr>
                <w:sz w:val="28"/>
                <w:szCs w:val="28"/>
              </w:rPr>
              <w:t>УМВС України в Житомирській області</w:t>
            </w:r>
            <w:r>
              <w:rPr>
                <w:sz w:val="28"/>
                <w:szCs w:val="28"/>
              </w:rPr>
              <w:t xml:space="preserve"> за № 3/1322-3 від 06.11.2015 року (додаються)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дебатах прийняли участь Омельченко О.В. Бовсунівський І.В., Троценко В.Р.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щодо внесення даного питання на розгляд сесії.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– 4</w:t>
            </w:r>
          </w:p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  -0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Утрималися - 1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15</w:t>
            </w:r>
            <w:r w:rsidRPr="00872B2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872B20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470" w:type="dxa"/>
            <w:gridSpan w:val="2"/>
          </w:tcPr>
          <w:p w:rsidR="0036385D" w:rsidRDefault="0036385D" w:rsidP="002F006F">
            <w:pPr>
              <w:pStyle w:val="NoSpacing"/>
              <w:jc w:val="both"/>
              <w:rPr>
                <w:rStyle w:val="FontStyle11"/>
                <w:sz w:val="28"/>
                <w:szCs w:val="28"/>
                <w:lang w:eastAsia="uk-UA"/>
              </w:rPr>
            </w:pPr>
            <w:r w:rsidRPr="002F006F">
              <w:rPr>
                <w:sz w:val="28"/>
                <w:szCs w:val="28"/>
              </w:rPr>
              <w:t xml:space="preserve">Троценка В.Р. – заступника голови ради про хід виконання рішення 34-ої сесії  районної ради VІ скликання від 25.09.2015 року  «Про розгляд  звернення Монастирищенської районної  ради Черкаської області  до Президента України П.Порошенка, Голови Верховної Ради України В.Гройсмана, районних рад сільських районів України </w:t>
            </w:r>
            <w:r w:rsidRPr="002F006F">
              <w:rPr>
                <w:rStyle w:val="FontStyle11"/>
                <w:sz w:val="28"/>
                <w:szCs w:val="28"/>
                <w:lang w:eastAsia="uk-UA"/>
              </w:rPr>
              <w:t>щодо збереження сільських районів при проведенні адміністративно-територіальної реформи»</w:t>
            </w:r>
          </w:p>
          <w:p w:rsidR="0036385D" w:rsidRPr="002F006F" w:rsidRDefault="0036385D" w:rsidP="002F006F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  <w:lang w:eastAsia="uk-UA"/>
              </w:rPr>
              <w:t xml:space="preserve">Володимир Романович ознайомив присутніх з даним зверненням та повідомив, що були направлені відповідні листи від районної ради на адресу </w:t>
            </w:r>
            <w:r>
              <w:rPr>
                <w:sz w:val="28"/>
                <w:szCs w:val="28"/>
              </w:rPr>
              <w:t>Президента України</w:t>
            </w:r>
            <w:r w:rsidRPr="002F006F">
              <w:rPr>
                <w:sz w:val="28"/>
                <w:szCs w:val="28"/>
              </w:rPr>
              <w:t>, Голови Верховної Ради</w:t>
            </w:r>
            <w:r>
              <w:rPr>
                <w:sz w:val="28"/>
                <w:szCs w:val="28"/>
              </w:rPr>
              <w:t xml:space="preserve"> України , але, на жаль, відповідь на даний час не надійшла.</w:t>
            </w:r>
            <w:r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дебатах прийняли участь Мельниченко А.М., Бовсунівський І.П., Троценко В.Р.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запитання.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470" w:type="dxa"/>
            <w:gridSpan w:val="2"/>
          </w:tcPr>
          <w:p w:rsidR="0036385D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Прийняти рекомендації щодо повторного звернення по даному питанню до Президента України</w:t>
            </w:r>
            <w:r w:rsidRPr="002F006F">
              <w:rPr>
                <w:sz w:val="28"/>
                <w:szCs w:val="28"/>
              </w:rPr>
              <w:t>, Голови Верховної Ради</w:t>
            </w:r>
            <w:r>
              <w:rPr>
                <w:sz w:val="28"/>
                <w:szCs w:val="28"/>
              </w:rPr>
              <w:t xml:space="preserve"> України.  </w:t>
            </w:r>
          </w:p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(рекомендації та проект рішенння додаються)</w:t>
            </w:r>
          </w:p>
        </w:tc>
      </w:tr>
      <w:tr w:rsidR="0036385D" w:rsidRPr="005169A2" w:rsidTr="002F006F">
        <w:tc>
          <w:tcPr>
            <w:tcW w:w="2358" w:type="dxa"/>
          </w:tcPr>
          <w:p w:rsidR="0036385D" w:rsidRPr="005169A2" w:rsidRDefault="0036385D" w:rsidP="003A5555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169A2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470" w:type="dxa"/>
            <w:gridSpan w:val="2"/>
          </w:tcPr>
          <w:p w:rsidR="0036385D" w:rsidRPr="005169A2" w:rsidRDefault="0036385D" w:rsidP="003A5555">
            <w:pPr>
              <w:ind w:left="-15" w:firstLine="15"/>
              <w:jc w:val="both"/>
              <w:rPr>
                <w:sz w:val="28"/>
                <w:szCs w:val="28"/>
              </w:rPr>
            </w:pPr>
            <w:r w:rsidRPr="005169A2">
              <w:rPr>
                <w:sz w:val="28"/>
                <w:szCs w:val="28"/>
              </w:rPr>
              <w:t>За – одноголосно</w:t>
            </w:r>
          </w:p>
        </w:tc>
      </w:tr>
    </w:tbl>
    <w:p w:rsidR="0036385D" w:rsidRDefault="0036385D" w:rsidP="007658B6">
      <w:pPr>
        <w:rPr>
          <w:sz w:val="28"/>
          <w:szCs w:val="28"/>
        </w:rPr>
      </w:pPr>
    </w:p>
    <w:p w:rsidR="0036385D" w:rsidRDefault="0036385D" w:rsidP="007658B6">
      <w:pPr>
        <w:rPr>
          <w:sz w:val="28"/>
          <w:szCs w:val="28"/>
        </w:rPr>
      </w:pPr>
      <w:r w:rsidRPr="00D14C88">
        <w:rPr>
          <w:sz w:val="28"/>
          <w:szCs w:val="28"/>
        </w:rPr>
        <w:t>Голова постійної комісії                                                          Ю.П. Малашевич</w:t>
      </w:r>
    </w:p>
    <w:p w:rsidR="0036385D" w:rsidRPr="00D14C88" w:rsidRDefault="0036385D" w:rsidP="007658B6">
      <w:pPr>
        <w:rPr>
          <w:sz w:val="28"/>
          <w:szCs w:val="28"/>
        </w:rPr>
      </w:pPr>
    </w:p>
    <w:p w:rsidR="0036385D" w:rsidRPr="007A26F6" w:rsidRDefault="0036385D">
      <w:pPr>
        <w:rPr>
          <w:sz w:val="28"/>
          <w:szCs w:val="28"/>
        </w:rPr>
      </w:pPr>
      <w:r>
        <w:rPr>
          <w:sz w:val="28"/>
          <w:szCs w:val="28"/>
        </w:rPr>
        <w:t>Секретар постійної комісії                                                       С.Ф. Поліщук</w:t>
      </w:r>
    </w:p>
    <w:sectPr w:rsidR="0036385D" w:rsidRPr="007A26F6" w:rsidSect="00F425E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6557"/>
    <w:multiLevelType w:val="hybridMultilevel"/>
    <w:tmpl w:val="7032A3A8"/>
    <w:lvl w:ilvl="0" w:tplc="AAA06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D9A0899"/>
    <w:multiLevelType w:val="hybridMultilevel"/>
    <w:tmpl w:val="C8C01754"/>
    <w:lvl w:ilvl="0" w:tplc="99FCF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1648BF"/>
    <w:multiLevelType w:val="hybridMultilevel"/>
    <w:tmpl w:val="4CD62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6038C6"/>
    <w:multiLevelType w:val="hybridMultilevel"/>
    <w:tmpl w:val="1278E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513673"/>
    <w:multiLevelType w:val="hybridMultilevel"/>
    <w:tmpl w:val="1278E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3D0"/>
    <w:rsid w:val="000342D7"/>
    <w:rsid w:val="00070BB8"/>
    <w:rsid w:val="000E3280"/>
    <w:rsid w:val="000F383C"/>
    <w:rsid w:val="000F61AA"/>
    <w:rsid w:val="00117DA1"/>
    <w:rsid w:val="00155469"/>
    <w:rsid w:val="001766B5"/>
    <w:rsid w:val="001A5616"/>
    <w:rsid w:val="001B2DD5"/>
    <w:rsid w:val="001B37CD"/>
    <w:rsid w:val="001D1079"/>
    <w:rsid w:val="0020307E"/>
    <w:rsid w:val="00231EF9"/>
    <w:rsid w:val="00260EF2"/>
    <w:rsid w:val="00296402"/>
    <w:rsid w:val="002B043B"/>
    <w:rsid w:val="002B26B3"/>
    <w:rsid w:val="002D5D45"/>
    <w:rsid w:val="002F006F"/>
    <w:rsid w:val="002F4683"/>
    <w:rsid w:val="002F5835"/>
    <w:rsid w:val="003403B7"/>
    <w:rsid w:val="00343615"/>
    <w:rsid w:val="0036385D"/>
    <w:rsid w:val="003A5555"/>
    <w:rsid w:val="003D5CB1"/>
    <w:rsid w:val="003F1CFB"/>
    <w:rsid w:val="00417F08"/>
    <w:rsid w:val="00433FB0"/>
    <w:rsid w:val="00476BBB"/>
    <w:rsid w:val="00482F5A"/>
    <w:rsid w:val="004A0D1B"/>
    <w:rsid w:val="004D2D5E"/>
    <w:rsid w:val="004D6D60"/>
    <w:rsid w:val="00513BF8"/>
    <w:rsid w:val="005169A2"/>
    <w:rsid w:val="0054347B"/>
    <w:rsid w:val="005450F4"/>
    <w:rsid w:val="005C1471"/>
    <w:rsid w:val="005F21BB"/>
    <w:rsid w:val="00613DCD"/>
    <w:rsid w:val="00644EC4"/>
    <w:rsid w:val="00652862"/>
    <w:rsid w:val="00656F40"/>
    <w:rsid w:val="00675898"/>
    <w:rsid w:val="00686083"/>
    <w:rsid w:val="006E7470"/>
    <w:rsid w:val="0073773D"/>
    <w:rsid w:val="007658B6"/>
    <w:rsid w:val="00770AB6"/>
    <w:rsid w:val="00780406"/>
    <w:rsid w:val="007A26F6"/>
    <w:rsid w:val="007B2450"/>
    <w:rsid w:val="007F0650"/>
    <w:rsid w:val="007F5EF4"/>
    <w:rsid w:val="008203D0"/>
    <w:rsid w:val="008253B5"/>
    <w:rsid w:val="00832296"/>
    <w:rsid w:val="00872B20"/>
    <w:rsid w:val="008A7AFB"/>
    <w:rsid w:val="008E04E4"/>
    <w:rsid w:val="009278C3"/>
    <w:rsid w:val="0097088C"/>
    <w:rsid w:val="00972B5F"/>
    <w:rsid w:val="00973895"/>
    <w:rsid w:val="00993255"/>
    <w:rsid w:val="009D2710"/>
    <w:rsid w:val="00A20AF0"/>
    <w:rsid w:val="00A330E6"/>
    <w:rsid w:val="00A51020"/>
    <w:rsid w:val="00AD057A"/>
    <w:rsid w:val="00AD0FB9"/>
    <w:rsid w:val="00AF31EB"/>
    <w:rsid w:val="00AF3851"/>
    <w:rsid w:val="00B63E25"/>
    <w:rsid w:val="00B641F8"/>
    <w:rsid w:val="00B8222F"/>
    <w:rsid w:val="00B96AE6"/>
    <w:rsid w:val="00BB000D"/>
    <w:rsid w:val="00BB1B5F"/>
    <w:rsid w:val="00BE58A4"/>
    <w:rsid w:val="00BE79FD"/>
    <w:rsid w:val="00C9385A"/>
    <w:rsid w:val="00CA3B93"/>
    <w:rsid w:val="00CC44B6"/>
    <w:rsid w:val="00CF5AAE"/>
    <w:rsid w:val="00D14C88"/>
    <w:rsid w:val="00D20365"/>
    <w:rsid w:val="00D57778"/>
    <w:rsid w:val="00D721E2"/>
    <w:rsid w:val="00DA3B60"/>
    <w:rsid w:val="00DC6D50"/>
    <w:rsid w:val="00DE17A8"/>
    <w:rsid w:val="00DE336E"/>
    <w:rsid w:val="00E64598"/>
    <w:rsid w:val="00ED432A"/>
    <w:rsid w:val="00ED5868"/>
    <w:rsid w:val="00F07A46"/>
    <w:rsid w:val="00F31C11"/>
    <w:rsid w:val="00F425EC"/>
    <w:rsid w:val="00F51A17"/>
    <w:rsid w:val="00F55B13"/>
    <w:rsid w:val="00F60281"/>
    <w:rsid w:val="00F71EE4"/>
    <w:rsid w:val="00F86D04"/>
    <w:rsid w:val="00FB1B17"/>
    <w:rsid w:val="00FC2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3D0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03D0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203D0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03D0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203D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8203D0"/>
    <w:pPr>
      <w:jc w:val="center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8203D0"/>
    <w:pPr>
      <w:ind w:right="-285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203D0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B8222F"/>
    <w:pPr>
      <w:ind w:left="720"/>
      <w:contextualSpacing/>
    </w:pPr>
    <w:rPr>
      <w:lang w:val="ru-RU"/>
    </w:rPr>
  </w:style>
  <w:style w:type="paragraph" w:customStyle="1" w:styleId="21">
    <w:name w:val="Основной текст 21"/>
    <w:basedOn w:val="Normal"/>
    <w:uiPriority w:val="99"/>
    <w:rsid w:val="00B8222F"/>
    <w:pPr>
      <w:suppressAutoHyphens/>
      <w:spacing w:after="120" w:line="480" w:lineRule="auto"/>
      <w:ind w:firstLine="709"/>
      <w:jc w:val="both"/>
    </w:pPr>
    <w:rPr>
      <w:sz w:val="28"/>
      <w:szCs w:val="28"/>
      <w:lang w:eastAsia="ar-SA"/>
    </w:rPr>
  </w:style>
  <w:style w:type="paragraph" w:styleId="BodyText2">
    <w:name w:val="Body Text 2"/>
    <w:basedOn w:val="Normal"/>
    <w:link w:val="BodyText2Char"/>
    <w:uiPriority w:val="99"/>
    <w:rsid w:val="00A20A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20AF0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7A26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17A8"/>
    <w:rPr>
      <w:rFonts w:ascii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7A26F6"/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DefaultParagraphFont"/>
    <w:uiPriority w:val="99"/>
    <w:rsid w:val="00CF5AAE"/>
    <w:rPr>
      <w:rFonts w:ascii="Times New Roman" w:hAnsi="Times New Roman" w:cs="Times New Roman"/>
      <w:sz w:val="26"/>
      <w:szCs w:val="26"/>
    </w:rPr>
  </w:style>
  <w:style w:type="paragraph" w:styleId="BodyTextIndent3">
    <w:name w:val="Body Text Indent 3"/>
    <w:basedOn w:val="Normal"/>
    <w:link w:val="BodyTextIndent3Char"/>
    <w:uiPriority w:val="99"/>
    <w:rsid w:val="007658B6"/>
    <w:pPr>
      <w:spacing w:after="120"/>
      <w:ind w:left="283"/>
    </w:pPr>
    <w:rPr>
      <w:sz w:val="16"/>
      <w:szCs w:val="16"/>
      <w:lang w:val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658B6"/>
    <w:rPr>
      <w:rFonts w:eastAsia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627</TotalTime>
  <Pages>8</Pages>
  <Words>2216</Words>
  <Characters>12634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Admin</dc:creator>
  <cp:keywords/>
  <dc:description/>
  <cp:lastModifiedBy>org</cp:lastModifiedBy>
  <cp:revision>10</cp:revision>
  <cp:lastPrinted>2002-01-01T08:51:00Z</cp:lastPrinted>
  <dcterms:created xsi:type="dcterms:W3CDTF">2002-01-01T04:01:00Z</dcterms:created>
  <dcterms:modified xsi:type="dcterms:W3CDTF">2002-01-01T09:00:00Z</dcterms:modified>
</cp:coreProperties>
</file>