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B24" w:rsidRDefault="00975B24" w:rsidP="00DB4620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</w:t>
      </w:r>
      <w:r w:rsidRPr="00632E2F">
        <w:rPr>
          <w:noProof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.4pt;height:62.4pt;visibility:visible">
            <v:imagedata r:id="rId5" o:title=""/>
          </v:shape>
        </w:pict>
      </w:r>
      <w:r>
        <w:rPr>
          <w:szCs w:val="28"/>
          <w:lang w:val="uk-UA"/>
        </w:rPr>
        <w:t xml:space="preserve">                                </w:t>
      </w:r>
    </w:p>
    <w:p w:rsidR="00975B24" w:rsidRPr="00DB4620" w:rsidRDefault="00975B24" w:rsidP="00DB4620">
      <w:pPr>
        <w:jc w:val="center"/>
        <w:rPr>
          <w:b/>
          <w:szCs w:val="28"/>
          <w:lang w:val="uk-UA"/>
        </w:rPr>
      </w:pPr>
      <w:r w:rsidRPr="00DB4620">
        <w:rPr>
          <w:b/>
          <w:szCs w:val="28"/>
        </w:rPr>
        <w:t>Україна</w:t>
      </w:r>
    </w:p>
    <w:p w:rsidR="00975B24" w:rsidRPr="00542B65" w:rsidRDefault="00975B24" w:rsidP="00043C18">
      <w:pPr>
        <w:pStyle w:val="Heading3"/>
        <w:spacing w:line="360" w:lineRule="auto"/>
        <w:rPr>
          <w:sz w:val="28"/>
          <w:szCs w:val="28"/>
          <w:lang w:val="uk-UA"/>
        </w:rPr>
      </w:pPr>
      <w:r w:rsidRPr="00542B65">
        <w:rPr>
          <w:sz w:val="28"/>
          <w:szCs w:val="28"/>
        </w:rPr>
        <w:t>ЧЕРНЯХІВСЬКА РАЙОННА РАДА</w:t>
      </w:r>
    </w:p>
    <w:p w:rsidR="00975B24" w:rsidRPr="00542B65" w:rsidRDefault="00975B24" w:rsidP="00043C18">
      <w:pPr>
        <w:pStyle w:val="Heading1"/>
        <w:spacing w:line="360" w:lineRule="auto"/>
        <w:rPr>
          <w:szCs w:val="28"/>
        </w:rPr>
      </w:pPr>
      <w:r w:rsidRPr="00542B65">
        <w:rPr>
          <w:szCs w:val="28"/>
        </w:rPr>
        <w:t>Р І Ш Е Н Н Я</w:t>
      </w:r>
    </w:p>
    <w:p w:rsidR="00975B24" w:rsidRPr="00E56853" w:rsidRDefault="00975B24" w:rsidP="00043C18">
      <w:pPr>
        <w:rPr>
          <w:szCs w:val="28"/>
          <w:lang w:val="uk-UA"/>
        </w:rPr>
      </w:pPr>
      <w:r>
        <w:rPr>
          <w:szCs w:val="28"/>
          <w:lang w:val="uk-UA"/>
        </w:rPr>
        <w:t xml:space="preserve">Шоста  </w:t>
      </w:r>
      <w:r w:rsidRPr="00E56853">
        <w:rPr>
          <w:szCs w:val="28"/>
          <w:lang w:val="uk-UA"/>
        </w:rPr>
        <w:t xml:space="preserve">   сесія                                                                          </w:t>
      </w:r>
      <w:r w:rsidRPr="00E56853">
        <w:rPr>
          <w:szCs w:val="28"/>
          <w:lang w:val="en-US"/>
        </w:rPr>
        <w:t>VI</w:t>
      </w:r>
      <w:r>
        <w:rPr>
          <w:szCs w:val="28"/>
          <w:lang w:val="en-US"/>
        </w:rPr>
        <w:t>I</w:t>
      </w:r>
      <w:r w:rsidRPr="00D96611">
        <w:rPr>
          <w:szCs w:val="28"/>
          <w:lang w:val="uk-UA"/>
        </w:rPr>
        <w:t xml:space="preserve"> </w:t>
      </w:r>
      <w:r w:rsidRPr="00E56853">
        <w:rPr>
          <w:szCs w:val="28"/>
          <w:lang w:val="uk-UA"/>
        </w:rPr>
        <w:t xml:space="preserve">скликання     </w:t>
      </w:r>
    </w:p>
    <w:p w:rsidR="00975B24" w:rsidRPr="00E56853" w:rsidRDefault="00975B24" w:rsidP="00043C18">
      <w:pPr>
        <w:rPr>
          <w:szCs w:val="28"/>
          <w:lang w:val="uk-UA"/>
        </w:rPr>
      </w:pPr>
      <w:r>
        <w:rPr>
          <w:szCs w:val="28"/>
          <w:lang w:val="uk-UA"/>
        </w:rPr>
        <w:t xml:space="preserve">від   </w:t>
      </w:r>
      <w:r w:rsidRPr="00D96611">
        <w:rPr>
          <w:szCs w:val="28"/>
          <w:lang w:val="uk-UA"/>
        </w:rPr>
        <w:t>26</w:t>
      </w:r>
      <w:r>
        <w:rPr>
          <w:szCs w:val="28"/>
          <w:lang w:val="uk-UA"/>
        </w:rPr>
        <w:t xml:space="preserve">  лютого    2016</w:t>
      </w:r>
      <w:r w:rsidRPr="00E56853">
        <w:rPr>
          <w:szCs w:val="28"/>
          <w:lang w:val="uk-UA"/>
        </w:rPr>
        <w:t xml:space="preserve"> року</w:t>
      </w:r>
    </w:p>
    <w:p w:rsidR="00975B24" w:rsidRPr="00043C18" w:rsidRDefault="00975B24" w:rsidP="00043C18">
      <w:pPr>
        <w:rPr>
          <w:lang w:val="uk-UA"/>
        </w:rPr>
      </w:pPr>
    </w:p>
    <w:p w:rsidR="00975B24" w:rsidRDefault="00975B24" w:rsidP="00043C18">
      <w:pPr>
        <w:rPr>
          <w:szCs w:val="28"/>
          <w:lang w:val="uk-UA"/>
        </w:rPr>
      </w:pPr>
      <w:r>
        <w:rPr>
          <w:szCs w:val="28"/>
        </w:rPr>
        <w:t>Про з</w:t>
      </w:r>
      <w:r w:rsidRPr="009D61BD">
        <w:rPr>
          <w:szCs w:val="28"/>
        </w:rPr>
        <w:t xml:space="preserve">віт  голови районної державної адміністрації </w:t>
      </w:r>
    </w:p>
    <w:p w:rsidR="00975B24" w:rsidRDefault="00975B24" w:rsidP="00043C18">
      <w:pPr>
        <w:rPr>
          <w:szCs w:val="28"/>
          <w:lang w:val="uk-UA"/>
        </w:rPr>
      </w:pPr>
      <w:r w:rsidRPr="002E4452">
        <w:rPr>
          <w:szCs w:val="28"/>
          <w:lang w:val="uk-UA"/>
        </w:rPr>
        <w:t>про виконання Програми економічного і</w:t>
      </w:r>
    </w:p>
    <w:p w:rsidR="00975B24" w:rsidRDefault="00975B24" w:rsidP="00043C18">
      <w:pPr>
        <w:rPr>
          <w:szCs w:val="28"/>
          <w:lang w:val="uk-UA"/>
        </w:rPr>
      </w:pPr>
      <w:r w:rsidRPr="002E4452">
        <w:rPr>
          <w:szCs w:val="28"/>
          <w:lang w:val="uk-UA"/>
        </w:rPr>
        <w:t>соціального розвитку району за 2015 рік</w:t>
      </w:r>
    </w:p>
    <w:p w:rsidR="00975B24" w:rsidRDefault="00975B24" w:rsidP="00043C18">
      <w:pPr>
        <w:rPr>
          <w:szCs w:val="28"/>
          <w:lang w:val="uk-UA"/>
        </w:rPr>
      </w:pPr>
    </w:p>
    <w:p w:rsidR="00975B24" w:rsidRPr="00043C18" w:rsidRDefault="00975B24" w:rsidP="00043C18">
      <w:pPr>
        <w:rPr>
          <w:lang w:val="uk-UA"/>
        </w:rPr>
      </w:pPr>
    </w:p>
    <w:p w:rsidR="00975B24" w:rsidRDefault="00975B24" w:rsidP="00097003">
      <w:pPr>
        <w:spacing w:line="276" w:lineRule="auto"/>
        <w:ind w:firstLine="708"/>
        <w:jc w:val="both"/>
        <w:rPr>
          <w:lang w:val="uk-UA"/>
        </w:rPr>
      </w:pPr>
      <w:r>
        <w:rPr>
          <w:lang w:val="uk-UA"/>
        </w:rPr>
        <w:t xml:space="preserve">     Відповідно до п.28 ст.43  Закону України „Про місцеве самоврядування в Україні” та ст.17</w:t>
      </w:r>
      <w:r w:rsidRPr="00625473">
        <w:rPr>
          <w:lang w:val="uk-UA"/>
        </w:rPr>
        <w:t xml:space="preserve"> </w:t>
      </w:r>
      <w:r>
        <w:rPr>
          <w:lang w:val="uk-UA"/>
        </w:rPr>
        <w:t xml:space="preserve">Закону України „Про місцеві державні адміністрації», заслухавши та обговоривши звіт голови районної державної адміністрації Підлісного А.Л. про виконання Програми економічного і соціального розвитку за 2015 рік, враховуючи рекомендації постійної комісії районної ради з питань </w:t>
      </w:r>
      <w:r w:rsidRPr="00043C18">
        <w:rPr>
          <w:bCs/>
          <w:lang w:val="uk-UA"/>
        </w:rPr>
        <w:t>бюджету, комунальної власності та соціально-економічного розвитку району</w:t>
      </w:r>
      <w:r>
        <w:rPr>
          <w:lang w:val="uk-UA"/>
        </w:rPr>
        <w:t xml:space="preserve">,   районна рада </w:t>
      </w:r>
    </w:p>
    <w:p w:rsidR="00975B24" w:rsidRPr="00097003" w:rsidRDefault="00975B24" w:rsidP="00043C18">
      <w:pPr>
        <w:spacing w:line="276" w:lineRule="auto"/>
        <w:rPr>
          <w:b/>
          <w:sz w:val="32"/>
          <w:szCs w:val="32"/>
          <w:lang w:val="uk-UA"/>
        </w:rPr>
      </w:pPr>
      <w:r w:rsidRPr="009D76DF">
        <w:rPr>
          <w:b/>
          <w:sz w:val="32"/>
          <w:szCs w:val="32"/>
          <w:lang w:val="uk-UA"/>
        </w:rPr>
        <w:t>ВИРІШИЛА:</w:t>
      </w:r>
    </w:p>
    <w:p w:rsidR="00975B24" w:rsidRPr="0029358E" w:rsidRDefault="00975B24" w:rsidP="00043C18">
      <w:pPr>
        <w:numPr>
          <w:ilvl w:val="0"/>
          <w:numId w:val="1"/>
        </w:num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Звіт голови районної державної адміністрації </w:t>
      </w:r>
      <w:r w:rsidRPr="0029358E">
        <w:rPr>
          <w:lang w:val="uk-UA"/>
        </w:rPr>
        <w:t xml:space="preserve"> </w:t>
      </w:r>
      <w:r>
        <w:rPr>
          <w:lang w:val="uk-UA"/>
        </w:rPr>
        <w:t xml:space="preserve">Підлісного А.Л.  </w:t>
      </w:r>
      <w:r w:rsidRPr="0029358E">
        <w:rPr>
          <w:lang w:val="uk-UA"/>
        </w:rPr>
        <w:t>про</w:t>
      </w:r>
      <w:r>
        <w:rPr>
          <w:lang w:val="uk-UA"/>
        </w:rPr>
        <w:t xml:space="preserve"> </w:t>
      </w:r>
      <w:r w:rsidRPr="0029358E">
        <w:rPr>
          <w:lang w:val="uk-UA"/>
        </w:rPr>
        <w:t>виконання Програми економічного і соціального розвитку</w:t>
      </w:r>
      <w:r w:rsidRPr="00F1289C">
        <w:rPr>
          <w:lang w:val="uk-UA"/>
        </w:rPr>
        <w:t xml:space="preserve"> </w:t>
      </w:r>
      <w:r w:rsidRPr="0029358E">
        <w:rPr>
          <w:lang w:val="uk-UA"/>
        </w:rPr>
        <w:t xml:space="preserve">за </w:t>
      </w:r>
      <w:r w:rsidRPr="00F1289C">
        <w:rPr>
          <w:lang w:val="uk-UA"/>
        </w:rPr>
        <w:t xml:space="preserve"> </w:t>
      </w:r>
      <w:r>
        <w:rPr>
          <w:lang w:val="uk-UA"/>
        </w:rPr>
        <w:t>2015</w:t>
      </w:r>
      <w:r w:rsidRPr="0029358E">
        <w:rPr>
          <w:lang w:val="uk-UA"/>
        </w:rPr>
        <w:t xml:space="preserve"> р</w:t>
      </w:r>
      <w:r w:rsidRPr="00F1289C">
        <w:rPr>
          <w:lang w:val="uk-UA"/>
        </w:rPr>
        <w:t>ік</w:t>
      </w:r>
      <w:r w:rsidRPr="0029358E">
        <w:rPr>
          <w:lang w:val="uk-UA"/>
        </w:rPr>
        <w:t xml:space="preserve">  прийняти до відома.</w:t>
      </w:r>
    </w:p>
    <w:p w:rsidR="00975B24" w:rsidRPr="00F56B9B" w:rsidRDefault="00975B24" w:rsidP="00043C18">
      <w:pPr>
        <w:numPr>
          <w:ilvl w:val="0"/>
          <w:numId w:val="1"/>
        </w:num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Відмітити, що  </w:t>
      </w:r>
      <w:r w:rsidRPr="00F1289C">
        <w:rPr>
          <w:lang w:val="uk-UA"/>
        </w:rPr>
        <w:t>зусилля</w:t>
      </w:r>
      <w:r>
        <w:rPr>
          <w:lang w:val="uk-UA"/>
        </w:rPr>
        <w:t xml:space="preserve"> органів виконавчої влади району мають </w:t>
      </w:r>
      <w:r w:rsidRPr="00F1289C">
        <w:rPr>
          <w:lang w:val="uk-UA"/>
        </w:rPr>
        <w:t>спр</w:t>
      </w:r>
      <w:r>
        <w:rPr>
          <w:lang w:val="uk-UA"/>
        </w:rPr>
        <w:t>ямовува</w:t>
      </w:r>
      <w:r w:rsidRPr="00F1289C">
        <w:rPr>
          <w:lang w:val="uk-UA"/>
        </w:rPr>
        <w:t>ти</w:t>
      </w:r>
      <w:r>
        <w:rPr>
          <w:lang w:val="uk-UA"/>
        </w:rPr>
        <w:t xml:space="preserve">сь на виконання Програми економічного і соціального розвитку району у 2016 році, </w:t>
      </w:r>
      <w:r w:rsidRPr="00F56B9B">
        <w:rPr>
          <w:lang w:val="uk-UA"/>
        </w:rPr>
        <w:t>закріплення позитивних тенденцій у галузях виробничої сфери та створення умов для підвищення добробуту населення.</w:t>
      </w:r>
    </w:p>
    <w:p w:rsidR="00975B24" w:rsidRDefault="00975B24" w:rsidP="00043C18">
      <w:pPr>
        <w:numPr>
          <w:ilvl w:val="0"/>
          <w:numId w:val="1"/>
        </w:numPr>
        <w:spacing w:line="276" w:lineRule="auto"/>
        <w:jc w:val="both"/>
        <w:rPr>
          <w:lang w:val="uk-UA"/>
        </w:rPr>
      </w:pPr>
      <w:r>
        <w:rPr>
          <w:lang w:val="uk-UA"/>
        </w:rPr>
        <w:t>Районній державній адміністрації, її структурним  підрозділам відповідно до делегованих повноважень,  спільно з органами місцевого самоврядування забезпечити у 2016 році вирішення нагальних господарських і соціальних проблем, які мали місце у 2015 році та подальший розвиток економіки району.</w:t>
      </w:r>
    </w:p>
    <w:p w:rsidR="00975B24" w:rsidRDefault="00975B24" w:rsidP="00043C18">
      <w:pPr>
        <w:numPr>
          <w:ilvl w:val="0"/>
          <w:numId w:val="1"/>
        </w:numPr>
        <w:spacing w:line="276" w:lineRule="auto"/>
        <w:jc w:val="both"/>
        <w:rPr>
          <w:lang w:val="uk-UA"/>
        </w:rPr>
      </w:pPr>
      <w:r>
        <w:rPr>
          <w:lang w:val="uk-UA"/>
        </w:rPr>
        <w:t>Контроль за виконанням рішення покласти на постійну комісії районної ради</w:t>
      </w:r>
      <w:r w:rsidRPr="00097003">
        <w:rPr>
          <w:lang w:val="uk-UA"/>
        </w:rPr>
        <w:t xml:space="preserve"> </w:t>
      </w:r>
      <w:r>
        <w:rPr>
          <w:lang w:val="uk-UA"/>
        </w:rPr>
        <w:t xml:space="preserve">з питань </w:t>
      </w:r>
      <w:r w:rsidRPr="00043C18">
        <w:rPr>
          <w:bCs/>
          <w:lang w:val="uk-UA"/>
        </w:rPr>
        <w:t>бюджету, комунальної власності та соціально-економічного розвитку району</w:t>
      </w:r>
      <w:r>
        <w:rPr>
          <w:lang w:val="uk-UA"/>
        </w:rPr>
        <w:t xml:space="preserve">.  </w:t>
      </w:r>
    </w:p>
    <w:p w:rsidR="00975B24" w:rsidRDefault="00975B24" w:rsidP="00043C18">
      <w:pPr>
        <w:spacing w:line="276" w:lineRule="auto"/>
        <w:rPr>
          <w:b/>
          <w:lang w:val="uk-UA"/>
        </w:rPr>
      </w:pPr>
    </w:p>
    <w:p w:rsidR="00975B24" w:rsidRPr="0029358E" w:rsidRDefault="00975B24" w:rsidP="00043C18">
      <w:pPr>
        <w:spacing w:line="276" w:lineRule="auto"/>
        <w:rPr>
          <w:lang w:val="uk-UA"/>
        </w:rPr>
      </w:pPr>
      <w:r w:rsidRPr="009D76DF">
        <w:t>Голова ради</w:t>
      </w:r>
      <w:r w:rsidRPr="009D76DF">
        <w:tab/>
      </w:r>
      <w:r w:rsidRPr="009D76DF">
        <w:tab/>
      </w:r>
      <w:r w:rsidRPr="009D76DF">
        <w:tab/>
      </w:r>
      <w:r w:rsidRPr="009D76DF">
        <w:rPr>
          <w:lang w:val="uk-UA"/>
        </w:rPr>
        <w:t xml:space="preserve">                      </w:t>
      </w:r>
      <w:r w:rsidRPr="009D76DF">
        <w:tab/>
      </w:r>
      <w:r w:rsidRPr="009D76DF">
        <w:tab/>
      </w:r>
      <w:r>
        <w:rPr>
          <w:lang w:val="uk-UA"/>
        </w:rPr>
        <w:t xml:space="preserve">       І.П.Бовсунівський </w:t>
      </w:r>
    </w:p>
    <w:p w:rsidR="00975B24" w:rsidRPr="00A96736" w:rsidRDefault="00975B24" w:rsidP="00043C18">
      <w:pPr>
        <w:spacing w:line="276" w:lineRule="auto"/>
        <w:rPr>
          <w:szCs w:val="28"/>
        </w:rPr>
      </w:pPr>
    </w:p>
    <w:p w:rsidR="00975B24" w:rsidRDefault="00975B24" w:rsidP="00043C18"/>
    <w:p w:rsidR="00975B24" w:rsidRPr="00F66929" w:rsidRDefault="00975B24">
      <w:pPr>
        <w:rPr>
          <w:lang w:val="uk-UA"/>
        </w:rPr>
      </w:pPr>
    </w:p>
    <w:sectPr w:rsidR="00975B24" w:rsidRPr="00F66929" w:rsidSect="0029358E">
      <w:pgSz w:w="11906" w:h="16838"/>
      <w:pgMar w:top="142" w:right="991" w:bottom="737" w:left="1843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654BB"/>
    <w:multiLevelType w:val="multilevel"/>
    <w:tmpl w:val="63E026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3C18"/>
    <w:rsid w:val="00043C18"/>
    <w:rsid w:val="00097003"/>
    <w:rsid w:val="002228EE"/>
    <w:rsid w:val="00262B7D"/>
    <w:rsid w:val="00274303"/>
    <w:rsid w:val="0029358E"/>
    <w:rsid w:val="002E4452"/>
    <w:rsid w:val="00354515"/>
    <w:rsid w:val="00542B65"/>
    <w:rsid w:val="00590839"/>
    <w:rsid w:val="00625473"/>
    <w:rsid w:val="00632E2F"/>
    <w:rsid w:val="00743D53"/>
    <w:rsid w:val="00975B24"/>
    <w:rsid w:val="009D61BD"/>
    <w:rsid w:val="009D76DF"/>
    <w:rsid w:val="00A043B9"/>
    <w:rsid w:val="00A06DAF"/>
    <w:rsid w:val="00A70EE9"/>
    <w:rsid w:val="00A96736"/>
    <w:rsid w:val="00B0797E"/>
    <w:rsid w:val="00C212C1"/>
    <w:rsid w:val="00C4284E"/>
    <w:rsid w:val="00CA2071"/>
    <w:rsid w:val="00CE6AC2"/>
    <w:rsid w:val="00D759E2"/>
    <w:rsid w:val="00D96611"/>
    <w:rsid w:val="00DB4620"/>
    <w:rsid w:val="00E56853"/>
    <w:rsid w:val="00F1289C"/>
    <w:rsid w:val="00F56B9B"/>
    <w:rsid w:val="00F66929"/>
    <w:rsid w:val="00F74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C18"/>
    <w:rPr>
      <w:rFonts w:ascii="Times New Roman" w:eastAsia="Times New Roman" w:hAnsi="Times New Roman"/>
      <w:sz w:val="28"/>
      <w:szCs w:val="20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43C18"/>
    <w:pPr>
      <w:keepNext/>
      <w:jc w:val="center"/>
      <w:outlineLvl w:val="0"/>
    </w:pPr>
    <w:rPr>
      <w:b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43C18"/>
    <w:pPr>
      <w:keepNext/>
      <w:jc w:val="center"/>
      <w:outlineLvl w:val="2"/>
    </w:pPr>
    <w:rPr>
      <w:b/>
      <w:bCs/>
      <w:sz w:val="36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43C18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43C1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Caption">
    <w:name w:val="caption"/>
    <w:basedOn w:val="Normal"/>
    <w:next w:val="Normal"/>
    <w:uiPriority w:val="99"/>
    <w:qFormat/>
    <w:rsid w:val="00043C18"/>
    <w:pPr>
      <w:jc w:val="center"/>
    </w:pPr>
    <w:rPr>
      <w:b/>
      <w:bCs/>
      <w:sz w:val="36"/>
      <w:szCs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043C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43C1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1</Pages>
  <Words>1161</Words>
  <Characters>662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10</cp:revision>
  <cp:lastPrinted>2016-02-25T10:51:00Z</cp:lastPrinted>
  <dcterms:created xsi:type="dcterms:W3CDTF">2016-02-13T13:27:00Z</dcterms:created>
  <dcterms:modified xsi:type="dcterms:W3CDTF">2016-03-02T08:33:00Z</dcterms:modified>
</cp:coreProperties>
</file>