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29" w:rsidRPr="00A47481" w:rsidRDefault="00AB4E29" w:rsidP="000F6C8B">
      <w:pPr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</w:t>
      </w:r>
      <w:r w:rsidRPr="00C12559">
        <w:rPr>
          <w:noProof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8pt;height:62.4pt;visibility:visible">
            <v:imagedata r:id="rId4" o:title=""/>
          </v:shape>
        </w:pict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AB4E29" w:rsidRPr="00542B65" w:rsidRDefault="00AB4E29" w:rsidP="000F6C8B">
      <w:pPr>
        <w:pStyle w:val="Caption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AB4E29" w:rsidRPr="00542B65" w:rsidRDefault="00AB4E29" w:rsidP="000F6C8B">
      <w:pPr>
        <w:pStyle w:val="Heading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AB4E29" w:rsidRPr="00542B65" w:rsidRDefault="00AB4E29" w:rsidP="000F6C8B">
      <w:pPr>
        <w:pStyle w:val="Heading1"/>
        <w:spacing w:line="360" w:lineRule="auto"/>
        <w:rPr>
          <w:szCs w:val="28"/>
        </w:rPr>
      </w:pPr>
      <w:r w:rsidRPr="00542B65">
        <w:rPr>
          <w:szCs w:val="28"/>
        </w:rPr>
        <w:t>Р І Ш Е Н Н Я</w:t>
      </w:r>
    </w:p>
    <w:p w:rsidR="00AB4E29" w:rsidRPr="000849BC" w:rsidRDefault="00AB4E29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Восьма  сесія    </w:t>
      </w:r>
      <w:r w:rsidRPr="000849B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</w:t>
      </w:r>
      <w:r w:rsidRPr="005C33E8"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 xml:space="preserve">скликання     </w:t>
      </w:r>
    </w:p>
    <w:p w:rsidR="00AB4E29" w:rsidRDefault="00AB4E29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Pr="005C33E8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травня 2016</w:t>
      </w:r>
      <w:r w:rsidRPr="000849BC">
        <w:rPr>
          <w:sz w:val="28"/>
          <w:szCs w:val="28"/>
        </w:rPr>
        <w:t xml:space="preserve"> року</w:t>
      </w:r>
    </w:p>
    <w:p w:rsidR="00AB4E29" w:rsidRDefault="00AB4E29" w:rsidP="000F6C8B">
      <w:pPr>
        <w:rPr>
          <w:sz w:val="28"/>
          <w:szCs w:val="28"/>
        </w:rPr>
      </w:pPr>
    </w:p>
    <w:p w:rsidR="00AB4E29" w:rsidRDefault="00AB4E29" w:rsidP="000F6C8B">
      <w:pPr>
        <w:rPr>
          <w:sz w:val="28"/>
          <w:szCs w:val="28"/>
        </w:rPr>
      </w:pPr>
    </w:p>
    <w:p w:rsidR="00AB4E29" w:rsidRDefault="00AB4E29" w:rsidP="000F6C8B">
      <w:pPr>
        <w:rPr>
          <w:sz w:val="28"/>
          <w:szCs w:val="28"/>
        </w:rPr>
      </w:pPr>
      <w:r w:rsidRPr="000849BC">
        <w:rPr>
          <w:sz w:val="28"/>
          <w:szCs w:val="28"/>
        </w:rPr>
        <w:t xml:space="preserve">Про </w:t>
      </w:r>
      <w:r>
        <w:rPr>
          <w:sz w:val="28"/>
          <w:szCs w:val="28"/>
        </w:rPr>
        <w:t>план  роботи районної</w:t>
      </w:r>
    </w:p>
    <w:p w:rsidR="00AB4E29" w:rsidRPr="00947B92" w:rsidRDefault="00AB4E29" w:rsidP="000F6C8B">
      <w:pPr>
        <w:rPr>
          <w:sz w:val="28"/>
          <w:szCs w:val="28"/>
        </w:rPr>
      </w:pPr>
      <w:r>
        <w:rPr>
          <w:sz w:val="28"/>
          <w:szCs w:val="28"/>
        </w:rPr>
        <w:t xml:space="preserve">ради 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півріччя 2016 року</w:t>
      </w:r>
    </w:p>
    <w:p w:rsidR="00AB4E29" w:rsidRPr="000849BC" w:rsidRDefault="00AB4E29" w:rsidP="000F6C8B">
      <w:pPr>
        <w:rPr>
          <w:sz w:val="28"/>
          <w:szCs w:val="28"/>
        </w:rPr>
      </w:pPr>
    </w:p>
    <w:p w:rsidR="00AB4E29" w:rsidRPr="000849BC" w:rsidRDefault="00AB4E29" w:rsidP="000F6C8B">
      <w:pPr>
        <w:rPr>
          <w:color w:val="000000"/>
          <w:sz w:val="28"/>
          <w:szCs w:val="28"/>
        </w:rPr>
      </w:pPr>
    </w:p>
    <w:p w:rsidR="00AB4E29" w:rsidRPr="00947B92" w:rsidRDefault="00AB4E29" w:rsidP="000F6C8B">
      <w:pPr>
        <w:ind w:firstLine="708"/>
        <w:jc w:val="both"/>
        <w:rPr>
          <w:sz w:val="28"/>
        </w:rPr>
      </w:pPr>
      <w:r>
        <w:rPr>
          <w:sz w:val="28"/>
        </w:rPr>
        <w:t xml:space="preserve">    </w:t>
      </w:r>
      <w:r w:rsidRPr="000849BC">
        <w:rPr>
          <w:sz w:val="28"/>
        </w:rPr>
        <w:t>Відповідно до статті 43 Закону України "Про місцеве самов</w:t>
      </w:r>
      <w:r>
        <w:rPr>
          <w:sz w:val="28"/>
        </w:rPr>
        <w:t>рядування в Україні" та враховуючи рекомендації постійних комісій районної ради</w:t>
      </w:r>
      <w:r w:rsidRPr="00EE1D2E">
        <w:rPr>
          <w:sz w:val="28"/>
          <w:szCs w:val="28"/>
        </w:rPr>
        <w:t>, районна рада</w:t>
      </w:r>
    </w:p>
    <w:p w:rsidR="00AB4E29" w:rsidRDefault="00AB4E29" w:rsidP="000F6C8B">
      <w:pPr>
        <w:pStyle w:val="a"/>
        <w:spacing w:before="120" w:after="120"/>
        <w:ind w:firstLine="0"/>
        <w:jc w:val="both"/>
        <w:rPr>
          <w:rFonts w:ascii="Times New Roman" w:hAnsi="Times New Roman"/>
          <w:sz w:val="28"/>
          <w:lang w:val="uk-UA"/>
        </w:rPr>
      </w:pPr>
    </w:p>
    <w:p w:rsidR="00AB4E29" w:rsidRPr="000849BC" w:rsidRDefault="00AB4E29" w:rsidP="000F6C8B">
      <w:pPr>
        <w:pStyle w:val="a"/>
        <w:spacing w:before="120" w:after="120"/>
        <w:ind w:firstLine="0"/>
        <w:jc w:val="both"/>
        <w:rPr>
          <w:rFonts w:ascii="Times New Roman" w:hAnsi="Times New Roman"/>
          <w:b/>
          <w:sz w:val="28"/>
          <w:lang w:val="uk-UA"/>
        </w:rPr>
      </w:pPr>
      <w:r w:rsidRPr="000849BC">
        <w:rPr>
          <w:rFonts w:ascii="Times New Roman" w:hAnsi="Times New Roman"/>
          <w:b/>
          <w:sz w:val="28"/>
          <w:lang w:val="uk-UA"/>
        </w:rPr>
        <w:t>ВИРІШИЛА:</w:t>
      </w:r>
    </w:p>
    <w:p w:rsidR="00AB4E29" w:rsidRDefault="00AB4E29" w:rsidP="000F6C8B">
      <w:pPr>
        <w:ind w:left="851" w:hanging="851"/>
        <w:rPr>
          <w:sz w:val="28"/>
          <w:szCs w:val="28"/>
        </w:rPr>
      </w:pPr>
      <w:r>
        <w:rPr>
          <w:sz w:val="28"/>
        </w:rPr>
        <w:t xml:space="preserve">          1</w:t>
      </w:r>
      <w:r>
        <w:rPr>
          <w:sz w:val="28"/>
          <w:szCs w:val="28"/>
        </w:rPr>
        <w:t xml:space="preserve">.  Затвердити план роботи районної ради 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півріччя 2016 року згідно з додатком .</w:t>
      </w:r>
    </w:p>
    <w:p w:rsidR="00AB4E29" w:rsidRDefault="00AB4E29" w:rsidP="000F6C8B">
      <w:pPr>
        <w:spacing w:before="2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  покласти на заступника голови районної ради </w:t>
      </w:r>
      <w:r>
        <w:rPr>
          <w:sz w:val="28"/>
        </w:rPr>
        <w:t xml:space="preserve">В.Р.Троценка </w:t>
      </w:r>
      <w:r>
        <w:rPr>
          <w:sz w:val="28"/>
          <w:szCs w:val="28"/>
        </w:rPr>
        <w:t xml:space="preserve">та голів </w:t>
      </w:r>
      <w:r>
        <w:rPr>
          <w:sz w:val="28"/>
        </w:rPr>
        <w:t xml:space="preserve">постійних комісій районної ради. </w:t>
      </w:r>
    </w:p>
    <w:p w:rsidR="00AB4E29" w:rsidRDefault="00AB4E29" w:rsidP="000F6C8B">
      <w:pPr>
        <w:spacing w:before="240"/>
        <w:ind w:firstLine="720"/>
        <w:jc w:val="both"/>
        <w:rPr>
          <w:sz w:val="28"/>
          <w:szCs w:val="28"/>
        </w:rPr>
      </w:pPr>
    </w:p>
    <w:p w:rsidR="00AB4E29" w:rsidRDefault="00AB4E29" w:rsidP="000F6C8B">
      <w:pPr>
        <w:spacing w:before="240"/>
        <w:jc w:val="both"/>
        <w:rPr>
          <w:sz w:val="28"/>
          <w:szCs w:val="28"/>
        </w:rPr>
      </w:pPr>
    </w:p>
    <w:p w:rsidR="00AB4E29" w:rsidRDefault="00AB4E29" w:rsidP="000F6C8B">
      <w:pPr>
        <w:spacing w:before="12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AB4E29" w:rsidRDefault="00AB4E29" w:rsidP="000F6C8B">
      <w:pPr>
        <w:rPr>
          <w:sz w:val="28"/>
        </w:rPr>
      </w:pPr>
      <w:r>
        <w:rPr>
          <w:sz w:val="28"/>
        </w:rPr>
        <w:t xml:space="preserve">  Голова ради                                                                        І.П.Бовсунівський         </w:t>
      </w:r>
    </w:p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AB4E29" w:rsidRDefault="00AB4E29" w:rsidP="000F6C8B">
      <w:pPr>
        <w:jc w:val="center"/>
        <w:rPr>
          <w:sz w:val="28"/>
          <w:szCs w:val="28"/>
        </w:rPr>
      </w:pPr>
    </w:p>
    <w:p w:rsidR="00AB4E29" w:rsidRDefault="00AB4E29" w:rsidP="000F6C8B">
      <w:pPr>
        <w:jc w:val="center"/>
        <w:rPr>
          <w:sz w:val="28"/>
          <w:szCs w:val="28"/>
        </w:rPr>
      </w:pPr>
    </w:p>
    <w:p w:rsidR="00AB4E29" w:rsidRDefault="00AB4E29" w:rsidP="000F6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AB4E29" w:rsidRPr="000B4381" w:rsidRDefault="00AB4E29" w:rsidP="000F6C8B">
      <w:pPr>
        <w:rPr>
          <w:sz w:val="28"/>
          <w:szCs w:val="28"/>
          <w:lang w:val="ru-RU"/>
        </w:rPr>
      </w:pPr>
    </w:p>
    <w:p w:rsidR="00AB4E29" w:rsidRPr="0061741D" w:rsidRDefault="00AB4E29" w:rsidP="000F6C8B">
      <w:pPr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2"/>
          <w:szCs w:val="22"/>
        </w:rPr>
        <w:t xml:space="preserve">Додаток </w:t>
      </w:r>
    </w:p>
    <w:p w:rsidR="00AB4E29" w:rsidRPr="0061741D" w:rsidRDefault="00AB4E29" w:rsidP="000A297D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</w:t>
      </w:r>
      <w:r w:rsidRPr="0061741D">
        <w:rPr>
          <w:sz w:val="22"/>
          <w:szCs w:val="22"/>
        </w:rPr>
        <w:t>до рішення районної ради</w:t>
      </w:r>
    </w:p>
    <w:p w:rsidR="00AB4E29" w:rsidRPr="0061741D" w:rsidRDefault="00AB4E29" w:rsidP="000F6C8B">
      <w:pPr>
        <w:jc w:val="center"/>
        <w:rPr>
          <w:sz w:val="22"/>
          <w:szCs w:val="22"/>
        </w:rPr>
      </w:pPr>
      <w:r w:rsidRPr="0061741D">
        <w:rPr>
          <w:sz w:val="22"/>
          <w:szCs w:val="22"/>
        </w:rPr>
        <w:t xml:space="preserve">                                                                           </w:t>
      </w:r>
      <w:r>
        <w:rPr>
          <w:sz w:val="22"/>
          <w:szCs w:val="22"/>
        </w:rPr>
        <w:t xml:space="preserve">                                 від 20.05.2016</w:t>
      </w:r>
      <w:r w:rsidRPr="0061741D">
        <w:rPr>
          <w:sz w:val="22"/>
          <w:szCs w:val="22"/>
        </w:rPr>
        <w:t xml:space="preserve"> року</w:t>
      </w:r>
    </w:p>
    <w:p w:rsidR="00AB4E29" w:rsidRPr="0061741D" w:rsidRDefault="00AB4E29" w:rsidP="000F6C8B">
      <w:pPr>
        <w:jc w:val="center"/>
        <w:rPr>
          <w:sz w:val="22"/>
          <w:szCs w:val="22"/>
        </w:rPr>
      </w:pPr>
    </w:p>
    <w:p w:rsidR="00AB4E29" w:rsidRPr="000216E7" w:rsidRDefault="00AB4E29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>План</w:t>
      </w:r>
    </w:p>
    <w:p w:rsidR="00AB4E29" w:rsidRPr="00525607" w:rsidRDefault="00AB4E29" w:rsidP="00182184">
      <w:pPr>
        <w:jc w:val="center"/>
        <w:rPr>
          <w:b/>
          <w:sz w:val="28"/>
          <w:szCs w:val="28"/>
        </w:rPr>
      </w:pPr>
      <w:r w:rsidRPr="000216E7">
        <w:rPr>
          <w:b/>
          <w:sz w:val="28"/>
          <w:szCs w:val="28"/>
        </w:rPr>
        <w:t xml:space="preserve">роботи районної ради на </w:t>
      </w:r>
      <w:r w:rsidRPr="00421C04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півріччя 201</w:t>
      </w:r>
      <w:r>
        <w:rPr>
          <w:b/>
          <w:sz w:val="28"/>
          <w:szCs w:val="28"/>
          <w:lang w:val="ru-RU"/>
        </w:rPr>
        <w:t>6</w:t>
      </w:r>
      <w:r w:rsidRPr="000216E7">
        <w:rPr>
          <w:b/>
          <w:sz w:val="28"/>
          <w:szCs w:val="28"/>
        </w:rPr>
        <w:t xml:space="preserve"> року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4613"/>
        <w:gridCol w:w="7"/>
        <w:gridCol w:w="1785"/>
        <w:gridCol w:w="8"/>
        <w:gridCol w:w="3780"/>
      </w:tblGrid>
      <w:tr w:rsidR="00AB4E29" w:rsidTr="00AF5877">
        <w:tc>
          <w:tcPr>
            <w:tcW w:w="787" w:type="dxa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№</w:t>
            </w:r>
          </w:p>
          <w:p w:rsidR="00AB4E29" w:rsidRPr="0094011F" w:rsidRDefault="00AB4E29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п</w:t>
            </w:r>
          </w:p>
        </w:tc>
        <w:tc>
          <w:tcPr>
            <w:tcW w:w="4613" w:type="dxa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Заходи </w:t>
            </w:r>
          </w:p>
        </w:tc>
        <w:tc>
          <w:tcPr>
            <w:tcW w:w="1800" w:type="dxa"/>
            <w:gridSpan w:val="3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Термін виконання </w:t>
            </w:r>
          </w:p>
        </w:tc>
        <w:tc>
          <w:tcPr>
            <w:tcW w:w="3780" w:type="dxa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 xml:space="preserve">Відповідальні за виконання </w:t>
            </w:r>
          </w:p>
        </w:tc>
      </w:tr>
      <w:tr w:rsidR="00AB4E29" w:rsidTr="00AF5877">
        <w:tc>
          <w:tcPr>
            <w:tcW w:w="787" w:type="dxa"/>
          </w:tcPr>
          <w:p w:rsidR="00AB4E29" w:rsidRPr="00A25877" w:rsidRDefault="00AB4E29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0193" w:type="dxa"/>
            <w:gridSpan w:val="5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 w:rsidRPr="0094011F">
              <w:rPr>
                <w:b/>
                <w:sz w:val="24"/>
                <w:szCs w:val="24"/>
              </w:rPr>
              <w:t>Питання для розгляду</w:t>
            </w:r>
            <w:r>
              <w:rPr>
                <w:b/>
                <w:sz w:val="24"/>
                <w:szCs w:val="24"/>
              </w:rPr>
              <w:t xml:space="preserve"> на пленарних засіданнях районної ради </w:t>
            </w:r>
          </w:p>
        </w:tc>
      </w:tr>
      <w:tr w:rsidR="00AB4E29" w:rsidRPr="000216E7" w:rsidTr="00AF5877">
        <w:tc>
          <w:tcPr>
            <w:tcW w:w="787" w:type="dxa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 w:rsidRPr="0094011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613" w:type="dxa"/>
          </w:tcPr>
          <w:p w:rsidR="00AB4E29" w:rsidRDefault="00AB4E29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виконання районного бюджету за </w:t>
            </w:r>
            <w:r w:rsidRPr="00421C04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-е півріччя </w:t>
            </w:r>
          </w:p>
          <w:p w:rsidR="00AB4E29" w:rsidRPr="00421C04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 xml:space="preserve"> ро</w:t>
            </w:r>
            <w:r w:rsidRPr="00421C04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у</w:t>
            </w:r>
          </w:p>
        </w:tc>
        <w:tc>
          <w:tcPr>
            <w:tcW w:w="1800" w:type="dxa"/>
            <w:gridSpan w:val="3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0" w:type="dxa"/>
          </w:tcPr>
          <w:p w:rsidR="00AB4E29" w:rsidRPr="00421C04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AB4E29" w:rsidRPr="000216E7" w:rsidTr="00AF5877">
        <w:tc>
          <w:tcPr>
            <w:tcW w:w="787" w:type="dxa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613" w:type="dxa"/>
          </w:tcPr>
          <w:p w:rsidR="00AB4E29" w:rsidRPr="00421C04" w:rsidRDefault="00AB4E29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районного  бюджету за  </w:t>
            </w:r>
            <w:r w:rsidRPr="00421C04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-е півріччя 201</w:t>
            </w:r>
            <w:r>
              <w:rPr>
                <w:sz w:val="24"/>
                <w:szCs w:val="24"/>
                <w:lang w:val="ru-RU"/>
              </w:rPr>
              <w:t>6</w:t>
            </w:r>
            <w:r w:rsidRPr="00421C04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1800" w:type="dxa"/>
            <w:gridSpan w:val="3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0" w:type="dxa"/>
          </w:tcPr>
          <w:p w:rsidR="00AB4E29" w:rsidRPr="00421C04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AB4E29" w:rsidRPr="000216E7" w:rsidTr="00AF5877">
        <w:tc>
          <w:tcPr>
            <w:tcW w:w="787" w:type="dxa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613" w:type="dxa"/>
          </w:tcPr>
          <w:p w:rsidR="00AB4E29" w:rsidRPr="00421C04" w:rsidRDefault="00AB4E29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внесення змін до районного бюджету </w:t>
            </w:r>
            <w:r>
              <w:rPr>
                <w:sz w:val="24"/>
                <w:szCs w:val="24"/>
              </w:rPr>
              <w:t>на 201</w:t>
            </w:r>
            <w:r>
              <w:rPr>
                <w:sz w:val="24"/>
                <w:szCs w:val="24"/>
                <w:lang w:val="ru-RU"/>
              </w:rPr>
              <w:t>6</w:t>
            </w:r>
            <w:r w:rsidRPr="00421C04">
              <w:rPr>
                <w:sz w:val="24"/>
                <w:szCs w:val="24"/>
              </w:rPr>
              <w:t xml:space="preserve"> рік  </w:t>
            </w:r>
          </w:p>
        </w:tc>
        <w:tc>
          <w:tcPr>
            <w:tcW w:w="1800" w:type="dxa"/>
            <w:gridSpan w:val="3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0" w:type="dxa"/>
          </w:tcPr>
          <w:p w:rsidR="00AB4E29" w:rsidRPr="00421C04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AB4E29" w:rsidRPr="000216E7" w:rsidTr="00AF5877">
        <w:tc>
          <w:tcPr>
            <w:tcW w:w="787" w:type="dxa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613" w:type="dxa"/>
          </w:tcPr>
          <w:p w:rsidR="00AB4E29" w:rsidRDefault="00AB4E29" w:rsidP="00182184">
            <w:pPr>
              <w:jc w:val="both"/>
              <w:rPr>
                <w:sz w:val="24"/>
                <w:szCs w:val="24"/>
              </w:rPr>
            </w:pPr>
            <w:r w:rsidRPr="00182184">
              <w:rPr>
                <w:sz w:val="24"/>
                <w:szCs w:val="24"/>
              </w:rPr>
              <w:t>Про хід виконання рішення 1</w:t>
            </w:r>
            <w:r w:rsidRPr="007C1E59">
              <w:rPr>
                <w:sz w:val="24"/>
                <w:szCs w:val="24"/>
              </w:rPr>
              <w:t>7</w:t>
            </w:r>
            <w:r w:rsidRPr="00182184">
              <w:rPr>
                <w:sz w:val="24"/>
                <w:szCs w:val="24"/>
              </w:rPr>
              <w:t xml:space="preserve">-ої сесії районної ради </w:t>
            </w:r>
            <w:r w:rsidRPr="00182184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І</w:t>
            </w:r>
            <w:r w:rsidRPr="00182184">
              <w:rPr>
                <w:sz w:val="24"/>
                <w:szCs w:val="24"/>
              </w:rPr>
              <w:t xml:space="preserve"> скликання від </w:t>
            </w:r>
            <w:r w:rsidRPr="007C1E59">
              <w:rPr>
                <w:sz w:val="24"/>
                <w:szCs w:val="24"/>
              </w:rPr>
              <w:t xml:space="preserve">             </w:t>
            </w:r>
            <w:r w:rsidRPr="0018218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  <w:r w:rsidRPr="0018218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182184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 xml:space="preserve">13 року «Про районну Програму зайнятості населення на період до </w:t>
            </w:r>
          </w:p>
          <w:p w:rsidR="00AB4E29" w:rsidRPr="00182184" w:rsidRDefault="00AB4E29" w:rsidP="001821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року</w:t>
            </w:r>
            <w:r w:rsidRPr="00182184"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gridSpan w:val="3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0" w:type="dxa"/>
          </w:tcPr>
          <w:p w:rsidR="00AB4E29" w:rsidRPr="00421C04" w:rsidRDefault="00AB4E29" w:rsidP="00AF587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Пашинська О.Ф. – директор районного центру зайнятості</w:t>
            </w:r>
          </w:p>
        </w:tc>
      </w:tr>
      <w:tr w:rsidR="00AB4E29" w:rsidRPr="000216E7" w:rsidTr="00AF5877">
        <w:tc>
          <w:tcPr>
            <w:tcW w:w="787" w:type="dxa"/>
          </w:tcPr>
          <w:p w:rsidR="00AB4E29" w:rsidRPr="00552AA0" w:rsidRDefault="00AB4E29" w:rsidP="00AF58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613" w:type="dxa"/>
          </w:tcPr>
          <w:p w:rsidR="00AB4E29" w:rsidRPr="00421C04" w:rsidRDefault="00AB4E29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виконання районного бюджету за </w:t>
            </w:r>
            <w:r>
              <w:rPr>
                <w:sz w:val="24"/>
                <w:szCs w:val="24"/>
              </w:rPr>
              <w:t>9 місяців 201</w:t>
            </w:r>
            <w:r>
              <w:rPr>
                <w:sz w:val="24"/>
                <w:szCs w:val="24"/>
                <w:lang w:val="ru-RU"/>
              </w:rPr>
              <w:t>6</w:t>
            </w:r>
            <w:r w:rsidRPr="00421C04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оку</w:t>
            </w:r>
          </w:p>
        </w:tc>
        <w:tc>
          <w:tcPr>
            <w:tcW w:w="1800" w:type="dxa"/>
            <w:gridSpan w:val="3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AB4E29" w:rsidRPr="00421C04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AB4E29" w:rsidRPr="000216E7" w:rsidTr="00AF5877">
        <w:tc>
          <w:tcPr>
            <w:tcW w:w="787" w:type="dxa"/>
          </w:tcPr>
          <w:p w:rsidR="00AB4E29" w:rsidRPr="00552AA0" w:rsidRDefault="00AB4E29" w:rsidP="00AF58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613" w:type="dxa"/>
          </w:tcPr>
          <w:p w:rsidR="00AB4E29" w:rsidRPr="00421C04" w:rsidRDefault="00AB4E29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 xml:space="preserve">Про затвердження звіту про використання коштів резервного фонду районного  бюджету </w:t>
            </w:r>
            <w:r>
              <w:rPr>
                <w:sz w:val="24"/>
                <w:szCs w:val="24"/>
              </w:rPr>
              <w:t>9 місяців 201</w:t>
            </w:r>
            <w:r>
              <w:rPr>
                <w:sz w:val="24"/>
                <w:szCs w:val="24"/>
                <w:lang w:val="ru-RU"/>
              </w:rPr>
              <w:t>6</w:t>
            </w:r>
            <w:r w:rsidRPr="00421C04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оку</w:t>
            </w:r>
          </w:p>
        </w:tc>
        <w:tc>
          <w:tcPr>
            <w:tcW w:w="1800" w:type="dxa"/>
            <w:gridSpan w:val="3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AB4E29" w:rsidRPr="00421C04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AB4E29" w:rsidRPr="000216E7" w:rsidTr="00AF5877">
        <w:tc>
          <w:tcPr>
            <w:tcW w:w="787" w:type="dxa"/>
          </w:tcPr>
          <w:p w:rsidR="00AB4E29" w:rsidRPr="00552AA0" w:rsidRDefault="00AB4E29" w:rsidP="00AF58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613" w:type="dxa"/>
          </w:tcPr>
          <w:p w:rsidR="00AB4E29" w:rsidRPr="00421C04" w:rsidRDefault="00AB4E29" w:rsidP="00AF5877">
            <w:pPr>
              <w:rPr>
                <w:sz w:val="24"/>
                <w:szCs w:val="24"/>
              </w:rPr>
            </w:pPr>
            <w:r w:rsidRPr="00421C04">
              <w:rPr>
                <w:sz w:val="24"/>
                <w:szCs w:val="24"/>
              </w:rPr>
              <w:t>Про внесення з</w:t>
            </w:r>
            <w:r>
              <w:rPr>
                <w:sz w:val="24"/>
                <w:szCs w:val="24"/>
              </w:rPr>
              <w:t>мін до районного бюджету на 201</w:t>
            </w:r>
            <w:r>
              <w:rPr>
                <w:sz w:val="24"/>
                <w:szCs w:val="24"/>
                <w:lang w:val="ru-RU"/>
              </w:rPr>
              <w:t>6</w:t>
            </w:r>
            <w:r w:rsidRPr="00421C04">
              <w:rPr>
                <w:sz w:val="24"/>
                <w:szCs w:val="24"/>
              </w:rPr>
              <w:t xml:space="preserve"> рік  </w:t>
            </w:r>
          </w:p>
        </w:tc>
        <w:tc>
          <w:tcPr>
            <w:tcW w:w="1800" w:type="dxa"/>
            <w:gridSpan w:val="3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AB4E29" w:rsidRPr="00421C04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AB4E29" w:rsidRPr="000216E7" w:rsidTr="00AF5877">
        <w:tc>
          <w:tcPr>
            <w:tcW w:w="787" w:type="dxa"/>
          </w:tcPr>
          <w:p w:rsidR="00AB4E29" w:rsidRPr="00552AA0" w:rsidRDefault="00AB4E29" w:rsidP="00AF58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613" w:type="dxa"/>
          </w:tcPr>
          <w:p w:rsidR="00AB4E29" w:rsidRPr="00254E26" w:rsidRDefault="00AB4E29" w:rsidP="00547782">
            <w:pPr>
              <w:rPr>
                <w:sz w:val="24"/>
                <w:szCs w:val="24"/>
              </w:rPr>
            </w:pPr>
            <w:r w:rsidRPr="00254E26">
              <w:rPr>
                <w:sz w:val="24"/>
                <w:szCs w:val="24"/>
              </w:rPr>
              <w:t>Про Програму економічного і соціального розвитк</w:t>
            </w:r>
            <w:r>
              <w:rPr>
                <w:sz w:val="24"/>
                <w:szCs w:val="24"/>
              </w:rPr>
              <w:t xml:space="preserve">у  Черняхівського району на </w:t>
            </w:r>
            <w:r w:rsidRPr="00547782">
              <w:rPr>
                <w:sz w:val="24"/>
                <w:szCs w:val="24"/>
                <w:lang w:val="ru-RU"/>
              </w:rPr>
              <w:t xml:space="preserve">           </w:t>
            </w:r>
            <w:r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ru-RU"/>
              </w:rPr>
              <w:t>7</w:t>
            </w:r>
            <w:r w:rsidRPr="00547782">
              <w:rPr>
                <w:sz w:val="24"/>
                <w:szCs w:val="24"/>
                <w:lang w:val="ru-RU"/>
              </w:rPr>
              <w:t xml:space="preserve"> </w:t>
            </w:r>
            <w:r w:rsidRPr="00254E26">
              <w:rPr>
                <w:sz w:val="24"/>
                <w:szCs w:val="24"/>
              </w:rPr>
              <w:t>рік.</w:t>
            </w:r>
          </w:p>
        </w:tc>
        <w:tc>
          <w:tcPr>
            <w:tcW w:w="1800" w:type="dxa"/>
            <w:gridSpan w:val="3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AB4E29" w:rsidRPr="00421C04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Захарова Н.О. – начальник відділу економічного розвитку і торгівлі райдержадміністрації</w:t>
            </w:r>
          </w:p>
        </w:tc>
      </w:tr>
      <w:tr w:rsidR="00AB4E29" w:rsidRPr="000216E7" w:rsidTr="00AF5877">
        <w:tc>
          <w:tcPr>
            <w:tcW w:w="787" w:type="dxa"/>
          </w:tcPr>
          <w:p w:rsidR="00AB4E29" w:rsidRPr="00D41E13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41E13">
              <w:rPr>
                <w:sz w:val="24"/>
                <w:szCs w:val="24"/>
              </w:rPr>
              <w:t>9</w:t>
            </w:r>
          </w:p>
        </w:tc>
        <w:tc>
          <w:tcPr>
            <w:tcW w:w="4613" w:type="dxa"/>
          </w:tcPr>
          <w:p w:rsidR="00AB4E29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районний бюджет на 201</w:t>
            </w:r>
            <w:r w:rsidRPr="00D41E1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1800" w:type="dxa"/>
            <w:gridSpan w:val="3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AB4E29" w:rsidRPr="00421C04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Кондрацька О.В.</w:t>
            </w:r>
            <w:r w:rsidRPr="00421C0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начальник</w:t>
            </w:r>
            <w:r w:rsidRPr="00421C04">
              <w:rPr>
                <w:sz w:val="24"/>
                <w:szCs w:val="24"/>
              </w:rPr>
              <w:t xml:space="preserve"> управління фінансів райдержадміністрації</w:t>
            </w:r>
          </w:p>
        </w:tc>
      </w:tr>
      <w:tr w:rsidR="00AB4E29" w:rsidRPr="000216E7" w:rsidTr="00AF5877">
        <w:tc>
          <w:tcPr>
            <w:tcW w:w="787" w:type="dxa"/>
          </w:tcPr>
          <w:p w:rsidR="00AB4E29" w:rsidRPr="00D41E13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Pr="00D41E13">
              <w:rPr>
                <w:sz w:val="24"/>
                <w:szCs w:val="24"/>
              </w:rPr>
              <w:t>0</w:t>
            </w:r>
          </w:p>
        </w:tc>
        <w:tc>
          <w:tcPr>
            <w:tcW w:w="4613" w:type="dxa"/>
          </w:tcPr>
          <w:p w:rsidR="00AB4E29" w:rsidRPr="00421C04" w:rsidRDefault="00AB4E29" w:rsidP="005C33E8">
            <w:pPr>
              <w:rPr>
                <w:sz w:val="24"/>
                <w:szCs w:val="24"/>
              </w:rPr>
            </w:pPr>
            <w:r w:rsidRPr="009949DA">
              <w:rPr>
                <w:sz w:val="24"/>
                <w:szCs w:val="24"/>
              </w:rPr>
              <w:t xml:space="preserve">Про хід виконання рішення </w:t>
            </w:r>
            <w:r>
              <w:rPr>
                <w:sz w:val="24"/>
                <w:szCs w:val="24"/>
              </w:rPr>
              <w:t>4-ої</w:t>
            </w:r>
            <w:r w:rsidRPr="009949DA">
              <w:rPr>
                <w:sz w:val="24"/>
                <w:szCs w:val="24"/>
              </w:rPr>
              <w:t xml:space="preserve"> сесії районної ради </w:t>
            </w:r>
            <w:r w:rsidRPr="009949DA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lang w:val="en-US"/>
              </w:rPr>
              <w:t>I</w:t>
            </w:r>
            <w:r w:rsidRPr="009949DA">
              <w:rPr>
                <w:sz w:val="24"/>
                <w:szCs w:val="24"/>
              </w:rPr>
              <w:t xml:space="preserve"> скликання від </w:t>
            </w:r>
            <w:r>
              <w:rPr>
                <w:sz w:val="24"/>
                <w:szCs w:val="24"/>
              </w:rPr>
              <w:t xml:space="preserve"> 25.03.2011</w:t>
            </w:r>
            <w:r w:rsidRPr="009949DA">
              <w:rPr>
                <w:sz w:val="24"/>
                <w:szCs w:val="24"/>
              </w:rPr>
              <w:t xml:space="preserve"> року </w:t>
            </w:r>
            <w:r w:rsidRPr="0054778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Про районну Програму щодо виконання заходів                         Загальнодержавної програми</w:t>
            </w:r>
            <w:r w:rsidRPr="005477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«Національний план дій щодо реалізації Конвенції ООН про права дитини» на 2011-2016</w:t>
            </w:r>
            <w:r w:rsidRPr="00547782">
              <w:rPr>
                <w:sz w:val="24"/>
                <w:szCs w:val="24"/>
              </w:rPr>
              <w:t xml:space="preserve"> роки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gridSpan w:val="3"/>
          </w:tcPr>
          <w:p w:rsidR="00AB4E29" w:rsidRPr="0094011F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0" w:type="dxa"/>
          </w:tcPr>
          <w:p w:rsidR="00AB4E29" w:rsidRPr="0094011F" w:rsidRDefault="00AB4E29" w:rsidP="007C1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Максимчук З.В.- начальник служби у справах дітей райдержадміністрації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E46213" w:rsidRDefault="00AB4E29" w:rsidP="00AF5877">
            <w:pPr>
              <w:rPr>
                <w:b/>
                <w:sz w:val="24"/>
                <w:szCs w:val="24"/>
              </w:rPr>
            </w:pPr>
            <w:r w:rsidRPr="00E46213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0193" w:type="dxa"/>
            <w:gridSpan w:val="5"/>
          </w:tcPr>
          <w:p w:rsidR="00AB4E29" w:rsidRPr="00E46213" w:rsidRDefault="00AB4E29" w:rsidP="00AF5877">
            <w:pPr>
              <w:rPr>
                <w:sz w:val="24"/>
                <w:szCs w:val="24"/>
              </w:rPr>
            </w:pPr>
            <w:r w:rsidRPr="00E46213">
              <w:rPr>
                <w:b/>
                <w:sz w:val="24"/>
                <w:szCs w:val="24"/>
              </w:rPr>
              <w:t>Питання для вивчення та розгляду постійними комісіями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9949DA" w:rsidRDefault="00AB4E29" w:rsidP="00AF5877">
            <w:pPr>
              <w:rPr>
                <w:sz w:val="24"/>
                <w:szCs w:val="24"/>
              </w:rPr>
            </w:pPr>
            <w:r w:rsidRPr="009949DA">
              <w:rPr>
                <w:sz w:val="24"/>
                <w:szCs w:val="24"/>
              </w:rPr>
              <w:t>2.1</w:t>
            </w:r>
          </w:p>
        </w:tc>
        <w:tc>
          <w:tcPr>
            <w:tcW w:w="4620" w:type="dxa"/>
            <w:gridSpan w:val="2"/>
          </w:tcPr>
          <w:p w:rsidR="00AB4E29" w:rsidRPr="009949DA" w:rsidRDefault="00AB4E29" w:rsidP="001A0D6B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Звіт директора РК РЕП Данилка О.В. </w:t>
            </w:r>
          </w:p>
        </w:tc>
        <w:tc>
          <w:tcPr>
            <w:tcW w:w="1785" w:type="dxa"/>
          </w:tcPr>
          <w:p w:rsidR="00AB4E29" w:rsidRPr="00A71098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8" w:type="dxa"/>
            <w:gridSpan w:val="2"/>
          </w:tcPr>
          <w:p w:rsidR="00AB4E29" w:rsidRDefault="00AB4E29" w:rsidP="00A957F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Жук С.В.</w:t>
            </w:r>
            <w:r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9949DA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</w:t>
            </w:r>
            <w:r>
              <w:rPr>
                <w:bCs/>
                <w:sz w:val="24"/>
                <w:szCs w:val="24"/>
              </w:rPr>
              <w:t>у</w:t>
            </w:r>
          </w:p>
          <w:p w:rsidR="00AB4E29" w:rsidRPr="00A957F9" w:rsidRDefault="00AB4E29" w:rsidP="00A957F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Данилко О.В.- директор РК РЕП</w:t>
            </w:r>
            <w:r w:rsidRPr="00547782">
              <w:rPr>
                <w:sz w:val="24"/>
                <w:szCs w:val="24"/>
              </w:rPr>
              <w:t xml:space="preserve">   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9949DA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620" w:type="dxa"/>
            <w:gridSpan w:val="2"/>
          </w:tcPr>
          <w:p w:rsidR="00AB4E29" w:rsidRDefault="00AB4E29" w:rsidP="009279CB">
            <w:pPr>
              <w:pStyle w:val="BodyTex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Звіт в.о.редактора КВПП «Редакція газети «Нове життя» Свінціцької А.С.</w:t>
            </w:r>
          </w:p>
          <w:p w:rsidR="00AB4E29" w:rsidRPr="009949DA" w:rsidRDefault="00AB4E29" w:rsidP="005C33E8">
            <w:pPr>
              <w:pStyle w:val="BodyText2"/>
              <w:spacing w:line="240" w:lineRule="auto"/>
              <w:jc w:val="both"/>
              <w:rPr>
                <w:sz w:val="24"/>
                <w:szCs w:val="24"/>
              </w:rPr>
            </w:pPr>
            <w:r w:rsidRPr="009279C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785" w:type="dxa"/>
          </w:tcPr>
          <w:p w:rsidR="00AB4E29" w:rsidRPr="00A71098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вересень </w:t>
            </w:r>
          </w:p>
        </w:tc>
        <w:tc>
          <w:tcPr>
            <w:tcW w:w="3788" w:type="dxa"/>
            <w:gridSpan w:val="2"/>
          </w:tcPr>
          <w:p w:rsidR="00AB4E29" w:rsidRPr="009949DA" w:rsidRDefault="00AB4E29" w:rsidP="00AF5877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Жук С.В.</w:t>
            </w:r>
            <w:r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9949DA">
              <w:rPr>
                <w:bCs/>
                <w:sz w:val="24"/>
                <w:szCs w:val="24"/>
              </w:rPr>
              <w:t xml:space="preserve">бюджету, комунальної власності та 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9949DA">
              <w:rPr>
                <w:bCs/>
                <w:sz w:val="24"/>
                <w:szCs w:val="24"/>
              </w:rPr>
              <w:t>соціально-економічного розвитку району</w:t>
            </w:r>
          </w:p>
          <w:p w:rsidR="00AB4E29" w:rsidRPr="009949DA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Свінціцька А.С. – в.о.редактора КВПП «Редакція газети                   «Нове життя»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Default="00AB4E29" w:rsidP="00DB0A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620" w:type="dxa"/>
            <w:gridSpan w:val="2"/>
          </w:tcPr>
          <w:p w:rsidR="00AB4E29" w:rsidRDefault="00AB4E29" w:rsidP="009279CB">
            <w:pPr>
              <w:pStyle w:val="BodyTex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Звіт директора ДЮСШ Гриневича Г.М.</w:t>
            </w:r>
          </w:p>
        </w:tc>
        <w:tc>
          <w:tcPr>
            <w:tcW w:w="1785" w:type="dxa"/>
          </w:tcPr>
          <w:p w:rsidR="00AB4E29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8" w:type="dxa"/>
            <w:gridSpan w:val="2"/>
          </w:tcPr>
          <w:p w:rsidR="00AB4E29" w:rsidRPr="009949DA" w:rsidRDefault="00AB4E29" w:rsidP="001A0D6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Жук С.В.</w:t>
            </w:r>
            <w:r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9949DA">
              <w:rPr>
                <w:bCs/>
                <w:sz w:val="24"/>
                <w:szCs w:val="24"/>
              </w:rPr>
              <w:t xml:space="preserve">бюджету, комунальної власності та 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9949DA">
              <w:rPr>
                <w:bCs/>
                <w:sz w:val="24"/>
                <w:szCs w:val="24"/>
              </w:rPr>
              <w:t>соціально-економічного розвитку району</w:t>
            </w:r>
          </w:p>
          <w:p w:rsidR="00AB4E29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Гриневич Г.М.- директор ДЮСШ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Default="00AB4E29" w:rsidP="00651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620" w:type="dxa"/>
            <w:gridSpan w:val="2"/>
          </w:tcPr>
          <w:p w:rsidR="00AB4E29" w:rsidRDefault="00AB4E29" w:rsidP="009279CB">
            <w:pPr>
              <w:pStyle w:val="BodyTex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Про хід виконання рішення 28-ої сесії районної ради УІ скликання від 26.12.2014 року «Про районну Програму підтримки діяльності районної Комунальної установи Трудовий архів» на 2011-2018 роки»             </w:t>
            </w:r>
          </w:p>
          <w:p w:rsidR="00AB4E29" w:rsidRPr="00F031C2" w:rsidRDefault="00AB4E29" w:rsidP="00B27CD6">
            <w:pPr>
              <w:jc w:val="both"/>
              <w:rPr>
                <w:sz w:val="24"/>
              </w:rPr>
            </w:pPr>
          </w:p>
        </w:tc>
        <w:tc>
          <w:tcPr>
            <w:tcW w:w="1785" w:type="dxa"/>
          </w:tcPr>
          <w:p w:rsidR="00AB4E29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3788" w:type="dxa"/>
            <w:gridSpan w:val="2"/>
          </w:tcPr>
          <w:p w:rsidR="00AB4E29" w:rsidRDefault="00AB4E29" w:rsidP="00984E01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Жук С.В</w:t>
            </w:r>
            <w:r w:rsidRPr="009949D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9949DA">
              <w:rPr>
                <w:bCs/>
                <w:sz w:val="24"/>
                <w:szCs w:val="24"/>
              </w:rPr>
              <w:t>бюджету, комунальної власності та соціально-економічного розвитку району</w:t>
            </w:r>
          </w:p>
          <w:p w:rsidR="00AB4E29" w:rsidRDefault="00AB4E29" w:rsidP="00984E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Швець Н.В. – начальник </w:t>
            </w:r>
          </w:p>
          <w:p w:rsidR="00AB4E29" w:rsidRPr="00984E01" w:rsidRDefault="00AB4E29" w:rsidP="00984E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КУ «Трудовий архів»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9949DA" w:rsidRDefault="00AB4E29" w:rsidP="009A1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620" w:type="dxa"/>
            <w:gridSpan w:val="2"/>
          </w:tcPr>
          <w:p w:rsidR="00AB4E29" w:rsidRPr="00847A29" w:rsidRDefault="00AB4E29" w:rsidP="00DF2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стан виконання основних положень Закону України «Про місцеве самоврядування в Україні» на території  Селянщинської сільської ради</w:t>
            </w:r>
          </w:p>
          <w:p w:rsidR="00AB4E29" w:rsidRPr="001445CA" w:rsidRDefault="00AB4E29" w:rsidP="00DF27BD">
            <w:pPr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AB4E29" w:rsidRPr="00A71098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8" w:type="dxa"/>
            <w:gridSpan w:val="2"/>
          </w:tcPr>
          <w:p w:rsidR="00AB4E29" w:rsidRDefault="00AB4E29" w:rsidP="006372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Малашевич Ю.П.- </w:t>
            </w:r>
            <w:r w:rsidRPr="00DD7B85">
              <w:rPr>
                <w:sz w:val="24"/>
                <w:szCs w:val="24"/>
              </w:rPr>
              <w:t>голова постійної комісії районної ради з питань регламенту, депутатської етики, правопорядку та прав людин</w:t>
            </w:r>
            <w:r>
              <w:rPr>
                <w:sz w:val="24"/>
                <w:szCs w:val="24"/>
              </w:rPr>
              <w:t>и</w:t>
            </w:r>
          </w:p>
          <w:p w:rsidR="00AB4E29" w:rsidRPr="009949DA" w:rsidRDefault="00AB4E29" w:rsidP="006372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Матвійчук В.Л.- Селянщинський сільський голова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9949DA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620" w:type="dxa"/>
            <w:gridSpan w:val="2"/>
          </w:tcPr>
          <w:p w:rsidR="00AB4E29" w:rsidRPr="009949DA" w:rsidRDefault="00AB4E29" w:rsidP="002B1D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 стан виконання основних положень Закону України «Про місцеве самоврядування в Україні» на території Очеретянської сільської ради  </w:t>
            </w:r>
          </w:p>
        </w:tc>
        <w:tc>
          <w:tcPr>
            <w:tcW w:w="1785" w:type="dxa"/>
          </w:tcPr>
          <w:p w:rsidR="00AB4E29" w:rsidRPr="00A71098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AB4E29" w:rsidRPr="00DD7B85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Малашевич Ю.П. - </w:t>
            </w:r>
            <w:r w:rsidRPr="00DD7B85">
              <w:rPr>
                <w:sz w:val="24"/>
                <w:szCs w:val="24"/>
              </w:rPr>
              <w:t xml:space="preserve">голова постійної комісії районної ради з питань регламенту, депутатської етики, правопорядку та прав людини </w:t>
            </w:r>
          </w:p>
          <w:p w:rsidR="00AB4E29" w:rsidRPr="009949DA" w:rsidRDefault="00AB4E29" w:rsidP="002B1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Колесник Л.І. –  Очеретянський  сільський голова 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9949DA" w:rsidRDefault="00AB4E29" w:rsidP="00702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620" w:type="dxa"/>
            <w:gridSpan w:val="2"/>
          </w:tcPr>
          <w:p w:rsidR="00AB4E29" w:rsidRDefault="00AB4E29" w:rsidP="002B1D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стан використання землі на території Горбулівської  сільської ради</w:t>
            </w:r>
          </w:p>
        </w:tc>
        <w:tc>
          <w:tcPr>
            <w:tcW w:w="1785" w:type="dxa"/>
          </w:tcPr>
          <w:p w:rsidR="00AB4E29" w:rsidRPr="00A71098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8" w:type="dxa"/>
            <w:gridSpan w:val="2"/>
          </w:tcPr>
          <w:p w:rsidR="00AB4E29" w:rsidRPr="00AE21EA" w:rsidRDefault="00AB4E29" w:rsidP="00AF5877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Трояченко Р.М.</w:t>
            </w:r>
            <w:r w:rsidRPr="00AE21E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 w:rsidRPr="00AE21E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AB4E29" w:rsidRPr="00D34864" w:rsidRDefault="00AB4E29" w:rsidP="002E24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Радченко П.П.  –  Горбулівський сільський голова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9949DA" w:rsidRDefault="00AB4E29" w:rsidP="009F6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620" w:type="dxa"/>
            <w:gridSpan w:val="2"/>
          </w:tcPr>
          <w:p w:rsidR="00AB4E29" w:rsidRPr="00082134" w:rsidRDefault="00AB4E29" w:rsidP="00AF5877">
            <w:pPr>
              <w:jc w:val="both"/>
              <w:rPr>
                <w:sz w:val="24"/>
                <w:szCs w:val="24"/>
              </w:rPr>
            </w:pPr>
            <w:r w:rsidRPr="006F737A">
              <w:rPr>
                <w:sz w:val="24"/>
                <w:szCs w:val="24"/>
              </w:rPr>
              <w:t xml:space="preserve">Про </w:t>
            </w:r>
            <w:r>
              <w:rPr>
                <w:sz w:val="24"/>
                <w:szCs w:val="24"/>
              </w:rPr>
              <w:t>стан використання землі на території Селецької сільської ради</w:t>
            </w:r>
          </w:p>
        </w:tc>
        <w:tc>
          <w:tcPr>
            <w:tcW w:w="1785" w:type="dxa"/>
          </w:tcPr>
          <w:p w:rsidR="00AB4E29" w:rsidRPr="00A71098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AB4E29" w:rsidRPr="00AE21EA" w:rsidRDefault="00AB4E29" w:rsidP="00AF5877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Трояченко Р.М</w:t>
            </w:r>
            <w:r w:rsidRPr="00AE21EA">
              <w:rPr>
                <w:sz w:val="24"/>
                <w:szCs w:val="24"/>
              </w:rPr>
              <w:t xml:space="preserve">.- голова постійної комісії районної ради  з питань </w:t>
            </w:r>
            <w:r w:rsidRPr="00AE21EA">
              <w:rPr>
                <w:bCs/>
                <w:sz w:val="24"/>
                <w:szCs w:val="24"/>
              </w:rPr>
              <w:t xml:space="preserve">агропромислового розвитку, земельних відносин та екології </w:t>
            </w:r>
          </w:p>
          <w:p w:rsidR="00AB4E29" w:rsidRPr="009949DA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Опанасюк А.В. – Селецький сільський голова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9949DA" w:rsidRDefault="00AB4E29" w:rsidP="00812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620" w:type="dxa"/>
            <w:gridSpan w:val="2"/>
          </w:tcPr>
          <w:p w:rsidR="00AB4E29" w:rsidRPr="001807E5" w:rsidRDefault="00AB4E29" w:rsidP="001807E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 хід виконання рішення 26</w:t>
            </w:r>
            <w:r w:rsidRPr="00EC78BE">
              <w:rPr>
                <w:sz w:val="24"/>
                <w:szCs w:val="24"/>
              </w:rPr>
              <w:t xml:space="preserve">-ої сесії районної ради </w:t>
            </w:r>
            <w:r w:rsidRPr="00EC78BE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 скликання від   26.09.2014</w:t>
            </w:r>
            <w:r w:rsidRPr="00EC78BE">
              <w:rPr>
                <w:sz w:val="24"/>
                <w:szCs w:val="24"/>
              </w:rPr>
              <w:t xml:space="preserve"> року «</w:t>
            </w:r>
            <w:r w:rsidRPr="001807E5">
              <w:rPr>
                <w:sz w:val="24"/>
                <w:szCs w:val="24"/>
              </w:rPr>
              <w:t>Про районну Програму поліпшення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1807E5">
              <w:rPr>
                <w:sz w:val="24"/>
                <w:szCs w:val="24"/>
              </w:rPr>
              <w:t>стану безпеки, гігієни праці та</w:t>
            </w:r>
          </w:p>
          <w:p w:rsidR="00AB4E29" w:rsidRPr="001807E5" w:rsidRDefault="00AB4E29" w:rsidP="001807E5">
            <w:pPr>
              <w:jc w:val="both"/>
              <w:rPr>
                <w:sz w:val="24"/>
                <w:szCs w:val="24"/>
              </w:rPr>
            </w:pPr>
            <w:r w:rsidRPr="001807E5">
              <w:rPr>
                <w:sz w:val="24"/>
                <w:szCs w:val="24"/>
              </w:rPr>
              <w:t>виробничого середовища</w:t>
            </w:r>
            <w:r>
              <w:rPr>
                <w:sz w:val="24"/>
                <w:szCs w:val="24"/>
              </w:rPr>
              <w:t xml:space="preserve"> </w:t>
            </w:r>
            <w:r w:rsidRPr="001807E5">
              <w:rPr>
                <w:sz w:val="24"/>
                <w:szCs w:val="24"/>
              </w:rPr>
              <w:t>на 2014-2018 роки</w:t>
            </w:r>
            <w:r>
              <w:rPr>
                <w:sz w:val="24"/>
                <w:szCs w:val="24"/>
              </w:rPr>
              <w:t>»</w:t>
            </w:r>
          </w:p>
          <w:p w:rsidR="00AB4E29" w:rsidRPr="001807E5" w:rsidRDefault="00AB4E29" w:rsidP="001807E5">
            <w:pPr>
              <w:jc w:val="both"/>
              <w:rPr>
                <w:sz w:val="24"/>
                <w:szCs w:val="24"/>
              </w:rPr>
            </w:pPr>
          </w:p>
          <w:p w:rsidR="00AB4E29" w:rsidRPr="00EC78BE" w:rsidRDefault="00AB4E29" w:rsidP="001807E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AB4E29" w:rsidRPr="00A71098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3788" w:type="dxa"/>
            <w:gridSpan w:val="2"/>
          </w:tcPr>
          <w:p w:rsidR="00AB4E29" w:rsidRPr="00BD7F91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Сташенко О.Ф.</w:t>
            </w:r>
            <w:r w:rsidRPr="00AE21EA">
              <w:rPr>
                <w:sz w:val="24"/>
                <w:szCs w:val="24"/>
              </w:rPr>
              <w:t xml:space="preserve">- голова постійної комісії районної ради  з питань </w:t>
            </w:r>
            <w:r>
              <w:rPr>
                <w:sz w:val="24"/>
                <w:szCs w:val="24"/>
              </w:rPr>
              <w:t xml:space="preserve">освіти, </w:t>
            </w:r>
            <w:r w:rsidRPr="00AE21EA">
              <w:rPr>
                <w:sz w:val="24"/>
                <w:szCs w:val="24"/>
              </w:rPr>
              <w:t>охорони здоров</w:t>
            </w:r>
            <w:r w:rsidRPr="001807E5">
              <w:rPr>
                <w:sz w:val="24"/>
                <w:szCs w:val="24"/>
              </w:rPr>
              <w:t>’</w:t>
            </w:r>
            <w:r w:rsidRPr="00AE21EA">
              <w:rPr>
                <w:sz w:val="24"/>
                <w:szCs w:val="24"/>
              </w:rPr>
              <w:t xml:space="preserve">я та соціального захисту населення </w:t>
            </w:r>
          </w:p>
          <w:p w:rsidR="00AB4E29" w:rsidRPr="009949DA" w:rsidRDefault="00AB4E29" w:rsidP="00180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Зіневич Я. В.</w:t>
            </w:r>
            <w:r w:rsidRPr="00AE21E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 начальник управління праці та соціального захисту населення райдержадміністрації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9949DA" w:rsidRDefault="00AB4E29" w:rsidP="00D72A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4620" w:type="dxa"/>
            <w:gridSpan w:val="2"/>
          </w:tcPr>
          <w:p w:rsidR="00AB4E29" w:rsidRDefault="00AB4E29" w:rsidP="00032E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Звіт головного лікаря  КУ «Центр               ПМСД»</w:t>
            </w:r>
          </w:p>
        </w:tc>
        <w:tc>
          <w:tcPr>
            <w:tcW w:w="1785" w:type="dxa"/>
          </w:tcPr>
          <w:p w:rsidR="00AB4E29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вересень </w:t>
            </w:r>
          </w:p>
        </w:tc>
        <w:tc>
          <w:tcPr>
            <w:tcW w:w="3788" w:type="dxa"/>
            <w:gridSpan w:val="2"/>
          </w:tcPr>
          <w:p w:rsidR="00AB4E29" w:rsidRPr="000E0EC3" w:rsidRDefault="00AB4E29" w:rsidP="00032E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Сташенко О.Ф. </w:t>
            </w:r>
            <w:r w:rsidRPr="00AE21EA">
              <w:rPr>
                <w:sz w:val="24"/>
                <w:szCs w:val="24"/>
              </w:rPr>
              <w:t>- голова постійної комісії районної ради  з питань</w:t>
            </w:r>
            <w:r>
              <w:rPr>
                <w:sz w:val="24"/>
                <w:szCs w:val="24"/>
              </w:rPr>
              <w:t xml:space="preserve"> освіти, культури,</w:t>
            </w:r>
            <w:r w:rsidRPr="00AE21EA">
              <w:rPr>
                <w:sz w:val="24"/>
                <w:szCs w:val="24"/>
              </w:rPr>
              <w:t xml:space="preserve"> охорони здоров</w:t>
            </w:r>
            <w:r w:rsidRPr="001807E5">
              <w:rPr>
                <w:sz w:val="24"/>
                <w:szCs w:val="24"/>
              </w:rPr>
              <w:t>’</w:t>
            </w:r>
            <w:r w:rsidRPr="00AE21EA">
              <w:rPr>
                <w:sz w:val="24"/>
                <w:szCs w:val="24"/>
              </w:rPr>
              <w:t xml:space="preserve">я та соціального захисту населення </w:t>
            </w:r>
          </w:p>
          <w:p w:rsidR="00AB4E29" w:rsidRDefault="00AB4E29" w:rsidP="00AF5877">
            <w:pPr>
              <w:rPr>
                <w:sz w:val="24"/>
                <w:szCs w:val="24"/>
              </w:rPr>
            </w:pPr>
            <w:r w:rsidRPr="000E0EC3">
              <w:rPr>
                <w:sz w:val="24"/>
                <w:szCs w:val="24"/>
              </w:rPr>
              <w:t>Виговська А.М. – головний лікар КУ « Центр ПМСД»</w:t>
            </w:r>
          </w:p>
          <w:p w:rsidR="00AB4E29" w:rsidRPr="000E0EC3" w:rsidRDefault="00AB4E29" w:rsidP="00AF5877">
            <w:pPr>
              <w:rPr>
                <w:sz w:val="24"/>
                <w:szCs w:val="24"/>
              </w:rPr>
            </w:pPr>
          </w:p>
        </w:tc>
      </w:tr>
      <w:tr w:rsidR="00AB4E29" w:rsidRPr="00315333" w:rsidTr="00AF5877">
        <w:tc>
          <w:tcPr>
            <w:tcW w:w="787" w:type="dxa"/>
          </w:tcPr>
          <w:p w:rsidR="00AB4E29" w:rsidRPr="009949DA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4620" w:type="dxa"/>
            <w:gridSpan w:val="2"/>
          </w:tcPr>
          <w:p w:rsidR="00AB4E29" w:rsidRPr="000A7CD2" w:rsidRDefault="00AB4E29" w:rsidP="000A7CD2">
            <w:pPr>
              <w:rPr>
                <w:sz w:val="24"/>
                <w:szCs w:val="24"/>
              </w:rPr>
            </w:pPr>
            <w:r w:rsidRPr="009949DA">
              <w:rPr>
                <w:sz w:val="24"/>
                <w:szCs w:val="24"/>
              </w:rPr>
              <w:t xml:space="preserve">Про хід виконання рішення </w:t>
            </w:r>
            <w:r>
              <w:rPr>
                <w:sz w:val="24"/>
                <w:szCs w:val="24"/>
              </w:rPr>
              <w:t>10-ої</w:t>
            </w:r>
            <w:r w:rsidRPr="009949DA">
              <w:rPr>
                <w:sz w:val="24"/>
                <w:szCs w:val="24"/>
              </w:rPr>
              <w:t xml:space="preserve"> сесії районної ради </w:t>
            </w:r>
            <w:r w:rsidRPr="009949DA">
              <w:rPr>
                <w:sz w:val="24"/>
                <w:szCs w:val="24"/>
                <w:lang w:val="en-US"/>
              </w:rPr>
              <w:t>V</w:t>
            </w:r>
            <w:r w:rsidRPr="009949DA">
              <w:rPr>
                <w:sz w:val="24"/>
                <w:szCs w:val="24"/>
              </w:rPr>
              <w:t xml:space="preserve"> скликання від </w:t>
            </w:r>
            <w:r>
              <w:rPr>
                <w:sz w:val="24"/>
                <w:szCs w:val="24"/>
              </w:rPr>
              <w:t>12.10.2017</w:t>
            </w:r>
            <w:r w:rsidRPr="009949DA">
              <w:rPr>
                <w:sz w:val="24"/>
                <w:szCs w:val="24"/>
              </w:rPr>
              <w:t xml:space="preserve"> року </w:t>
            </w:r>
            <w:r>
              <w:rPr>
                <w:sz w:val="24"/>
                <w:szCs w:val="24"/>
              </w:rPr>
              <w:t>«Про  Програму підтримки обдарованих учнів навчальних закладів району «Обдаровані діти Черняхівщини»</w:t>
            </w:r>
          </w:p>
          <w:p w:rsidR="00AB4E29" w:rsidRPr="009949DA" w:rsidRDefault="00AB4E29" w:rsidP="000A7CD2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785" w:type="dxa"/>
          </w:tcPr>
          <w:p w:rsidR="00AB4E29" w:rsidRPr="00A71098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грудень </w:t>
            </w:r>
          </w:p>
        </w:tc>
        <w:tc>
          <w:tcPr>
            <w:tcW w:w="3788" w:type="dxa"/>
            <w:gridSpan w:val="2"/>
          </w:tcPr>
          <w:p w:rsidR="00AB4E29" w:rsidRDefault="00AB4E29" w:rsidP="000A7C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Сташенко О.Ф. - </w:t>
            </w:r>
            <w:r w:rsidRPr="00AE21EA">
              <w:rPr>
                <w:sz w:val="24"/>
                <w:szCs w:val="24"/>
              </w:rPr>
              <w:t xml:space="preserve"> голова постійної комісії районної ради  з питань</w:t>
            </w:r>
            <w:r>
              <w:rPr>
                <w:sz w:val="24"/>
                <w:szCs w:val="24"/>
              </w:rPr>
              <w:t xml:space="preserve"> освіти,</w:t>
            </w:r>
            <w:r w:rsidRPr="00AE21EA">
              <w:rPr>
                <w:sz w:val="24"/>
                <w:szCs w:val="24"/>
              </w:rPr>
              <w:t xml:space="preserve"> охорони здоров</w:t>
            </w:r>
            <w:r w:rsidRPr="003C23A0">
              <w:rPr>
                <w:sz w:val="24"/>
                <w:szCs w:val="24"/>
              </w:rPr>
              <w:t>’</w:t>
            </w:r>
            <w:r w:rsidRPr="00AE21EA">
              <w:rPr>
                <w:sz w:val="24"/>
                <w:szCs w:val="24"/>
              </w:rPr>
              <w:t xml:space="preserve">я та соціального захисту населення </w:t>
            </w:r>
          </w:p>
          <w:p w:rsidR="00AB4E29" w:rsidRPr="00637295" w:rsidRDefault="00AB4E29" w:rsidP="000A7C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Сташенко Г.Ф.- начальник відділу освіти</w:t>
            </w:r>
          </w:p>
        </w:tc>
      </w:tr>
      <w:tr w:rsidR="00AB4E29" w:rsidRPr="00315333" w:rsidTr="00AF5877">
        <w:trPr>
          <w:trHeight w:val="265"/>
        </w:trPr>
        <w:tc>
          <w:tcPr>
            <w:tcW w:w="787" w:type="dxa"/>
          </w:tcPr>
          <w:p w:rsidR="00AB4E29" w:rsidRPr="00F53174" w:rsidRDefault="00AB4E29" w:rsidP="00AF5877">
            <w:pPr>
              <w:rPr>
                <w:b/>
                <w:sz w:val="24"/>
                <w:szCs w:val="24"/>
              </w:rPr>
            </w:pPr>
            <w:r w:rsidRPr="00F53174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0193" w:type="dxa"/>
            <w:gridSpan w:val="5"/>
          </w:tcPr>
          <w:p w:rsidR="00AB4E29" w:rsidRPr="00F53174" w:rsidRDefault="00AB4E29" w:rsidP="00AF5877">
            <w:pPr>
              <w:rPr>
                <w:sz w:val="24"/>
                <w:szCs w:val="24"/>
              </w:rPr>
            </w:pPr>
            <w:r w:rsidRPr="00F53174">
              <w:rPr>
                <w:b/>
                <w:sz w:val="24"/>
                <w:szCs w:val="24"/>
              </w:rPr>
              <w:t xml:space="preserve">Сприяння депутатам районної ради у здійсненні ними своїх повноважень 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F53174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F53174">
              <w:rPr>
                <w:sz w:val="24"/>
                <w:szCs w:val="24"/>
              </w:rPr>
              <w:t xml:space="preserve">.1   </w:t>
            </w:r>
          </w:p>
        </w:tc>
        <w:tc>
          <w:tcPr>
            <w:tcW w:w="4613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Навчання депутатів( за окремим планом)</w:t>
            </w:r>
          </w:p>
        </w:tc>
        <w:tc>
          <w:tcPr>
            <w:tcW w:w="1800" w:type="dxa"/>
            <w:gridSpan w:val="3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Протягом півріччя </w:t>
            </w:r>
          </w:p>
        </w:tc>
        <w:tc>
          <w:tcPr>
            <w:tcW w:w="3780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Троценко В.Р.- </w:t>
            </w:r>
            <w:r w:rsidRPr="00315333">
              <w:rPr>
                <w:sz w:val="24"/>
                <w:szCs w:val="24"/>
              </w:rPr>
              <w:t xml:space="preserve"> заступник голови районної ради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F53174" w:rsidRDefault="00AB4E29" w:rsidP="00AF5877">
            <w:pPr>
              <w:rPr>
                <w:sz w:val="24"/>
                <w:szCs w:val="24"/>
              </w:rPr>
            </w:pPr>
            <w:r w:rsidRPr="00FF4BFA">
              <w:rPr>
                <w:sz w:val="24"/>
                <w:szCs w:val="24"/>
                <w:lang w:val="ru-RU"/>
              </w:rPr>
              <w:t>3</w:t>
            </w:r>
            <w:r w:rsidRPr="00F53174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Організація прийому громадян з особистих питань, надання матеріальної допомоги з депутатського фонду </w:t>
            </w:r>
          </w:p>
        </w:tc>
        <w:tc>
          <w:tcPr>
            <w:tcW w:w="1800" w:type="dxa"/>
            <w:gridSpan w:val="3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Організаційний відділ виконавчого апарату районної ради 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315333" w:rsidRDefault="00AB4E29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3153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93" w:type="dxa"/>
            <w:gridSpan w:val="5"/>
          </w:tcPr>
          <w:p w:rsidR="00AB4E29" w:rsidRPr="00315333" w:rsidRDefault="00AB4E29" w:rsidP="00AF5877">
            <w:pPr>
              <w:rPr>
                <w:b/>
                <w:sz w:val="24"/>
                <w:szCs w:val="24"/>
              </w:rPr>
            </w:pPr>
            <w:r w:rsidRPr="00315333">
              <w:rPr>
                <w:b/>
                <w:sz w:val="24"/>
                <w:szCs w:val="24"/>
              </w:rPr>
              <w:t xml:space="preserve">Здійснення взаємодії з місцевими радами та їх органами у наданні методичної та практичної допомоги посадовим особам місцевого самоврядування 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.1</w:t>
            </w:r>
          </w:p>
        </w:tc>
        <w:tc>
          <w:tcPr>
            <w:tcW w:w="4613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Засідання Координаційної ради з питань місцевого самоврядування при голові районної ради</w:t>
            </w:r>
          </w:p>
        </w:tc>
        <w:tc>
          <w:tcPr>
            <w:tcW w:w="1800" w:type="dxa"/>
            <w:gridSpan w:val="3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Щоквартально</w:t>
            </w:r>
          </w:p>
        </w:tc>
        <w:tc>
          <w:tcPr>
            <w:tcW w:w="3780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Бовсунівський І.П. </w:t>
            </w:r>
            <w:r w:rsidRPr="00315333">
              <w:rPr>
                <w:sz w:val="24"/>
                <w:szCs w:val="24"/>
              </w:rPr>
              <w:t>-  голова районної ради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.2</w:t>
            </w:r>
          </w:p>
        </w:tc>
        <w:tc>
          <w:tcPr>
            <w:tcW w:w="4613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Участь працівників виконавчого апарату районної ради у проведенні навчання в центрі перепідготовки та підвищення кваліфікації працівників органів державної влади, органів місцевого самоврядування </w:t>
            </w:r>
          </w:p>
        </w:tc>
        <w:tc>
          <w:tcPr>
            <w:tcW w:w="1800" w:type="dxa"/>
            <w:gridSpan w:val="3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Троценко В.Р. - </w:t>
            </w:r>
            <w:r w:rsidRPr="00315333">
              <w:rPr>
                <w:sz w:val="24"/>
                <w:szCs w:val="24"/>
              </w:rPr>
              <w:t>заступник голови районної ради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.3</w:t>
            </w:r>
          </w:p>
        </w:tc>
        <w:tc>
          <w:tcPr>
            <w:tcW w:w="4613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 xml:space="preserve">Участь керівництва ради, спеціалістів виконавчого апарату, депутатів районної ради у проведенні сесій, семінарів, нарад з сільськими, селищними головами, секретарями рад у навчанні  депутатів     </w:t>
            </w:r>
          </w:p>
        </w:tc>
        <w:tc>
          <w:tcPr>
            <w:tcW w:w="1800" w:type="dxa"/>
            <w:gridSpan w:val="3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Бовсунівський І.П. </w:t>
            </w:r>
            <w:r w:rsidRPr="00315333">
              <w:rPr>
                <w:sz w:val="24"/>
                <w:szCs w:val="24"/>
              </w:rPr>
              <w:t>-  голова районної ради</w:t>
            </w:r>
          </w:p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5333">
              <w:rPr>
                <w:sz w:val="24"/>
                <w:szCs w:val="24"/>
              </w:rPr>
              <w:t>.4</w:t>
            </w:r>
          </w:p>
        </w:tc>
        <w:tc>
          <w:tcPr>
            <w:tcW w:w="4613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Вивчення, узагальнення практики роботи органів місцевого самоврядування, надання методичної та практичної допомоги сільським, селищним радам</w:t>
            </w:r>
          </w:p>
        </w:tc>
        <w:tc>
          <w:tcPr>
            <w:tcW w:w="1800" w:type="dxa"/>
            <w:gridSpan w:val="3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Виконавчий апарат районної ради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315333" w:rsidRDefault="00AB4E29" w:rsidP="00AF5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315333">
              <w:rPr>
                <w:b/>
                <w:sz w:val="24"/>
                <w:szCs w:val="24"/>
              </w:rPr>
              <w:t xml:space="preserve">.         </w:t>
            </w:r>
          </w:p>
        </w:tc>
        <w:tc>
          <w:tcPr>
            <w:tcW w:w="10193" w:type="dxa"/>
            <w:gridSpan w:val="5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b/>
                <w:sz w:val="24"/>
                <w:szCs w:val="24"/>
              </w:rPr>
              <w:t>Організаційно - масові заходи</w:t>
            </w:r>
          </w:p>
        </w:tc>
      </w:tr>
      <w:tr w:rsidR="00AB4E29" w:rsidRPr="00315333" w:rsidTr="00AF5877">
        <w:tc>
          <w:tcPr>
            <w:tcW w:w="787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15333">
              <w:rPr>
                <w:sz w:val="24"/>
                <w:szCs w:val="24"/>
              </w:rPr>
              <w:t xml:space="preserve">.1  </w:t>
            </w:r>
          </w:p>
        </w:tc>
        <w:tc>
          <w:tcPr>
            <w:tcW w:w="4613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Участь в організації заходів у зв’язку з відзначенням державних та професійних свят, знаменних дат</w:t>
            </w:r>
          </w:p>
        </w:tc>
        <w:tc>
          <w:tcPr>
            <w:tcW w:w="1800" w:type="dxa"/>
            <w:gridSpan w:val="3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Протягом півріччя</w:t>
            </w:r>
          </w:p>
        </w:tc>
        <w:tc>
          <w:tcPr>
            <w:tcW w:w="3780" w:type="dxa"/>
          </w:tcPr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Керівництво ради</w:t>
            </w:r>
          </w:p>
          <w:p w:rsidR="00AB4E29" w:rsidRPr="00315333" w:rsidRDefault="00AB4E29" w:rsidP="00AF5877">
            <w:pPr>
              <w:rPr>
                <w:sz w:val="24"/>
                <w:szCs w:val="24"/>
              </w:rPr>
            </w:pPr>
          </w:p>
          <w:p w:rsidR="00AB4E29" w:rsidRPr="00315333" w:rsidRDefault="00AB4E29" w:rsidP="00AF5877">
            <w:pPr>
              <w:rPr>
                <w:sz w:val="24"/>
                <w:szCs w:val="24"/>
              </w:rPr>
            </w:pPr>
            <w:r w:rsidRPr="00315333">
              <w:rPr>
                <w:sz w:val="24"/>
                <w:szCs w:val="24"/>
              </w:rPr>
              <w:t>Виконавчий апарат районної ради</w:t>
            </w:r>
          </w:p>
        </w:tc>
      </w:tr>
    </w:tbl>
    <w:p w:rsidR="00AB4E29" w:rsidRDefault="00AB4E29" w:rsidP="00182184">
      <w:pPr>
        <w:ind w:left="-709"/>
        <w:rPr>
          <w:sz w:val="28"/>
          <w:szCs w:val="28"/>
        </w:rPr>
      </w:pPr>
    </w:p>
    <w:p w:rsidR="00AB4E29" w:rsidRPr="00315333" w:rsidRDefault="00AB4E29" w:rsidP="00D64E36">
      <w:pPr>
        <w:ind w:left="-709"/>
        <w:rPr>
          <w:color w:val="FF0000"/>
          <w:sz w:val="24"/>
          <w:szCs w:val="24"/>
        </w:rPr>
      </w:pPr>
      <w:r w:rsidRPr="0018445D">
        <w:rPr>
          <w:sz w:val="28"/>
          <w:szCs w:val="28"/>
        </w:rPr>
        <w:t xml:space="preserve">Заступник голови районної ради                                      </w:t>
      </w:r>
      <w:r>
        <w:rPr>
          <w:sz w:val="28"/>
          <w:szCs w:val="28"/>
        </w:rPr>
        <w:t xml:space="preserve">        </w:t>
      </w:r>
      <w:r w:rsidRPr="001844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В.Р.Троценко</w:t>
      </w:r>
      <w:r w:rsidRPr="00315333">
        <w:rPr>
          <w:color w:val="FF0000"/>
          <w:sz w:val="24"/>
          <w:szCs w:val="24"/>
        </w:rPr>
        <w:t xml:space="preserve">   </w:t>
      </w:r>
    </w:p>
    <w:p w:rsidR="00AB4E29" w:rsidRDefault="00AB4E29" w:rsidP="00182184">
      <w:pPr>
        <w:rPr>
          <w:sz w:val="24"/>
          <w:szCs w:val="24"/>
        </w:rPr>
      </w:pPr>
    </w:p>
    <w:p w:rsidR="00AB4E29" w:rsidRDefault="00AB4E29" w:rsidP="00182184">
      <w:pPr>
        <w:rPr>
          <w:sz w:val="24"/>
          <w:szCs w:val="24"/>
        </w:rPr>
      </w:pPr>
    </w:p>
    <w:p w:rsidR="00AB4E29" w:rsidRPr="0018445D" w:rsidRDefault="00AB4E29" w:rsidP="00182184">
      <w:pPr>
        <w:rPr>
          <w:sz w:val="28"/>
          <w:szCs w:val="28"/>
        </w:rPr>
      </w:pPr>
    </w:p>
    <w:p w:rsidR="00AB4E29" w:rsidRDefault="00AB4E29" w:rsidP="00182184"/>
    <w:p w:rsidR="00AB4E29" w:rsidRDefault="00AB4E29" w:rsidP="00182184"/>
    <w:p w:rsidR="00AB4E29" w:rsidRDefault="00AB4E29" w:rsidP="00182184"/>
    <w:p w:rsidR="00AB4E29" w:rsidRPr="0061741D" w:rsidRDefault="00AB4E29" w:rsidP="000F6C8B">
      <w:pPr>
        <w:rPr>
          <w:sz w:val="22"/>
          <w:szCs w:val="22"/>
        </w:rPr>
      </w:pPr>
    </w:p>
    <w:p w:rsidR="00AB4E29" w:rsidRDefault="00AB4E29" w:rsidP="000F6C8B">
      <w:pPr>
        <w:rPr>
          <w:sz w:val="24"/>
          <w:szCs w:val="24"/>
        </w:rPr>
      </w:pPr>
    </w:p>
    <w:p w:rsidR="00AB4E29" w:rsidRPr="0018445D" w:rsidRDefault="00AB4E29" w:rsidP="000F6C8B">
      <w:pPr>
        <w:rPr>
          <w:sz w:val="28"/>
          <w:szCs w:val="28"/>
        </w:rPr>
      </w:pPr>
    </w:p>
    <w:p w:rsidR="00AB4E29" w:rsidRDefault="00AB4E29" w:rsidP="000F6C8B"/>
    <w:p w:rsidR="00AB4E29" w:rsidRDefault="00AB4E29" w:rsidP="000F6C8B"/>
    <w:p w:rsidR="00AB4E29" w:rsidRDefault="00AB4E29" w:rsidP="000F6C8B"/>
    <w:p w:rsidR="00AB4E29" w:rsidRDefault="00AB4E29"/>
    <w:sectPr w:rsidR="00AB4E29" w:rsidSect="00554CF5">
      <w:pgSz w:w="11906" w:h="16838"/>
      <w:pgMar w:top="360" w:right="850" w:bottom="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C8B"/>
    <w:rsid w:val="000161EB"/>
    <w:rsid w:val="000216E7"/>
    <w:rsid w:val="00032EAD"/>
    <w:rsid w:val="000633D8"/>
    <w:rsid w:val="00076071"/>
    <w:rsid w:val="00082134"/>
    <w:rsid w:val="000849BC"/>
    <w:rsid w:val="00092A4B"/>
    <w:rsid w:val="000A297D"/>
    <w:rsid w:val="000A7CD2"/>
    <w:rsid w:val="000B4381"/>
    <w:rsid w:val="000E0EC3"/>
    <w:rsid w:val="000F1EED"/>
    <w:rsid w:val="000F6C8B"/>
    <w:rsid w:val="001445CA"/>
    <w:rsid w:val="001807E5"/>
    <w:rsid w:val="00182184"/>
    <w:rsid w:val="0018445D"/>
    <w:rsid w:val="001A0D6B"/>
    <w:rsid w:val="001B5FFB"/>
    <w:rsid w:val="001F5F78"/>
    <w:rsid w:val="002321EB"/>
    <w:rsid w:val="00251EFE"/>
    <w:rsid w:val="00254E26"/>
    <w:rsid w:val="002B1D07"/>
    <w:rsid w:val="002B21D4"/>
    <w:rsid w:val="002E2439"/>
    <w:rsid w:val="00315333"/>
    <w:rsid w:val="003224F7"/>
    <w:rsid w:val="0036459A"/>
    <w:rsid w:val="003B0BDF"/>
    <w:rsid w:val="003C23A0"/>
    <w:rsid w:val="00421056"/>
    <w:rsid w:val="004214D1"/>
    <w:rsid w:val="00421C04"/>
    <w:rsid w:val="004A3662"/>
    <w:rsid w:val="004C20BB"/>
    <w:rsid w:val="004E24BF"/>
    <w:rsid w:val="004F6BC6"/>
    <w:rsid w:val="00516D9B"/>
    <w:rsid w:val="00524A97"/>
    <w:rsid w:val="00525607"/>
    <w:rsid w:val="00542B65"/>
    <w:rsid w:val="00547782"/>
    <w:rsid w:val="00552AA0"/>
    <w:rsid w:val="00554CF5"/>
    <w:rsid w:val="00586C12"/>
    <w:rsid w:val="005C33E8"/>
    <w:rsid w:val="005D55A8"/>
    <w:rsid w:val="0061741D"/>
    <w:rsid w:val="00637295"/>
    <w:rsid w:val="00651BE5"/>
    <w:rsid w:val="006B2203"/>
    <w:rsid w:val="006D111A"/>
    <w:rsid w:val="006F737A"/>
    <w:rsid w:val="00702722"/>
    <w:rsid w:val="00785440"/>
    <w:rsid w:val="00793996"/>
    <w:rsid w:val="007C1E59"/>
    <w:rsid w:val="007C66E3"/>
    <w:rsid w:val="0081254F"/>
    <w:rsid w:val="00847A29"/>
    <w:rsid w:val="008D07F7"/>
    <w:rsid w:val="009279CB"/>
    <w:rsid w:val="0094011F"/>
    <w:rsid w:val="00947B92"/>
    <w:rsid w:val="00967D12"/>
    <w:rsid w:val="00984E01"/>
    <w:rsid w:val="009949DA"/>
    <w:rsid w:val="009A13D2"/>
    <w:rsid w:val="009F6AB2"/>
    <w:rsid w:val="00A25877"/>
    <w:rsid w:val="00A47481"/>
    <w:rsid w:val="00A71098"/>
    <w:rsid w:val="00A957F9"/>
    <w:rsid w:val="00AB4E29"/>
    <w:rsid w:val="00AE21EA"/>
    <w:rsid w:val="00AE24FE"/>
    <w:rsid w:val="00AF5877"/>
    <w:rsid w:val="00B15ECD"/>
    <w:rsid w:val="00B26410"/>
    <w:rsid w:val="00B27CD6"/>
    <w:rsid w:val="00BB2C37"/>
    <w:rsid w:val="00BD7F91"/>
    <w:rsid w:val="00C12559"/>
    <w:rsid w:val="00C96293"/>
    <w:rsid w:val="00D34864"/>
    <w:rsid w:val="00D41E13"/>
    <w:rsid w:val="00D47F2D"/>
    <w:rsid w:val="00D64E36"/>
    <w:rsid w:val="00D72A6D"/>
    <w:rsid w:val="00D805E5"/>
    <w:rsid w:val="00D938D0"/>
    <w:rsid w:val="00D9412A"/>
    <w:rsid w:val="00D95B79"/>
    <w:rsid w:val="00DB0ABC"/>
    <w:rsid w:val="00DD7B85"/>
    <w:rsid w:val="00DF27BD"/>
    <w:rsid w:val="00E25462"/>
    <w:rsid w:val="00E46213"/>
    <w:rsid w:val="00EA1986"/>
    <w:rsid w:val="00EC78BE"/>
    <w:rsid w:val="00EE1D2E"/>
    <w:rsid w:val="00F031C2"/>
    <w:rsid w:val="00F53174"/>
    <w:rsid w:val="00FD12EF"/>
    <w:rsid w:val="00FF4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C8B"/>
    <w:rPr>
      <w:rFonts w:ascii="Times New Roman" w:hAnsi="Times New Roman"/>
      <w:sz w:val="20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6C8B"/>
    <w:pPr>
      <w:keepNext/>
      <w:jc w:val="center"/>
      <w:outlineLvl w:val="0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F6C8B"/>
    <w:pPr>
      <w:keepNext/>
      <w:jc w:val="center"/>
      <w:outlineLvl w:val="2"/>
    </w:pPr>
    <w:rPr>
      <w:b/>
      <w:bCs/>
      <w:sz w:val="36"/>
      <w:szCs w:val="24"/>
      <w:lang w:val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807E5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6C8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C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807E5"/>
    <w:rPr>
      <w:rFonts w:ascii="Cambria" w:hAnsi="Cambria" w:cs="Times New Roman"/>
      <w:b/>
      <w:bCs/>
      <w:i/>
      <w:iCs/>
      <w:color w:val="4F81BD"/>
      <w:sz w:val="20"/>
      <w:szCs w:val="20"/>
      <w:lang w:val="uk-UA" w:eastAsia="ru-RU"/>
    </w:rPr>
  </w:style>
  <w:style w:type="paragraph" w:customStyle="1" w:styleId="a">
    <w:name w:val="Норм.текст"/>
    <w:basedOn w:val="Normal"/>
    <w:uiPriority w:val="99"/>
    <w:rsid w:val="000F6C8B"/>
    <w:pPr>
      <w:ind w:firstLine="851"/>
    </w:pPr>
    <w:rPr>
      <w:rFonts w:ascii="Antiqua" w:hAnsi="Antiqua"/>
      <w:sz w:val="26"/>
      <w:lang w:val="en-US"/>
    </w:rPr>
  </w:style>
  <w:style w:type="paragraph" w:styleId="Caption">
    <w:name w:val="caption"/>
    <w:basedOn w:val="Normal"/>
    <w:next w:val="Normal"/>
    <w:uiPriority w:val="99"/>
    <w:qFormat/>
    <w:rsid w:val="000F6C8B"/>
    <w:pPr>
      <w:jc w:val="center"/>
    </w:pPr>
    <w:rPr>
      <w:b/>
      <w:bCs/>
      <w:sz w:val="36"/>
      <w:szCs w:val="24"/>
    </w:rPr>
  </w:style>
  <w:style w:type="paragraph" w:customStyle="1" w:styleId="1">
    <w:name w:val="Абзац списка1"/>
    <w:basedOn w:val="Normal"/>
    <w:uiPriority w:val="99"/>
    <w:rsid w:val="000F6C8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NormalWeb">
    <w:name w:val="Normal (Web)"/>
    <w:basedOn w:val="Normal"/>
    <w:uiPriority w:val="99"/>
    <w:rsid w:val="000F6C8B"/>
    <w:pPr>
      <w:spacing w:before="240" w:after="240"/>
    </w:pPr>
    <w:rPr>
      <w:rFonts w:eastAsia="Times New Roman"/>
      <w:sz w:val="24"/>
      <w:szCs w:val="24"/>
      <w:lang w:val="ru-RU"/>
    </w:rPr>
  </w:style>
  <w:style w:type="paragraph" w:styleId="NoSpacing">
    <w:name w:val="No Spacing"/>
    <w:uiPriority w:val="99"/>
    <w:qFormat/>
    <w:rsid w:val="000F6C8B"/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0F6C8B"/>
    <w:pPr>
      <w:jc w:val="both"/>
    </w:pPr>
    <w:rPr>
      <w:rFonts w:eastAsia="Times New Roman"/>
      <w:sz w:val="28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6C8B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F6C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6C8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9279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279CB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684</TotalTime>
  <Pages>4</Pages>
  <Words>5466</Words>
  <Characters>3116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34</cp:revision>
  <cp:lastPrinted>2016-05-18T12:00:00Z</cp:lastPrinted>
  <dcterms:created xsi:type="dcterms:W3CDTF">2015-05-27T06:11:00Z</dcterms:created>
  <dcterms:modified xsi:type="dcterms:W3CDTF">2016-05-24T08:02:00Z</dcterms:modified>
</cp:coreProperties>
</file>