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262" w:rsidRPr="000E0325" w:rsidRDefault="00007262" w:rsidP="00170AFD">
      <w:pPr>
        <w:pStyle w:val="NoSpacing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333BE4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48.6pt;visibility:visible">
            <v:imagedata r:id="rId4" o:title=""/>
          </v:shape>
        </w:pict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</w:t>
      </w:r>
    </w:p>
    <w:p w:rsidR="00007262" w:rsidRPr="00521C5E" w:rsidRDefault="00007262" w:rsidP="00170AFD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Україна</w:t>
      </w:r>
    </w:p>
    <w:p w:rsidR="00007262" w:rsidRPr="00521C5E" w:rsidRDefault="00007262" w:rsidP="00170AFD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007262" w:rsidRPr="00521C5E" w:rsidRDefault="00007262" w:rsidP="00170AFD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Р І Ш Е Н Н Я</w:t>
      </w:r>
    </w:p>
    <w:p w:rsidR="00007262" w:rsidRPr="001927E3" w:rsidRDefault="00007262" w:rsidP="00170AFD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val="uk-UA" w:eastAsia="uk-UA"/>
        </w:rPr>
      </w:pP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</w:t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</w:p>
    <w:p w:rsidR="00007262" w:rsidRPr="008E5A17" w:rsidRDefault="00007262" w:rsidP="00170AFD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Восьма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   сесія                                      </w:t>
      </w:r>
      <w:r w:rsidRPr="008E5A17">
        <w:rPr>
          <w:rFonts w:ascii="Times New Roman" w:hAnsi="Times New Roman"/>
          <w:sz w:val="28"/>
          <w:szCs w:val="28"/>
        </w:rPr>
        <w:t xml:space="preserve">                 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8E5A17">
        <w:rPr>
          <w:rFonts w:ascii="Times New Roman" w:hAnsi="Times New Roman"/>
          <w:sz w:val="28"/>
          <w:szCs w:val="28"/>
        </w:rPr>
        <w:t xml:space="preserve"> </w:t>
      </w:r>
      <w:r w:rsidRPr="008E5A17">
        <w:rPr>
          <w:rFonts w:ascii="Times New Roman" w:hAnsi="Times New Roman"/>
          <w:sz w:val="28"/>
          <w:szCs w:val="28"/>
          <w:lang w:val="en-US"/>
        </w:rPr>
        <w:t>VI</w:t>
      </w:r>
      <w:r w:rsidRPr="008E5A1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007262" w:rsidRDefault="00007262" w:rsidP="00170AFD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20  травня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2016 року</w:t>
      </w:r>
    </w:p>
    <w:p w:rsidR="00007262" w:rsidRPr="008E5A17" w:rsidRDefault="00007262" w:rsidP="00170AFD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007262" w:rsidRDefault="00007262" w:rsidP="00170AFD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rFonts w:ascii="Times New Roman" w:hAnsi="Times New Roman"/>
          <w:sz w:val="28"/>
          <w:szCs w:val="28"/>
          <w:lang w:val="uk-UA"/>
        </w:rPr>
        <w:t xml:space="preserve">Про хід виконання рішення 34-ої сесії 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  <w:r w:rsidRPr="00B07D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43C8">
        <w:rPr>
          <w:rFonts w:ascii="Times New Roman" w:hAnsi="Times New Roman"/>
          <w:sz w:val="28"/>
          <w:szCs w:val="28"/>
        </w:rPr>
        <w:t>V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І скликання </w:t>
      </w:r>
    </w:p>
    <w:p w:rsidR="00007262" w:rsidRDefault="00007262" w:rsidP="00170AFD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rFonts w:ascii="Times New Roman" w:hAnsi="Times New Roman"/>
          <w:sz w:val="28"/>
          <w:szCs w:val="28"/>
          <w:lang w:val="uk-UA"/>
        </w:rPr>
        <w:t xml:space="preserve">від 25.09.2015 року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«Про розгляд  звернення Монастирищенської </w:t>
      </w:r>
    </w:p>
    <w:p w:rsidR="00007262" w:rsidRDefault="00007262" w:rsidP="00170AFD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>районної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ради Черкаської області  до Президента України П.Порошенка, Голови Верховної Ради України В.Гройсмана, районних рад </w:t>
      </w:r>
    </w:p>
    <w:p w:rsidR="00007262" w:rsidRPr="005D2B6A" w:rsidRDefault="00007262" w:rsidP="00170AFD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сільських районів України </w:t>
      </w:r>
      <w:r w:rsidRPr="005D2B6A">
        <w:rPr>
          <w:rStyle w:val="FontStyle11"/>
          <w:sz w:val="28"/>
          <w:szCs w:val="28"/>
          <w:lang w:val="uk-UA" w:eastAsia="uk-UA"/>
        </w:rPr>
        <w:t>щодо збереження сільських районів при проведенні адміністративно-територіальної реформи»</w:t>
      </w:r>
    </w:p>
    <w:p w:rsidR="00007262" w:rsidRDefault="00007262" w:rsidP="00170AF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7262" w:rsidRPr="005D2B6A" w:rsidRDefault="00007262" w:rsidP="00170AF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5D2B6A">
        <w:rPr>
          <w:rFonts w:ascii="Times New Roman" w:hAnsi="Times New Roman"/>
          <w:sz w:val="28"/>
          <w:szCs w:val="28"/>
        </w:rPr>
        <w:t xml:space="preserve">Відповідно до ст. 43 Закону України «Про місцеве самоврядування в Україні», заслухавши інформацію  заступника голови районної ради                </w:t>
      </w:r>
      <w:r>
        <w:rPr>
          <w:rFonts w:ascii="Times New Roman" w:hAnsi="Times New Roman"/>
          <w:sz w:val="28"/>
          <w:szCs w:val="28"/>
          <w:lang w:val="uk-UA"/>
        </w:rPr>
        <w:t>Троценка В.Р.,</w:t>
      </w:r>
      <w:r w:rsidRPr="00170AFD">
        <w:t xml:space="preserve"> </w:t>
      </w:r>
      <w:r w:rsidRPr="00170AFD">
        <w:rPr>
          <w:rFonts w:ascii="Times New Roman" w:hAnsi="Times New Roman"/>
          <w:sz w:val="28"/>
          <w:szCs w:val="28"/>
        </w:rPr>
        <w:t>розглянувши відповідь</w:t>
      </w:r>
      <w:r w:rsidRPr="005D2B6A">
        <w:rPr>
          <w:sz w:val="28"/>
          <w:szCs w:val="28"/>
          <w:lang w:val="uk-UA"/>
        </w:rPr>
        <w:t xml:space="preserve"> </w:t>
      </w:r>
      <w:r w:rsidRPr="00170AFD">
        <w:rPr>
          <w:rFonts w:ascii="Times New Roman" w:hAnsi="Times New Roman"/>
          <w:sz w:val="28"/>
          <w:szCs w:val="28"/>
          <w:lang w:val="uk-UA"/>
        </w:rPr>
        <w:t>Адміністрації Президента України</w:t>
      </w:r>
      <w:r>
        <w:rPr>
          <w:sz w:val="28"/>
          <w:szCs w:val="28"/>
          <w:lang w:val="uk-UA"/>
        </w:rPr>
        <w:t xml:space="preserve"> від </w:t>
      </w:r>
      <w:r w:rsidRPr="00170AFD">
        <w:rPr>
          <w:rFonts w:ascii="Times New Roman" w:hAnsi="Times New Roman"/>
          <w:sz w:val="28"/>
          <w:szCs w:val="28"/>
          <w:lang w:val="uk-UA"/>
        </w:rPr>
        <w:t>06.04.2016 року за № 03-01/562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та  враховуючи рекомендації постійної комісії районної ради з питань </w:t>
      </w:r>
      <w:r w:rsidRPr="005D2B6A">
        <w:rPr>
          <w:rFonts w:ascii="Times New Roman" w:hAnsi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, районна рада  </w:t>
      </w:r>
    </w:p>
    <w:p w:rsidR="00007262" w:rsidRPr="005D2B6A" w:rsidRDefault="00007262" w:rsidP="00170AFD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D2B6A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007262" w:rsidRPr="0029124F" w:rsidRDefault="00007262" w:rsidP="00170AFD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sz w:val="28"/>
          <w:szCs w:val="28"/>
          <w:lang w:val="uk-UA"/>
        </w:rPr>
        <w:t>1.</w:t>
      </w:r>
      <w:r w:rsidRPr="0029124F">
        <w:rPr>
          <w:rFonts w:ascii="Times New Roman" w:hAnsi="Times New Roman"/>
          <w:sz w:val="28"/>
          <w:szCs w:val="28"/>
          <w:lang w:val="uk-UA"/>
        </w:rPr>
        <w:t>Інформацію заступника голови р</w:t>
      </w:r>
      <w:r>
        <w:rPr>
          <w:rFonts w:ascii="Times New Roman" w:hAnsi="Times New Roman"/>
          <w:sz w:val="28"/>
          <w:szCs w:val="28"/>
          <w:lang w:val="uk-UA"/>
        </w:rPr>
        <w:t>айонної ради В.Р.Троценка   про хі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д виконання рішення 34-ої сесії </w:t>
      </w:r>
      <w:r>
        <w:rPr>
          <w:rFonts w:ascii="Times New Roman" w:hAnsi="Times New Roman"/>
          <w:sz w:val="28"/>
          <w:szCs w:val="28"/>
          <w:lang w:val="uk-UA"/>
        </w:rPr>
        <w:t>районної ради</w:t>
      </w:r>
      <w:r w:rsidRPr="00B07D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43C8">
        <w:rPr>
          <w:rFonts w:ascii="Times New Roman" w:hAnsi="Times New Roman"/>
          <w:sz w:val="28"/>
          <w:szCs w:val="28"/>
        </w:rPr>
        <w:t>V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І скликання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25.09.2015 року «Про розгляд  звернення Монастирищенської районної ради Черкаської області  до Президента України П.Порошенка, Голови Верховної Ради України В.Гройсмана, районних рад сільських районів України </w:t>
      </w:r>
      <w:r w:rsidRPr="0029124F">
        <w:rPr>
          <w:rStyle w:val="FontStyle11"/>
          <w:sz w:val="28"/>
          <w:szCs w:val="28"/>
          <w:lang w:val="uk-UA" w:eastAsia="uk-UA"/>
        </w:rPr>
        <w:t>щодо збереження сільських районів при проведенні адміністративно-територіальної реформи» прийняти до відома.</w:t>
      </w:r>
    </w:p>
    <w:p w:rsidR="00007262" w:rsidRPr="0029124F" w:rsidRDefault="00007262" w:rsidP="00170AFD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rFonts w:ascii="Times New Roman" w:eastAsia="Arial Unicode MS" w:hAnsi="Times New Roman"/>
          <w:sz w:val="28"/>
          <w:szCs w:val="28"/>
          <w:lang w:val="uk-UA"/>
        </w:rPr>
        <w:t>2.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 Продовжити термін розгляду  даного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до отримання відповіді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07262" w:rsidRPr="0029124F" w:rsidRDefault="00007262" w:rsidP="00170AFD">
      <w:pPr>
        <w:pStyle w:val="NoSpacing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9124F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29124F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</w:t>
      </w:r>
      <w:r w:rsidRPr="0029124F">
        <w:rPr>
          <w:rFonts w:ascii="Times New Roman" w:hAnsi="Times New Roman"/>
          <w:sz w:val="28"/>
          <w:szCs w:val="28"/>
          <w:lang w:val="uk-UA"/>
        </w:rPr>
        <w:t>у</w:t>
      </w:r>
      <w:r w:rsidRPr="0029124F">
        <w:rPr>
          <w:rFonts w:ascii="Times New Roman" w:hAnsi="Times New Roman"/>
          <w:sz w:val="28"/>
          <w:szCs w:val="28"/>
        </w:rPr>
        <w:t xml:space="preserve"> комісі</w:t>
      </w:r>
      <w:r w:rsidRPr="0029124F">
        <w:rPr>
          <w:rFonts w:ascii="Times New Roman" w:hAnsi="Times New Roman"/>
          <w:sz w:val="28"/>
          <w:szCs w:val="28"/>
          <w:lang w:val="uk-UA"/>
        </w:rPr>
        <w:t>ю</w:t>
      </w:r>
      <w:r w:rsidRPr="00463C3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Pr="005D2B6A">
        <w:rPr>
          <w:rFonts w:ascii="Times New Roman" w:hAnsi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Pr="0029124F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007262" w:rsidRDefault="00007262" w:rsidP="00170AFD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07262" w:rsidRPr="001D781E" w:rsidRDefault="00007262" w:rsidP="00170AFD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07262" w:rsidRPr="005D2B6A" w:rsidRDefault="00007262" w:rsidP="00170AF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rFonts w:ascii="Times New Roman" w:hAnsi="Times New Roman"/>
          <w:sz w:val="28"/>
          <w:szCs w:val="28"/>
        </w:rPr>
        <w:t xml:space="preserve">                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І.П.Бовсунівський </w:t>
      </w:r>
    </w:p>
    <w:p w:rsidR="00007262" w:rsidRPr="005D2B6A" w:rsidRDefault="00007262" w:rsidP="00170AF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7262" w:rsidRPr="00B07D95" w:rsidRDefault="00007262" w:rsidP="00170AFD">
      <w:pPr>
        <w:rPr>
          <w:lang w:val="uk-UA"/>
        </w:rPr>
      </w:pPr>
    </w:p>
    <w:p w:rsidR="00007262" w:rsidRPr="00170AFD" w:rsidRDefault="00007262">
      <w:pPr>
        <w:rPr>
          <w:lang w:val="uk-UA"/>
        </w:rPr>
      </w:pPr>
    </w:p>
    <w:sectPr w:rsidR="00007262" w:rsidRPr="00170AFD" w:rsidSect="005D2B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AFD"/>
    <w:rsid w:val="00007262"/>
    <w:rsid w:val="000E0325"/>
    <w:rsid w:val="001507C1"/>
    <w:rsid w:val="00167E4C"/>
    <w:rsid w:val="00170AFD"/>
    <w:rsid w:val="00185368"/>
    <w:rsid w:val="001927E3"/>
    <w:rsid w:val="001D781E"/>
    <w:rsid w:val="0029124F"/>
    <w:rsid w:val="00294A1E"/>
    <w:rsid w:val="00333BE4"/>
    <w:rsid w:val="00463C3E"/>
    <w:rsid w:val="005034D4"/>
    <w:rsid w:val="00521C5E"/>
    <w:rsid w:val="005543C8"/>
    <w:rsid w:val="005802B2"/>
    <w:rsid w:val="00592815"/>
    <w:rsid w:val="005B2772"/>
    <w:rsid w:val="005D2B6A"/>
    <w:rsid w:val="00821A7A"/>
    <w:rsid w:val="008E5A17"/>
    <w:rsid w:val="009F39BA"/>
    <w:rsid w:val="00B07D95"/>
    <w:rsid w:val="00B40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AFD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70AFD"/>
    <w:rPr>
      <w:lang w:val="ru-RU" w:eastAsia="en-US"/>
    </w:rPr>
  </w:style>
  <w:style w:type="character" w:customStyle="1" w:styleId="FontStyle11">
    <w:name w:val="Font Style11"/>
    <w:basedOn w:val="DefaultParagraphFont"/>
    <w:uiPriority w:val="99"/>
    <w:rsid w:val="00170AFD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170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0A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1246</Words>
  <Characters>711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7</cp:revision>
  <cp:lastPrinted>2016-05-18T05:53:00Z</cp:lastPrinted>
  <dcterms:created xsi:type="dcterms:W3CDTF">2016-04-29T08:00:00Z</dcterms:created>
  <dcterms:modified xsi:type="dcterms:W3CDTF">2016-05-24T08:03:00Z</dcterms:modified>
</cp:coreProperties>
</file>