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1DC" w:rsidRPr="00E63DEA" w:rsidRDefault="005061DC" w:rsidP="009F19A7">
      <w:pPr>
        <w:outlineLvl w:val="0"/>
        <w:rPr>
          <w:b/>
        </w:rPr>
      </w:pPr>
      <w:r>
        <w:rPr>
          <w:b/>
          <w:lang w:val="uk-UA"/>
        </w:rPr>
        <w:t xml:space="preserve">                                                               </w:t>
      </w:r>
      <w:r>
        <w:rPr>
          <w:b/>
        </w:rPr>
        <w:t xml:space="preserve">    </w:t>
      </w:r>
      <w:r>
        <w:rPr>
          <w:b/>
          <w:noProof/>
          <w:lang w:val="uk-UA"/>
        </w:rPr>
        <w:t xml:space="preserve">       </w:t>
      </w:r>
      <w:r w:rsidRPr="004F2EE4">
        <w:rPr>
          <w:b/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.4pt;height:51.6pt;visibility:visible">
            <v:imagedata r:id="rId4" o:title=""/>
          </v:shape>
        </w:pict>
      </w:r>
      <w:r>
        <w:rPr>
          <w:b/>
        </w:rPr>
        <w:t xml:space="preserve">                                        </w:t>
      </w:r>
    </w:p>
    <w:p w:rsidR="005061DC" w:rsidRPr="00075630" w:rsidRDefault="005061DC" w:rsidP="009F19A7">
      <w:pPr>
        <w:pStyle w:val="Caption"/>
        <w:jc w:val="left"/>
        <w:rPr>
          <w:sz w:val="28"/>
          <w:szCs w:val="28"/>
        </w:rPr>
      </w:pPr>
      <w:r w:rsidRPr="005A5E56">
        <w:rPr>
          <w:sz w:val="32"/>
          <w:szCs w:val="32"/>
        </w:rPr>
        <w:t xml:space="preserve">                                               </w:t>
      </w:r>
      <w:r>
        <w:rPr>
          <w:sz w:val="32"/>
          <w:szCs w:val="32"/>
        </w:rPr>
        <w:t xml:space="preserve">   </w:t>
      </w:r>
      <w:r w:rsidRPr="005A5E56">
        <w:rPr>
          <w:sz w:val="32"/>
          <w:szCs w:val="32"/>
        </w:rPr>
        <w:t xml:space="preserve">    Україна                                 </w:t>
      </w:r>
    </w:p>
    <w:p w:rsidR="005061DC" w:rsidRPr="005A5E56" w:rsidRDefault="005061DC" w:rsidP="009F19A7">
      <w:pPr>
        <w:pStyle w:val="Heading3"/>
        <w:jc w:val="center"/>
        <w:rPr>
          <w:rFonts w:ascii="Times New Roman" w:hAnsi="Times New Roman"/>
          <w:b w:val="0"/>
          <w:color w:val="auto"/>
          <w:sz w:val="32"/>
          <w:szCs w:val="32"/>
        </w:rPr>
      </w:pPr>
      <w:r w:rsidRPr="005A5E56">
        <w:rPr>
          <w:rFonts w:ascii="Times New Roman" w:hAnsi="Times New Roman"/>
          <w:color w:val="auto"/>
          <w:sz w:val="32"/>
          <w:szCs w:val="32"/>
        </w:rPr>
        <w:t xml:space="preserve">   ЧЕРНЯХІВСЬКА РАЙОННА РАДА      </w:t>
      </w:r>
    </w:p>
    <w:p w:rsidR="005061DC" w:rsidRDefault="005061DC" w:rsidP="009F19A7">
      <w:pPr>
        <w:pStyle w:val="Heading1"/>
        <w:rPr>
          <w:b/>
          <w:sz w:val="32"/>
          <w:szCs w:val="32"/>
        </w:rPr>
      </w:pPr>
      <w:r w:rsidRPr="005A5E56">
        <w:rPr>
          <w:b/>
          <w:sz w:val="32"/>
          <w:szCs w:val="32"/>
        </w:rPr>
        <w:t>Р І Ш Е Н Н Я</w:t>
      </w:r>
    </w:p>
    <w:p w:rsidR="005061DC" w:rsidRPr="005A5E56" w:rsidRDefault="005061DC" w:rsidP="009F19A7">
      <w:pPr>
        <w:rPr>
          <w:lang w:val="uk-UA"/>
        </w:rPr>
      </w:pPr>
    </w:p>
    <w:p w:rsidR="005061DC" w:rsidRPr="00D60E88" w:rsidRDefault="005061DC" w:rsidP="009F19A7">
      <w:pPr>
        <w:jc w:val="right"/>
        <w:rPr>
          <w:b/>
          <w:sz w:val="28"/>
          <w:lang w:val="uk-UA" w:eastAsia="uk-UA"/>
        </w:rPr>
      </w:pPr>
      <w:r>
        <w:rPr>
          <w:sz w:val="28"/>
          <w:lang w:val="uk-UA" w:eastAsia="uk-UA"/>
        </w:rPr>
        <w:tab/>
      </w:r>
      <w:r w:rsidRPr="00BC6C79">
        <w:rPr>
          <w:b/>
          <w:sz w:val="28"/>
          <w:lang w:val="uk-UA" w:eastAsia="uk-UA"/>
        </w:rPr>
        <w:t xml:space="preserve">                                                                     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:rsidR="005061DC" w:rsidRDefault="005061DC" w:rsidP="009F19A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Восьма     </w:t>
      </w:r>
      <w:r w:rsidRPr="00B17C4B">
        <w:rPr>
          <w:sz w:val="28"/>
          <w:szCs w:val="28"/>
          <w:lang w:val="uk-UA"/>
        </w:rPr>
        <w:t xml:space="preserve"> сесія                                      </w:t>
      </w:r>
      <w:r w:rsidRPr="00B17C4B">
        <w:rPr>
          <w:sz w:val="28"/>
          <w:szCs w:val="28"/>
        </w:rPr>
        <w:t xml:space="preserve">                 </w:t>
      </w:r>
      <w:r>
        <w:rPr>
          <w:sz w:val="28"/>
          <w:szCs w:val="28"/>
          <w:lang w:val="uk-UA"/>
        </w:rPr>
        <w:t xml:space="preserve">                </w:t>
      </w:r>
      <w:r w:rsidRPr="00B17C4B">
        <w:rPr>
          <w:sz w:val="28"/>
          <w:szCs w:val="28"/>
        </w:rPr>
        <w:t xml:space="preserve"> </w:t>
      </w:r>
      <w:r w:rsidRPr="00B17C4B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</w:t>
      </w:r>
      <w:r w:rsidRPr="00B17C4B">
        <w:rPr>
          <w:sz w:val="28"/>
          <w:szCs w:val="28"/>
          <w:lang w:val="uk-UA"/>
        </w:rPr>
        <w:t>І скликання</w:t>
      </w:r>
    </w:p>
    <w:p w:rsidR="005061DC" w:rsidRDefault="005061DC" w:rsidP="009F19A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20 травня  2016</w:t>
      </w:r>
      <w:r w:rsidRPr="00B17C4B">
        <w:rPr>
          <w:sz w:val="28"/>
          <w:szCs w:val="28"/>
          <w:lang w:val="uk-UA"/>
        </w:rPr>
        <w:t xml:space="preserve"> року</w:t>
      </w:r>
    </w:p>
    <w:p w:rsidR="005061DC" w:rsidRPr="00B17C4B" w:rsidRDefault="005061DC" w:rsidP="009F19A7">
      <w:pPr>
        <w:jc w:val="both"/>
        <w:rPr>
          <w:sz w:val="28"/>
          <w:szCs w:val="28"/>
          <w:lang w:val="uk-UA"/>
        </w:rPr>
      </w:pPr>
    </w:p>
    <w:p w:rsidR="005061DC" w:rsidRDefault="005061DC" w:rsidP="009F19A7">
      <w:pPr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>Про розгляд запиту депутата</w:t>
      </w:r>
    </w:p>
    <w:p w:rsidR="005061DC" w:rsidRPr="0087292A" w:rsidRDefault="005061DC" w:rsidP="009F19A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районної ради </w:t>
      </w:r>
      <w:r w:rsidRPr="005A5E56">
        <w:rPr>
          <w:sz w:val="28"/>
          <w:szCs w:val="28"/>
        </w:rPr>
        <w:t xml:space="preserve"> </w:t>
      </w:r>
      <w:r w:rsidRPr="00B17C4B">
        <w:rPr>
          <w:sz w:val="28"/>
          <w:szCs w:val="28"/>
          <w:lang w:val="en-US"/>
        </w:rPr>
        <w:t>V</w:t>
      </w:r>
      <w:r w:rsidRPr="00B17C4B">
        <w:rPr>
          <w:sz w:val="28"/>
          <w:szCs w:val="28"/>
          <w:lang w:val="uk-UA"/>
        </w:rPr>
        <w:t xml:space="preserve">І скликання </w:t>
      </w:r>
      <w:r>
        <w:rPr>
          <w:sz w:val="28"/>
          <w:szCs w:val="28"/>
          <w:lang w:val="uk-UA"/>
        </w:rPr>
        <w:t>Марчука М.О.</w:t>
      </w:r>
    </w:p>
    <w:p w:rsidR="005061DC" w:rsidRPr="00B17C4B" w:rsidRDefault="005061DC" w:rsidP="009F19A7">
      <w:pPr>
        <w:jc w:val="both"/>
        <w:rPr>
          <w:sz w:val="28"/>
          <w:szCs w:val="28"/>
          <w:lang w:val="uk-UA"/>
        </w:rPr>
      </w:pPr>
    </w:p>
    <w:p w:rsidR="005061DC" w:rsidRDefault="005061DC" w:rsidP="009F19A7">
      <w:pPr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      Відповідно до статті 49 Закону України «Про місцеве самоврядування в Україні», п.1 ст. 21 Закону України «Про статус депутатів місцевих рад», </w:t>
      </w:r>
      <w:r>
        <w:rPr>
          <w:sz w:val="28"/>
          <w:szCs w:val="28"/>
          <w:lang w:val="uk-UA"/>
        </w:rPr>
        <w:t>заслухавши та обговоривши інформацію заступника голови</w:t>
      </w:r>
      <w:r w:rsidRPr="005E6D20">
        <w:rPr>
          <w:sz w:val="28"/>
          <w:szCs w:val="28"/>
          <w:lang w:val="uk-UA"/>
        </w:rPr>
        <w:t xml:space="preserve"> районної ради </w:t>
      </w:r>
      <w:r>
        <w:rPr>
          <w:sz w:val="28"/>
          <w:szCs w:val="28"/>
          <w:lang w:val="uk-UA"/>
        </w:rPr>
        <w:t xml:space="preserve">Троценка В.Р., </w:t>
      </w:r>
      <w:r w:rsidRPr="00D07829">
        <w:rPr>
          <w:sz w:val="28"/>
          <w:szCs w:val="28"/>
          <w:lang w:val="uk-UA"/>
        </w:rPr>
        <w:t xml:space="preserve">розглянувши відповіді  </w:t>
      </w:r>
      <w:r>
        <w:rPr>
          <w:sz w:val="28"/>
          <w:szCs w:val="28"/>
          <w:lang w:val="uk-UA"/>
        </w:rPr>
        <w:t>Коростишівської місцевої прокуратури  за   № 06-37/3336 вих-16 від 05.05</w:t>
      </w:r>
      <w:r w:rsidRPr="00D07829">
        <w:rPr>
          <w:sz w:val="28"/>
          <w:szCs w:val="28"/>
          <w:lang w:val="uk-UA"/>
        </w:rPr>
        <w:t xml:space="preserve">.2016 року, Черняхівського відділення поліції Коростишівського відділу ГУНП в Житомирській області   за № </w:t>
      </w:r>
      <w:r>
        <w:rPr>
          <w:sz w:val="28"/>
          <w:szCs w:val="28"/>
          <w:lang w:val="uk-UA"/>
        </w:rPr>
        <w:t>1192</w:t>
      </w:r>
      <w:r w:rsidRPr="00D07829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10.05</w:t>
      </w:r>
      <w:r w:rsidRPr="00D07829">
        <w:rPr>
          <w:sz w:val="28"/>
          <w:szCs w:val="28"/>
          <w:lang w:val="uk-UA"/>
        </w:rPr>
        <w:t xml:space="preserve">.2016 року </w:t>
      </w:r>
      <w:r w:rsidRPr="000225AE">
        <w:rPr>
          <w:sz w:val="28"/>
          <w:szCs w:val="28"/>
          <w:lang w:val="uk-UA"/>
        </w:rPr>
        <w:t>щодо самовільного зайняття земельних паїв на території Вільської сільської ради в с.Щербини</w:t>
      </w:r>
      <w:r>
        <w:rPr>
          <w:sz w:val="28"/>
          <w:szCs w:val="28"/>
          <w:lang w:val="uk-UA"/>
        </w:rPr>
        <w:t xml:space="preserve"> та  </w:t>
      </w:r>
      <w:r w:rsidRPr="0000544A">
        <w:rPr>
          <w:sz w:val="28"/>
          <w:szCs w:val="28"/>
          <w:lang w:val="uk-UA"/>
        </w:rPr>
        <w:t>враховуючи рекомендації постійної комісії районної ради з питань</w:t>
      </w:r>
      <w:r>
        <w:rPr>
          <w:sz w:val="28"/>
          <w:szCs w:val="28"/>
          <w:lang w:val="uk-UA"/>
        </w:rPr>
        <w:t xml:space="preserve"> </w:t>
      </w:r>
      <w:r w:rsidRPr="00F476D6">
        <w:rPr>
          <w:bCs/>
          <w:sz w:val="28"/>
          <w:szCs w:val="28"/>
          <w:lang w:val="uk-UA"/>
        </w:rPr>
        <w:t>регламенту, депутатської етики, правопорядку та прав людини</w:t>
      </w:r>
      <w:r>
        <w:rPr>
          <w:sz w:val="28"/>
          <w:szCs w:val="28"/>
          <w:lang w:val="uk-UA"/>
        </w:rPr>
        <w:t xml:space="preserve">, районна рада  </w:t>
      </w:r>
    </w:p>
    <w:p w:rsidR="005061DC" w:rsidRDefault="005061DC" w:rsidP="009F19A7">
      <w:pPr>
        <w:ind w:left="360"/>
        <w:jc w:val="both"/>
        <w:rPr>
          <w:sz w:val="28"/>
          <w:szCs w:val="28"/>
          <w:lang w:val="uk-UA"/>
        </w:rPr>
      </w:pPr>
    </w:p>
    <w:p w:rsidR="005061DC" w:rsidRPr="00A84E64" w:rsidRDefault="005061DC" w:rsidP="009F19A7">
      <w:pPr>
        <w:jc w:val="both"/>
        <w:rPr>
          <w:b/>
          <w:sz w:val="28"/>
          <w:szCs w:val="28"/>
          <w:lang w:val="uk-UA"/>
        </w:rPr>
      </w:pPr>
      <w:r w:rsidRPr="00B17C4B">
        <w:rPr>
          <w:b/>
          <w:sz w:val="28"/>
          <w:szCs w:val="28"/>
          <w:lang w:val="uk-UA"/>
        </w:rPr>
        <w:t>В И Р І Ш И Л А :</w:t>
      </w:r>
    </w:p>
    <w:p w:rsidR="005061DC" w:rsidRPr="0000544A" w:rsidRDefault="005061DC" w:rsidP="009F19A7">
      <w:pPr>
        <w:pStyle w:val="ListParagraph"/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00544A">
        <w:rPr>
          <w:sz w:val="28"/>
          <w:szCs w:val="28"/>
          <w:lang w:val="uk-UA"/>
        </w:rPr>
        <w:t xml:space="preserve">Інформацію заступника голови районної ради </w:t>
      </w:r>
      <w:r>
        <w:rPr>
          <w:sz w:val="28"/>
          <w:szCs w:val="28"/>
          <w:lang w:val="uk-UA"/>
        </w:rPr>
        <w:t>Троценка В.Р.</w:t>
      </w:r>
      <w:r w:rsidRPr="0000544A">
        <w:rPr>
          <w:sz w:val="28"/>
          <w:szCs w:val="28"/>
          <w:lang w:val="uk-UA"/>
        </w:rPr>
        <w:t xml:space="preserve"> щодо розгляду запиту депутата  Марчука М. О. прийняти до відома.</w:t>
      </w:r>
    </w:p>
    <w:p w:rsidR="005061DC" w:rsidRDefault="005061DC" w:rsidP="009F19A7">
      <w:pPr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CF3E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Продовжити </w:t>
      </w:r>
      <w:r w:rsidRPr="00D82FBF">
        <w:rPr>
          <w:sz w:val="28"/>
          <w:szCs w:val="28"/>
          <w:lang w:val="uk-UA"/>
        </w:rPr>
        <w:t>термін розгляду депутатського запиту</w:t>
      </w:r>
      <w:r>
        <w:rPr>
          <w:sz w:val="28"/>
          <w:szCs w:val="28"/>
          <w:lang w:val="uk-UA"/>
        </w:rPr>
        <w:t xml:space="preserve"> до закінчення досудового розслідування по кримінальному правопорушенню щодо самовільного зайняття земельних паїв на території Вільської сільської ради.</w:t>
      </w:r>
    </w:p>
    <w:p w:rsidR="005061DC" w:rsidRPr="008719F6" w:rsidRDefault="005061DC" w:rsidP="009F19A7">
      <w:pPr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8719F6">
        <w:rPr>
          <w:sz w:val="28"/>
          <w:szCs w:val="28"/>
          <w:lang w:val="uk-UA"/>
        </w:rPr>
        <w:t xml:space="preserve">Рекомендувати: </w:t>
      </w:r>
    </w:p>
    <w:p w:rsidR="005061DC" w:rsidRPr="00157427" w:rsidRDefault="005061DC" w:rsidP="00142168">
      <w:pPr>
        <w:tabs>
          <w:tab w:val="left" w:pos="851"/>
        </w:tabs>
        <w:ind w:left="993" w:hanging="9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3.1Коростишівській місцевій прокуратурі  та  Черняхівському  відділенню</w:t>
      </w:r>
      <w:r w:rsidRPr="00D60E88">
        <w:rPr>
          <w:sz w:val="28"/>
          <w:szCs w:val="28"/>
          <w:lang w:val="uk-UA"/>
        </w:rPr>
        <w:t xml:space="preserve"> поліції Коростишівського відділу ГУНП</w:t>
      </w:r>
      <w:r>
        <w:rPr>
          <w:sz w:val="28"/>
          <w:szCs w:val="28"/>
          <w:lang w:val="uk-UA"/>
        </w:rPr>
        <w:t xml:space="preserve"> </w:t>
      </w:r>
      <w:r w:rsidRPr="00D60E88">
        <w:rPr>
          <w:sz w:val="28"/>
          <w:szCs w:val="28"/>
          <w:lang w:val="uk-UA"/>
        </w:rPr>
        <w:t>в Житомирській області</w:t>
      </w:r>
      <w:r>
        <w:rPr>
          <w:sz w:val="28"/>
          <w:szCs w:val="28"/>
          <w:lang w:val="uk-UA"/>
        </w:rPr>
        <w:t xml:space="preserve"> </w:t>
      </w:r>
      <w:r w:rsidRPr="0000544A">
        <w:rPr>
          <w:sz w:val="28"/>
          <w:szCs w:val="28"/>
          <w:lang w:val="uk-UA"/>
        </w:rPr>
        <w:t xml:space="preserve">проінформувати про хід </w:t>
      </w:r>
      <w:r>
        <w:rPr>
          <w:sz w:val="28"/>
          <w:szCs w:val="28"/>
          <w:lang w:val="uk-UA"/>
        </w:rPr>
        <w:t>розслідування по факту самовільного  зайняття  земельних паїв жителів с.Щербини на території Вільської сільської ради Черняхівського району.</w:t>
      </w:r>
    </w:p>
    <w:p w:rsidR="005061DC" w:rsidRPr="00F476D6" w:rsidRDefault="005061DC" w:rsidP="009F19A7">
      <w:pPr>
        <w:ind w:left="709" w:hanging="709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4.</w:t>
      </w:r>
      <w:r w:rsidRPr="008719F6">
        <w:rPr>
          <w:sz w:val="28"/>
          <w:szCs w:val="28"/>
          <w:lang w:val="uk-UA"/>
        </w:rPr>
        <w:t xml:space="preserve"> </w:t>
      </w:r>
      <w:r w:rsidRPr="002265A3">
        <w:rPr>
          <w:sz w:val="28"/>
          <w:szCs w:val="28"/>
          <w:lang w:val="uk-UA"/>
        </w:rPr>
        <w:t>Контроль за виконанням даного рішення покласти на постійну комісію районної ради з питань</w:t>
      </w:r>
      <w:r>
        <w:rPr>
          <w:bCs/>
          <w:sz w:val="28"/>
          <w:szCs w:val="28"/>
          <w:lang w:val="uk-UA"/>
        </w:rPr>
        <w:t xml:space="preserve"> </w:t>
      </w:r>
      <w:r w:rsidRPr="00F476D6">
        <w:rPr>
          <w:bCs/>
          <w:sz w:val="28"/>
          <w:szCs w:val="28"/>
        </w:rPr>
        <w:t>регламенту, депутатської етики, правопорядку та прав людини</w:t>
      </w:r>
      <w:r w:rsidRPr="00F476D6">
        <w:rPr>
          <w:sz w:val="28"/>
          <w:szCs w:val="28"/>
          <w:lang w:val="uk-UA"/>
        </w:rPr>
        <w:t>.</w:t>
      </w:r>
    </w:p>
    <w:p w:rsidR="005061DC" w:rsidRPr="0000544A" w:rsidRDefault="005061DC" w:rsidP="009F19A7">
      <w:pPr>
        <w:ind w:left="709" w:hanging="709"/>
        <w:jc w:val="both"/>
        <w:rPr>
          <w:sz w:val="28"/>
          <w:szCs w:val="28"/>
          <w:lang w:val="uk-UA"/>
        </w:rPr>
      </w:pPr>
    </w:p>
    <w:p w:rsidR="005061DC" w:rsidRPr="00B17C4B" w:rsidRDefault="005061DC" w:rsidP="009F19A7">
      <w:pPr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Голова ради                                                  </w:t>
      </w:r>
      <w:r w:rsidRPr="00B17C4B">
        <w:rPr>
          <w:sz w:val="28"/>
          <w:szCs w:val="28"/>
        </w:rPr>
        <w:t xml:space="preserve">                   </w:t>
      </w:r>
      <w:r>
        <w:rPr>
          <w:sz w:val="28"/>
          <w:szCs w:val="28"/>
          <w:lang w:val="uk-UA"/>
        </w:rPr>
        <w:t xml:space="preserve">            І.П.Бовсунівський </w:t>
      </w:r>
    </w:p>
    <w:p w:rsidR="005061DC" w:rsidRPr="00B17C4B" w:rsidRDefault="005061DC" w:rsidP="009F19A7">
      <w:pPr>
        <w:jc w:val="both"/>
        <w:rPr>
          <w:sz w:val="28"/>
          <w:szCs w:val="28"/>
          <w:lang w:val="uk-UA"/>
        </w:rPr>
      </w:pPr>
    </w:p>
    <w:p w:rsidR="005061DC" w:rsidRPr="00B17C4B" w:rsidRDefault="005061DC" w:rsidP="009F19A7">
      <w:pPr>
        <w:jc w:val="both"/>
        <w:rPr>
          <w:sz w:val="28"/>
          <w:szCs w:val="28"/>
          <w:lang w:val="uk-UA"/>
        </w:rPr>
      </w:pPr>
    </w:p>
    <w:p w:rsidR="005061DC" w:rsidRPr="00B17C4B" w:rsidRDefault="005061DC" w:rsidP="009F19A7">
      <w:pPr>
        <w:jc w:val="both"/>
        <w:rPr>
          <w:sz w:val="28"/>
          <w:szCs w:val="28"/>
          <w:lang w:val="uk-UA"/>
        </w:rPr>
      </w:pPr>
    </w:p>
    <w:p w:rsidR="005061DC" w:rsidRPr="00E1330A" w:rsidRDefault="005061DC">
      <w:pPr>
        <w:rPr>
          <w:lang w:val="uk-UA"/>
        </w:rPr>
      </w:pPr>
    </w:p>
    <w:sectPr w:rsidR="005061DC" w:rsidRPr="00E1330A" w:rsidSect="009F19A7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19A7"/>
    <w:rsid w:val="0000544A"/>
    <w:rsid w:val="000225AE"/>
    <w:rsid w:val="00075630"/>
    <w:rsid w:val="00142168"/>
    <w:rsid w:val="00157427"/>
    <w:rsid w:val="001A0C61"/>
    <w:rsid w:val="001E441D"/>
    <w:rsid w:val="002265A3"/>
    <w:rsid w:val="002D4CF6"/>
    <w:rsid w:val="004B6AEB"/>
    <w:rsid w:val="004D4952"/>
    <w:rsid w:val="004F2EE4"/>
    <w:rsid w:val="005061DC"/>
    <w:rsid w:val="00572458"/>
    <w:rsid w:val="005A5E56"/>
    <w:rsid w:val="005E6D20"/>
    <w:rsid w:val="006C3253"/>
    <w:rsid w:val="006C3612"/>
    <w:rsid w:val="006E1E99"/>
    <w:rsid w:val="007D5E3F"/>
    <w:rsid w:val="008174FC"/>
    <w:rsid w:val="008719F6"/>
    <w:rsid w:val="0087292A"/>
    <w:rsid w:val="008F6B5E"/>
    <w:rsid w:val="009F19A7"/>
    <w:rsid w:val="00A84E64"/>
    <w:rsid w:val="00AC2B5C"/>
    <w:rsid w:val="00AD324D"/>
    <w:rsid w:val="00B17C4B"/>
    <w:rsid w:val="00BC6C79"/>
    <w:rsid w:val="00BD25C4"/>
    <w:rsid w:val="00C0245E"/>
    <w:rsid w:val="00CF3EF1"/>
    <w:rsid w:val="00D07829"/>
    <w:rsid w:val="00D113F7"/>
    <w:rsid w:val="00D52996"/>
    <w:rsid w:val="00D60E88"/>
    <w:rsid w:val="00D82FBF"/>
    <w:rsid w:val="00D934EA"/>
    <w:rsid w:val="00E1330A"/>
    <w:rsid w:val="00E63DEA"/>
    <w:rsid w:val="00F0529C"/>
    <w:rsid w:val="00F47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9A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F19A7"/>
    <w:pPr>
      <w:keepNext/>
      <w:jc w:val="center"/>
      <w:outlineLvl w:val="0"/>
    </w:pPr>
    <w:rPr>
      <w:sz w:val="28"/>
      <w:szCs w:val="20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F19A7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F19A7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F19A7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9F19A7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9F19A7"/>
    <w:pPr>
      <w:jc w:val="center"/>
    </w:pPr>
    <w:rPr>
      <w:b/>
      <w:bCs/>
      <w:sz w:val="36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9F19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F19A7"/>
    <w:rPr>
      <w:rFonts w:ascii="Tahoma" w:hAnsi="Tahoma" w:cs="Tahoma"/>
      <w:sz w:val="16"/>
      <w:szCs w:val="16"/>
      <w:lang w:eastAsia="ru-RU"/>
    </w:rPr>
  </w:style>
  <w:style w:type="paragraph" w:styleId="NoSpacing">
    <w:name w:val="No Spacing"/>
    <w:uiPriority w:val="99"/>
    <w:qFormat/>
    <w:rsid w:val="009F19A7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1</Pages>
  <Words>1387</Words>
  <Characters>791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14</cp:revision>
  <cp:lastPrinted>2016-05-11T05:57:00Z</cp:lastPrinted>
  <dcterms:created xsi:type="dcterms:W3CDTF">2016-02-12T10:01:00Z</dcterms:created>
  <dcterms:modified xsi:type="dcterms:W3CDTF">2016-05-24T08:04:00Z</dcterms:modified>
</cp:coreProperties>
</file>