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4B" w:rsidRPr="00CB50CB" w:rsidRDefault="0029754B" w:rsidP="0037751E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 w:rsidRPr="00123AD8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5.6pt;height:51.6pt;visibility:visible">
            <v:imagedata r:id="rId5" o:title=""/>
          </v:shape>
        </w:pict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</w:t>
      </w:r>
      <w:r w:rsidRPr="00BC6C79">
        <w:rPr>
          <w:b/>
          <w:sz w:val="28"/>
          <w:lang w:val="uk-UA" w:eastAsia="uk-UA"/>
        </w:rPr>
        <w:t xml:space="preserve">  </w:t>
      </w:r>
      <w:r>
        <w:rPr>
          <w:b/>
          <w:sz w:val="28"/>
          <w:lang w:val="uk-UA" w:eastAsia="uk-UA"/>
        </w:rPr>
        <w:t xml:space="preserve"> </w:t>
      </w:r>
    </w:p>
    <w:p w:rsidR="0029754B" w:rsidRDefault="0029754B" w:rsidP="0037751E">
      <w:pPr>
        <w:pStyle w:val="NoSpacing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Україна                  </w:t>
      </w:r>
    </w:p>
    <w:p w:rsidR="0029754B" w:rsidRPr="002C610B" w:rsidRDefault="0029754B" w:rsidP="0037751E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29754B" w:rsidRPr="002C610B" w:rsidRDefault="0029754B" w:rsidP="0037751E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29754B" w:rsidRPr="00D60E88" w:rsidRDefault="0029754B" w:rsidP="0037751E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29754B" w:rsidRDefault="0029754B" w:rsidP="00377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Десята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F75E4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F75E4E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29754B" w:rsidRPr="00B17C4B" w:rsidRDefault="0029754B" w:rsidP="00377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19 серпня 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29754B" w:rsidRPr="00B31CE3" w:rsidRDefault="0029754B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9754B" w:rsidRDefault="0029754B" w:rsidP="0037751E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29754B" w:rsidRPr="00B31CE3" w:rsidRDefault="0029754B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29754B" w:rsidRPr="003D1040" w:rsidRDefault="0029754B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9754B" w:rsidRPr="00E845D1" w:rsidRDefault="0029754B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щодо  проведення вуличного освітлення</w:t>
      </w:r>
      <w:r w:rsidRPr="00B1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 вул.Рубанівська (Леніна)  в с.Троковичі, розглянувши відповідь </w:t>
      </w:r>
      <w:r w:rsidRPr="00F00620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>оковицької сільської ради за №113 від 10.08</w:t>
      </w:r>
      <w:r w:rsidRPr="00F00620">
        <w:rPr>
          <w:sz w:val="28"/>
          <w:szCs w:val="28"/>
          <w:lang w:val="uk-UA"/>
        </w:rPr>
        <w:t xml:space="preserve">.2016 року, </w:t>
      </w:r>
      <w:r>
        <w:rPr>
          <w:sz w:val="28"/>
          <w:szCs w:val="28"/>
          <w:lang w:val="uk-UA"/>
        </w:rPr>
        <w:t xml:space="preserve">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 w:rsidRPr="00E845D1">
        <w:rPr>
          <w:b/>
          <w:bCs/>
          <w:lang w:val="uk-UA"/>
        </w:rPr>
        <w:t xml:space="preserve"> </w:t>
      </w:r>
      <w:r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E845D1">
        <w:rPr>
          <w:sz w:val="28"/>
          <w:szCs w:val="28"/>
          <w:lang w:val="uk-UA"/>
        </w:rPr>
        <w:t xml:space="preserve">, районна рада  </w:t>
      </w:r>
    </w:p>
    <w:p w:rsidR="0029754B" w:rsidRPr="00E845D1" w:rsidRDefault="0029754B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E845D1">
        <w:rPr>
          <w:sz w:val="28"/>
          <w:szCs w:val="28"/>
          <w:lang w:val="uk-UA"/>
        </w:rPr>
        <w:t xml:space="preserve"> </w:t>
      </w:r>
    </w:p>
    <w:p w:rsidR="0029754B" w:rsidRDefault="0029754B" w:rsidP="0037751E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29754B" w:rsidRPr="00B17C4B" w:rsidRDefault="0029754B" w:rsidP="0037751E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29754B" w:rsidRPr="00B31CE3" w:rsidRDefault="0029754B" w:rsidP="0037751E">
      <w:pPr>
        <w:pStyle w:val="ListParagraph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29754B" w:rsidRDefault="0029754B" w:rsidP="00FD6695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 xml:space="preserve"> до завершення </w:t>
      </w:r>
      <w:r w:rsidRPr="00334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підключення вуличного освітлення</w:t>
      </w:r>
      <w:r w:rsidRPr="00B1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 вул.Рубанівська (Леніна)  в с.Троковичі.</w:t>
      </w:r>
    </w:p>
    <w:p w:rsidR="0029754B" w:rsidRDefault="0029754B" w:rsidP="00FD6695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Троковицьській сільській раді проінформувати про хід розгляду питання щодо освітлення вул.Рубанівська (Леніна) в с.Троковичі на наступній сесії районної ради.</w:t>
      </w:r>
    </w:p>
    <w:p w:rsidR="0029754B" w:rsidRPr="00FD6695" w:rsidRDefault="0029754B" w:rsidP="00FD6695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D6695">
        <w:rPr>
          <w:sz w:val="28"/>
          <w:szCs w:val="28"/>
        </w:rPr>
        <w:t xml:space="preserve">Контроль за виконанням даного рішення покласти на постійну комісію районної ради  з </w:t>
      </w:r>
      <w:r w:rsidRPr="00FD6695">
        <w:rPr>
          <w:bCs/>
          <w:sz w:val="28"/>
          <w:szCs w:val="28"/>
          <w:lang w:val="uk-UA"/>
        </w:rPr>
        <w:t>бюджету, комунальної власності та</w:t>
      </w:r>
      <w:r>
        <w:rPr>
          <w:bCs/>
          <w:sz w:val="28"/>
          <w:szCs w:val="28"/>
          <w:lang w:val="uk-UA"/>
        </w:rPr>
        <w:t xml:space="preserve">                        </w:t>
      </w:r>
      <w:r w:rsidRPr="00FD6695">
        <w:rPr>
          <w:bCs/>
          <w:sz w:val="28"/>
          <w:szCs w:val="28"/>
          <w:lang w:val="uk-UA"/>
        </w:rPr>
        <w:t xml:space="preserve"> соціально-економічного розвитку району</w:t>
      </w:r>
      <w:r w:rsidRPr="00FD6695">
        <w:rPr>
          <w:bCs/>
          <w:sz w:val="28"/>
          <w:szCs w:val="28"/>
        </w:rPr>
        <w:t>.</w:t>
      </w:r>
    </w:p>
    <w:p w:rsidR="0029754B" w:rsidRPr="00FD6695" w:rsidRDefault="0029754B" w:rsidP="00FD6695">
      <w:pPr>
        <w:pStyle w:val="ListParagraph"/>
        <w:jc w:val="both"/>
        <w:rPr>
          <w:sz w:val="28"/>
          <w:szCs w:val="28"/>
          <w:lang w:val="uk-UA"/>
        </w:rPr>
      </w:pPr>
    </w:p>
    <w:p w:rsidR="0029754B" w:rsidRDefault="0029754B" w:rsidP="00FD6695">
      <w:pPr>
        <w:jc w:val="both"/>
        <w:rPr>
          <w:szCs w:val="28"/>
          <w:lang w:val="uk-UA"/>
        </w:rPr>
      </w:pPr>
    </w:p>
    <w:p w:rsidR="0029754B" w:rsidRPr="00FD6695" w:rsidRDefault="0029754B" w:rsidP="00FD6695">
      <w:pPr>
        <w:jc w:val="both"/>
        <w:rPr>
          <w:szCs w:val="28"/>
          <w:lang w:val="uk-UA"/>
        </w:rPr>
      </w:pPr>
    </w:p>
    <w:p w:rsidR="0029754B" w:rsidRPr="001345B6" w:rsidRDefault="0029754B" w:rsidP="0037751E">
      <w:pPr>
        <w:rPr>
          <w:sz w:val="28"/>
          <w:szCs w:val="28"/>
          <w:lang w:val="uk-UA"/>
        </w:rPr>
      </w:pPr>
      <w:r w:rsidRPr="00F00620">
        <w:rPr>
          <w:sz w:val="28"/>
          <w:szCs w:val="28"/>
          <w:lang w:val="uk-UA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І.П.Бовсунівський </w:t>
      </w:r>
    </w:p>
    <w:p w:rsidR="0029754B" w:rsidRDefault="0029754B" w:rsidP="0037751E">
      <w:pPr>
        <w:pStyle w:val="BodyText"/>
        <w:ind w:right="-6"/>
        <w:jc w:val="both"/>
      </w:pPr>
    </w:p>
    <w:p w:rsidR="0029754B" w:rsidRPr="00B31CE3" w:rsidRDefault="0029754B" w:rsidP="0037751E">
      <w:pPr>
        <w:tabs>
          <w:tab w:val="left" w:pos="1694"/>
        </w:tabs>
        <w:jc w:val="both"/>
        <w:rPr>
          <w:lang w:val="uk-UA"/>
        </w:rPr>
      </w:pPr>
    </w:p>
    <w:p w:rsidR="0029754B" w:rsidRPr="00B31CE3" w:rsidRDefault="0029754B" w:rsidP="0037751E">
      <w:pPr>
        <w:tabs>
          <w:tab w:val="left" w:pos="1694"/>
        </w:tabs>
        <w:jc w:val="both"/>
        <w:rPr>
          <w:lang w:val="uk-UA"/>
        </w:rPr>
      </w:pPr>
    </w:p>
    <w:p w:rsidR="0029754B" w:rsidRPr="00F00620" w:rsidRDefault="0029754B" w:rsidP="0037751E">
      <w:pPr>
        <w:rPr>
          <w:lang w:val="uk-UA"/>
        </w:rPr>
      </w:pPr>
    </w:p>
    <w:p w:rsidR="0029754B" w:rsidRPr="00F00620" w:rsidRDefault="0029754B">
      <w:pPr>
        <w:rPr>
          <w:lang w:val="uk-UA"/>
        </w:rPr>
      </w:pPr>
    </w:p>
    <w:sectPr w:rsidR="0029754B" w:rsidRPr="00F00620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51E"/>
    <w:rsid w:val="0000544A"/>
    <w:rsid w:val="000C42C3"/>
    <w:rsid w:val="000F103B"/>
    <w:rsid w:val="00122348"/>
    <w:rsid w:val="00123AD8"/>
    <w:rsid w:val="001345B6"/>
    <w:rsid w:val="001618FE"/>
    <w:rsid w:val="001C6C41"/>
    <w:rsid w:val="00267899"/>
    <w:rsid w:val="0029754B"/>
    <w:rsid w:val="002A668B"/>
    <w:rsid w:val="002C610B"/>
    <w:rsid w:val="002C6E69"/>
    <w:rsid w:val="00334603"/>
    <w:rsid w:val="0037751E"/>
    <w:rsid w:val="003D1040"/>
    <w:rsid w:val="003D1234"/>
    <w:rsid w:val="005E3186"/>
    <w:rsid w:val="006B6C99"/>
    <w:rsid w:val="006D7BBB"/>
    <w:rsid w:val="00773119"/>
    <w:rsid w:val="00787637"/>
    <w:rsid w:val="008174FC"/>
    <w:rsid w:val="00851236"/>
    <w:rsid w:val="009144B9"/>
    <w:rsid w:val="00976C14"/>
    <w:rsid w:val="00B11C23"/>
    <w:rsid w:val="00B17C4B"/>
    <w:rsid w:val="00B31CE3"/>
    <w:rsid w:val="00B878EB"/>
    <w:rsid w:val="00BC6C79"/>
    <w:rsid w:val="00C363A1"/>
    <w:rsid w:val="00C46474"/>
    <w:rsid w:val="00C5440C"/>
    <w:rsid w:val="00CB50CB"/>
    <w:rsid w:val="00D60E88"/>
    <w:rsid w:val="00D82FBF"/>
    <w:rsid w:val="00D84E4E"/>
    <w:rsid w:val="00E845D1"/>
    <w:rsid w:val="00E946BE"/>
    <w:rsid w:val="00EA2C6D"/>
    <w:rsid w:val="00EE5F85"/>
    <w:rsid w:val="00F00620"/>
    <w:rsid w:val="00F75E4E"/>
    <w:rsid w:val="00FD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51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7751E"/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37751E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751E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3775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77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751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1</Pages>
  <Words>1124</Words>
  <Characters>641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2016-08-17T07:21:00Z</cp:lastPrinted>
  <dcterms:created xsi:type="dcterms:W3CDTF">2016-02-12T09:35:00Z</dcterms:created>
  <dcterms:modified xsi:type="dcterms:W3CDTF">2016-08-26T08:25:00Z</dcterms:modified>
</cp:coreProperties>
</file>