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7D" w:rsidRPr="00DE58E0" w:rsidRDefault="00B82D7D" w:rsidP="005359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6666B4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3pt;visibility:visibl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B82D7D" w:rsidRPr="00AF56E4" w:rsidRDefault="00B82D7D" w:rsidP="005359B8">
      <w:pPr>
        <w:pStyle w:val="Caption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B82D7D" w:rsidRPr="0028385D" w:rsidRDefault="00B82D7D" w:rsidP="005359B8">
      <w:pPr>
        <w:pStyle w:val="Heading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F56E4"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</w:t>
      </w:r>
    </w:p>
    <w:p w:rsidR="00B82D7D" w:rsidRPr="00AF56E4" w:rsidRDefault="00B82D7D" w:rsidP="005359B8">
      <w:pPr>
        <w:pStyle w:val="Heading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>Р І Ш Е Н Н Я</w:t>
      </w:r>
    </w:p>
    <w:p w:rsidR="00B82D7D" w:rsidRPr="00AB30E0" w:rsidRDefault="00B82D7D" w:rsidP="005359B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Десята </w:t>
      </w:r>
      <w:r w:rsidRPr="00AB30E0">
        <w:rPr>
          <w:sz w:val="28"/>
          <w:szCs w:val="28"/>
        </w:rPr>
        <w:t xml:space="preserve"> сесія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B82D7D" w:rsidRPr="00AB30E0" w:rsidRDefault="00B82D7D" w:rsidP="005359B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від  19 серпня   2016</w:t>
      </w:r>
      <w:r w:rsidRPr="00AB30E0">
        <w:rPr>
          <w:sz w:val="28"/>
          <w:szCs w:val="28"/>
        </w:rPr>
        <w:t xml:space="preserve"> року</w:t>
      </w:r>
    </w:p>
    <w:p w:rsidR="00B82D7D" w:rsidRDefault="00B82D7D" w:rsidP="005359B8">
      <w:pPr>
        <w:rPr>
          <w:sz w:val="28"/>
          <w:szCs w:val="28"/>
          <w:lang w:val="uk-UA"/>
        </w:rPr>
      </w:pPr>
    </w:p>
    <w:p w:rsidR="00B82D7D" w:rsidRDefault="00B82D7D" w:rsidP="005359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складу комісії по проведенню</w:t>
      </w:r>
    </w:p>
    <w:p w:rsidR="00B82D7D" w:rsidRDefault="00B82D7D" w:rsidP="005359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конкурсу серед сільських і селищних </w:t>
      </w:r>
    </w:p>
    <w:p w:rsidR="00B82D7D" w:rsidRDefault="00B82D7D" w:rsidP="005359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 на кращий санітарний стан та благоустрій</w:t>
      </w:r>
    </w:p>
    <w:p w:rsidR="00B82D7D" w:rsidRDefault="00B82D7D" w:rsidP="005359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в новій редакції</w:t>
      </w:r>
    </w:p>
    <w:p w:rsidR="00B82D7D" w:rsidRDefault="00B82D7D" w:rsidP="005359B8">
      <w:pPr>
        <w:rPr>
          <w:sz w:val="28"/>
          <w:szCs w:val="28"/>
          <w:lang w:val="uk-UA"/>
        </w:rPr>
      </w:pPr>
    </w:p>
    <w:p w:rsidR="00B82D7D" w:rsidRDefault="00B82D7D" w:rsidP="005359B8">
      <w:pPr>
        <w:rPr>
          <w:sz w:val="28"/>
          <w:szCs w:val="28"/>
          <w:lang w:val="uk-UA"/>
        </w:rPr>
      </w:pPr>
    </w:p>
    <w:p w:rsidR="00B82D7D" w:rsidRPr="00732542" w:rsidRDefault="00B82D7D" w:rsidP="00E37E18">
      <w:pPr>
        <w:ind w:firstLine="708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в зв’язку   з кадровими змінами, враховуючи рекомендації постійної </w:t>
      </w:r>
      <w:r>
        <w:rPr>
          <w:sz w:val="28"/>
          <w:szCs w:val="28"/>
          <w:lang w:val="uk-UA"/>
        </w:rPr>
        <w:t>комісії районної ради з питань</w:t>
      </w:r>
      <w:r w:rsidRPr="00E37E18">
        <w:rPr>
          <w:b/>
          <w:bCs/>
          <w:lang w:val="uk-UA"/>
        </w:rPr>
        <w:t xml:space="preserve"> </w:t>
      </w:r>
      <w:r w:rsidRPr="00E37E18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732542">
        <w:rPr>
          <w:sz w:val="28"/>
          <w:szCs w:val="28"/>
          <w:lang w:val="uk-UA"/>
        </w:rPr>
        <w:t>, районна рада</w:t>
      </w:r>
    </w:p>
    <w:p w:rsidR="00B82D7D" w:rsidRPr="00732542" w:rsidRDefault="00B82D7D" w:rsidP="005359B8">
      <w:pPr>
        <w:rPr>
          <w:sz w:val="28"/>
          <w:szCs w:val="28"/>
          <w:lang w:val="uk-UA"/>
        </w:rPr>
      </w:pPr>
    </w:p>
    <w:p w:rsidR="00B82D7D" w:rsidRPr="00732542" w:rsidRDefault="00B82D7D" w:rsidP="005359B8">
      <w:pPr>
        <w:rPr>
          <w:b/>
          <w:sz w:val="28"/>
          <w:szCs w:val="28"/>
          <w:lang w:val="uk-UA"/>
        </w:rPr>
      </w:pPr>
      <w:r w:rsidRPr="00732542">
        <w:rPr>
          <w:b/>
          <w:sz w:val="28"/>
          <w:szCs w:val="28"/>
          <w:lang w:val="uk-UA"/>
        </w:rPr>
        <w:t>ВИРІШИЛА:</w:t>
      </w:r>
    </w:p>
    <w:p w:rsidR="00B82D7D" w:rsidRPr="00732542" w:rsidRDefault="00B82D7D" w:rsidP="005359B8">
      <w:pPr>
        <w:rPr>
          <w:sz w:val="28"/>
          <w:szCs w:val="28"/>
          <w:lang w:val="uk-UA"/>
        </w:rPr>
      </w:pPr>
    </w:p>
    <w:p w:rsidR="00B82D7D" w:rsidRPr="00732542" w:rsidRDefault="00B82D7D" w:rsidP="005359B8">
      <w:pPr>
        <w:ind w:left="426" w:hanging="426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1. Затвердити склад комісії по проведенню районного конкурсу серед       </w:t>
      </w:r>
      <w:r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  <w:lang w:val="uk-UA"/>
        </w:rPr>
        <w:t>сільських і селищних рад на кращий санітарний стан та благоустрій території в новій редакції згідно додатку.</w:t>
      </w:r>
    </w:p>
    <w:p w:rsidR="00B82D7D" w:rsidRPr="00732542" w:rsidRDefault="00B82D7D" w:rsidP="005359B8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Визнати таким, що втратило чинність рішення 3</w:t>
      </w:r>
      <w:r w:rsidRPr="00732542">
        <w:rPr>
          <w:sz w:val="28"/>
          <w:szCs w:val="28"/>
          <w:lang w:val="uk-UA"/>
        </w:rPr>
        <w:t>-ої сесії районної ради</w:t>
      </w:r>
      <w:r>
        <w:rPr>
          <w:sz w:val="28"/>
          <w:szCs w:val="28"/>
          <w:lang w:val="uk-UA"/>
        </w:rPr>
        <w:t xml:space="preserve">            </w:t>
      </w:r>
      <w:r w:rsidRPr="00732542">
        <w:rPr>
          <w:sz w:val="28"/>
          <w:szCs w:val="28"/>
          <w:lang w:val="uk-UA"/>
        </w:rPr>
        <w:t xml:space="preserve"> </w:t>
      </w:r>
      <w:r w:rsidRPr="00AB30E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  <w:lang w:val="en-US"/>
        </w:rPr>
        <w:t>I</w:t>
      </w:r>
      <w:r w:rsidRPr="00732542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икання від 22.12.2015</w:t>
      </w:r>
      <w:r w:rsidRPr="00732542">
        <w:rPr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стан та благоустрій  території у новій редакції".</w:t>
      </w: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</w: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ab/>
        <w:t xml:space="preserve">І.П.Бовсунівський </w:t>
      </w: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    </w:t>
      </w: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Default="00B82D7D" w:rsidP="005359B8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</w:t>
      </w:r>
    </w:p>
    <w:p w:rsidR="00B82D7D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Default="00B82D7D" w:rsidP="005359B8">
      <w:pPr>
        <w:pStyle w:val="NoSpacing"/>
        <w:jc w:val="center"/>
        <w:rPr>
          <w:b/>
          <w:sz w:val="28"/>
          <w:szCs w:val="28"/>
        </w:rPr>
      </w:pPr>
    </w:p>
    <w:p w:rsidR="00B82D7D" w:rsidRPr="00732542" w:rsidRDefault="00B82D7D" w:rsidP="005359B8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732542">
        <w:rPr>
          <w:b/>
          <w:sz w:val="28"/>
          <w:szCs w:val="28"/>
        </w:rPr>
        <w:t xml:space="preserve">      </w:t>
      </w:r>
      <w:r w:rsidRPr="00732542">
        <w:rPr>
          <w:sz w:val="28"/>
          <w:szCs w:val="28"/>
        </w:rPr>
        <w:t>Додаток</w:t>
      </w:r>
    </w:p>
    <w:p w:rsidR="00B82D7D" w:rsidRPr="00732542" w:rsidRDefault="00B82D7D" w:rsidP="005359B8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   до рішення районної ради</w:t>
      </w:r>
    </w:p>
    <w:p w:rsidR="00B82D7D" w:rsidRPr="00732542" w:rsidRDefault="00B82D7D" w:rsidP="005359B8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від 19 серпня </w:t>
      </w:r>
      <w:r w:rsidRPr="00732542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732542">
        <w:rPr>
          <w:sz w:val="28"/>
          <w:szCs w:val="28"/>
        </w:rPr>
        <w:t xml:space="preserve"> року</w:t>
      </w:r>
    </w:p>
    <w:p w:rsidR="00B82D7D" w:rsidRPr="00732542" w:rsidRDefault="00B82D7D" w:rsidP="005359B8">
      <w:pPr>
        <w:ind w:left="120"/>
        <w:jc w:val="right"/>
        <w:rPr>
          <w:sz w:val="28"/>
          <w:szCs w:val="28"/>
        </w:rPr>
      </w:pPr>
    </w:p>
    <w:p w:rsidR="00B82D7D" w:rsidRPr="00732542" w:rsidRDefault="00B82D7D" w:rsidP="005359B8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СКЛАД</w:t>
      </w:r>
    </w:p>
    <w:p w:rsidR="00B82D7D" w:rsidRPr="00732542" w:rsidRDefault="00B82D7D" w:rsidP="005359B8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комісії по проведенню районного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конкурсу серед сільських і селищних рад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на кращий санітарний стан та благоустрій території</w:t>
      </w:r>
    </w:p>
    <w:p w:rsidR="00B82D7D" w:rsidRPr="00732542" w:rsidRDefault="00B82D7D" w:rsidP="005359B8">
      <w:pPr>
        <w:ind w:left="120"/>
        <w:rPr>
          <w:sz w:val="28"/>
          <w:szCs w:val="28"/>
        </w:rPr>
      </w:pP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Троценко Володимир Романович </w:t>
      </w:r>
      <w:r w:rsidRPr="00732542"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</w:rPr>
        <w:t xml:space="preserve"> - заступник голови районної ради, голова комісії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_________________________</w:t>
      </w:r>
      <w:r w:rsidRPr="00732542">
        <w:rPr>
          <w:sz w:val="28"/>
          <w:szCs w:val="28"/>
        </w:rPr>
        <w:t xml:space="preserve">   -  перший заступник голови райдержадміністрації, заступник голови комісії (за згодою)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Іванюха Валентина Іванівна - завідуюча організаційним відділом виконавчого апарату районної ради,  секретар комісії </w:t>
      </w:r>
    </w:p>
    <w:p w:rsidR="00B82D7D" w:rsidRPr="00732542" w:rsidRDefault="00B82D7D" w:rsidP="005359B8">
      <w:pPr>
        <w:ind w:left="480"/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 </w:t>
      </w:r>
    </w:p>
    <w:p w:rsidR="00B82D7D" w:rsidRPr="00732542" w:rsidRDefault="00B82D7D" w:rsidP="005359B8">
      <w:pPr>
        <w:ind w:left="120"/>
        <w:jc w:val="both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Члени комісії: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Виговська Алла Миколаївна  –  головний  лікар КУ «Центр ПМСД» </w:t>
      </w:r>
    </w:p>
    <w:p w:rsidR="00B82D7D" w:rsidRPr="00B309C8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Гринь Павло Сергійович – начальник </w:t>
      </w:r>
      <w:r>
        <w:rPr>
          <w:sz w:val="28"/>
          <w:szCs w:val="28"/>
          <w:lang w:val="uk-UA"/>
        </w:rPr>
        <w:t xml:space="preserve">сектору </w:t>
      </w:r>
      <w:r w:rsidRPr="00732542">
        <w:rPr>
          <w:sz w:val="28"/>
          <w:szCs w:val="28"/>
          <w:lang w:val="uk-UA"/>
        </w:rPr>
        <w:t xml:space="preserve"> культури </w:t>
      </w:r>
      <w:r w:rsidRPr="00732542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B82D7D" w:rsidRPr="00320050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Назарчук Петро Оксентійович</w:t>
      </w:r>
      <w:r w:rsidRPr="00B309C8">
        <w:rPr>
          <w:sz w:val="28"/>
          <w:szCs w:val="28"/>
          <w:lang w:val="uk-UA"/>
        </w:rPr>
        <w:t xml:space="preserve"> </w:t>
      </w:r>
      <w:r w:rsidRPr="00B309C8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завідувач сектору</w:t>
      </w:r>
      <w:r w:rsidRPr="00B309C8">
        <w:rPr>
          <w:sz w:val="28"/>
          <w:szCs w:val="28"/>
        </w:rPr>
        <w:t xml:space="preserve"> житлово-комунального господарства</w:t>
      </w:r>
      <w:r>
        <w:rPr>
          <w:sz w:val="28"/>
          <w:szCs w:val="28"/>
          <w:lang w:val="uk-UA"/>
        </w:rPr>
        <w:t>,</w:t>
      </w:r>
      <w:r w:rsidRPr="00B309C8">
        <w:rPr>
          <w:sz w:val="28"/>
          <w:szCs w:val="28"/>
        </w:rPr>
        <w:t xml:space="preserve"> </w:t>
      </w:r>
      <w:r w:rsidRPr="00B309C8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та цивільного захисту </w:t>
      </w:r>
      <w:r w:rsidRPr="00B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населення </w:t>
      </w:r>
      <w:r w:rsidRPr="00B309C8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</w:rPr>
        <w:t>Жилінський Микола Іванович – керуючий справами виконавчого апарату районної ради</w:t>
      </w:r>
      <w:r>
        <w:rPr>
          <w:sz w:val="28"/>
          <w:szCs w:val="28"/>
          <w:lang w:val="uk-UA"/>
        </w:rPr>
        <w:t>.</w:t>
      </w:r>
    </w:p>
    <w:p w:rsidR="00B82D7D" w:rsidRPr="00633872" w:rsidRDefault="00B82D7D" w:rsidP="005359B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Корнійчук Богдан Михайлович </w:t>
      </w:r>
      <w:r w:rsidRPr="00E3417B">
        <w:rPr>
          <w:sz w:val="28"/>
          <w:szCs w:val="28"/>
          <w:lang w:val="uk-UA"/>
        </w:rPr>
        <w:t xml:space="preserve"> </w:t>
      </w:r>
      <w:r w:rsidRPr="00B5440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сектору </w:t>
      </w:r>
      <w:r w:rsidRPr="00633872">
        <w:rPr>
          <w:sz w:val="28"/>
          <w:szCs w:val="28"/>
          <w:lang w:val="uk-UA"/>
        </w:rPr>
        <w:t>Черняхівського відділення поліції Коростишівського відділу ГУНП в Житомирській області</w:t>
      </w:r>
      <w:r>
        <w:rPr>
          <w:sz w:val="28"/>
          <w:szCs w:val="28"/>
          <w:lang w:val="uk-UA"/>
        </w:rPr>
        <w:t>, майор поліції.</w:t>
      </w:r>
      <w:r w:rsidRPr="00633872">
        <w:rPr>
          <w:sz w:val="28"/>
          <w:szCs w:val="28"/>
          <w:lang w:val="uk-UA"/>
        </w:rPr>
        <w:t xml:space="preserve">  </w:t>
      </w:r>
    </w:p>
    <w:p w:rsidR="00B82D7D" w:rsidRPr="008D4655" w:rsidRDefault="00B82D7D" w:rsidP="005359B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417B">
        <w:rPr>
          <w:sz w:val="28"/>
          <w:szCs w:val="28"/>
          <w:lang w:val="uk-UA"/>
        </w:rPr>
        <w:t>Кондрацька Ольга Віталіївна  - начальник управління фінансів райдержадміністрації</w:t>
      </w:r>
      <w:r>
        <w:rPr>
          <w:sz w:val="28"/>
          <w:szCs w:val="28"/>
          <w:lang w:val="uk-UA"/>
        </w:rPr>
        <w:t>.</w:t>
      </w:r>
      <w:r w:rsidRPr="00E3417B">
        <w:rPr>
          <w:sz w:val="28"/>
          <w:szCs w:val="28"/>
          <w:lang w:val="uk-UA"/>
        </w:rPr>
        <w:t xml:space="preserve"> </w:t>
      </w:r>
    </w:p>
    <w:p w:rsidR="00B82D7D" w:rsidRPr="008313CF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Свінціцька Антоніна Святославівна</w:t>
      </w:r>
      <w:r w:rsidRPr="008313CF"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в.о. </w:t>
      </w:r>
      <w:r w:rsidRPr="008313CF">
        <w:rPr>
          <w:sz w:val="28"/>
          <w:szCs w:val="28"/>
        </w:rPr>
        <w:t>редактор</w:t>
      </w:r>
      <w:r>
        <w:rPr>
          <w:sz w:val="28"/>
          <w:szCs w:val="28"/>
          <w:lang w:val="uk-UA"/>
        </w:rPr>
        <w:t>а</w:t>
      </w:r>
      <w:r w:rsidRPr="008313CF">
        <w:rPr>
          <w:sz w:val="28"/>
          <w:szCs w:val="28"/>
        </w:rPr>
        <w:t xml:space="preserve"> </w:t>
      </w:r>
      <w:r w:rsidRPr="008313CF">
        <w:rPr>
          <w:sz w:val="28"/>
          <w:szCs w:val="28"/>
          <w:lang w:val="uk-UA"/>
        </w:rPr>
        <w:t xml:space="preserve">КВПП «Редакція газети </w:t>
      </w:r>
      <w:r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</w:rPr>
        <w:t>«Нове життя»</w:t>
      </w:r>
      <w:r>
        <w:rPr>
          <w:sz w:val="28"/>
          <w:szCs w:val="28"/>
          <w:lang w:val="uk-UA"/>
        </w:rPr>
        <w:t>.</w:t>
      </w:r>
      <w:r w:rsidRPr="008313CF">
        <w:rPr>
          <w:sz w:val="28"/>
          <w:szCs w:val="28"/>
          <w:shd w:val="clear" w:color="auto" w:fill="FFFFFF"/>
        </w:rPr>
        <w:t xml:space="preserve"> </w:t>
      </w:r>
    </w:p>
    <w:p w:rsidR="00B82D7D" w:rsidRPr="00E37E18" w:rsidRDefault="00B82D7D" w:rsidP="00E37E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Матвійчук Лілія Броніславівна</w:t>
      </w:r>
      <w:r w:rsidRPr="008313CF">
        <w:rPr>
          <w:sz w:val="28"/>
          <w:szCs w:val="28"/>
          <w:lang w:val="uk-UA"/>
        </w:rPr>
        <w:t xml:space="preserve">  </w:t>
      </w:r>
      <w:r w:rsidRPr="00873B5D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фахівець відділу безпечності харчових продуктів та ветеринарії управління Держпродспоживслужби в Черняхівському районі.</w:t>
      </w:r>
    </w:p>
    <w:p w:rsidR="00B82D7D" w:rsidRPr="008D4655" w:rsidRDefault="00B82D7D" w:rsidP="005359B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4655">
        <w:rPr>
          <w:sz w:val="28"/>
          <w:szCs w:val="28"/>
          <w:lang w:val="uk-UA"/>
        </w:rPr>
        <w:t xml:space="preserve">Огородник Сергій Миколайович – начальник Черняхівського </w:t>
      </w:r>
      <w:r>
        <w:rPr>
          <w:sz w:val="28"/>
          <w:szCs w:val="28"/>
          <w:lang w:val="uk-UA"/>
        </w:rPr>
        <w:t xml:space="preserve"> районного </w:t>
      </w:r>
      <w:r w:rsidRPr="008D4655">
        <w:rPr>
          <w:sz w:val="28"/>
          <w:szCs w:val="28"/>
          <w:lang w:val="uk-UA"/>
        </w:rPr>
        <w:t xml:space="preserve">сектору </w:t>
      </w:r>
      <w:r>
        <w:rPr>
          <w:sz w:val="28"/>
          <w:szCs w:val="28"/>
          <w:lang w:val="uk-UA"/>
        </w:rPr>
        <w:t xml:space="preserve"> управління ДСНС України  в Житомирській області, полковник служби цивільного захисту.</w:t>
      </w:r>
    </w:p>
    <w:p w:rsidR="00B82D7D" w:rsidRPr="008D4655" w:rsidRDefault="00B82D7D" w:rsidP="005359B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607F">
        <w:rPr>
          <w:sz w:val="28"/>
          <w:szCs w:val="28"/>
          <w:lang w:val="uk-UA"/>
        </w:rPr>
        <w:t>Сахацький Олександр Олександрович</w:t>
      </w:r>
      <w:r w:rsidRPr="00732542">
        <w:rPr>
          <w:sz w:val="28"/>
          <w:szCs w:val="28"/>
          <w:lang w:val="uk-UA"/>
        </w:rPr>
        <w:t xml:space="preserve"> - завідувач </w:t>
      </w:r>
      <w:r>
        <w:rPr>
          <w:sz w:val="28"/>
          <w:szCs w:val="28"/>
          <w:lang w:val="uk-UA"/>
        </w:rPr>
        <w:t xml:space="preserve">сектора </w:t>
      </w:r>
      <w:r w:rsidRPr="00732542">
        <w:rPr>
          <w:sz w:val="28"/>
          <w:szCs w:val="28"/>
          <w:lang w:val="uk-UA"/>
        </w:rPr>
        <w:t xml:space="preserve"> містобудування та архітектури</w:t>
      </w:r>
      <w:r>
        <w:rPr>
          <w:sz w:val="28"/>
          <w:szCs w:val="28"/>
          <w:lang w:val="uk-UA"/>
        </w:rPr>
        <w:t>,</w:t>
      </w:r>
      <w:r w:rsidRPr="00732542">
        <w:rPr>
          <w:sz w:val="28"/>
          <w:szCs w:val="28"/>
          <w:lang w:val="uk-UA"/>
        </w:rPr>
        <w:t xml:space="preserve"> головний архітектор </w:t>
      </w:r>
      <w:r>
        <w:rPr>
          <w:sz w:val="28"/>
          <w:szCs w:val="28"/>
          <w:lang w:val="uk-UA"/>
        </w:rPr>
        <w:t>райдержадміністрації.</w:t>
      </w:r>
      <w:r w:rsidRPr="00732542">
        <w:rPr>
          <w:sz w:val="28"/>
          <w:szCs w:val="28"/>
          <w:lang w:val="uk-UA"/>
        </w:rPr>
        <w:t xml:space="preserve"> 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Сташенко Григорій Федорович - </w:t>
      </w:r>
      <w:r w:rsidRPr="00732542">
        <w:rPr>
          <w:sz w:val="28"/>
          <w:szCs w:val="28"/>
          <w:lang w:val="uk-UA"/>
        </w:rPr>
        <w:t xml:space="preserve">начальник відділу освіти </w:t>
      </w:r>
      <w:r w:rsidRPr="00732542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Федосєєва - Лє</w:t>
      </w:r>
      <w:r w:rsidRPr="00732542">
        <w:rPr>
          <w:sz w:val="28"/>
          <w:szCs w:val="28"/>
          <w:lang w:val="uk-UA"/>
        </w:rPr>
        <w:t xml:space="preserve">вандовська Олександра  Миколаївна  – </w:t>
      </w:r>
      <w:r>
        <w:rPr>
          <w:sz w:val="28"/>
          <w:szCs w:val="28"/>
          <w:lang w:val="uk-UA"/>
        </w:rPr>
        <w:t xml:space="preserve">завідувач сектору у справах </w:t>
      </w:r>
      <w:r w:rsidRPr="00732542">
        <w:rPr>
          <w:sz w:val="28"/>
          <w:szCs w:val="28"/>
          <w:lang w:val="uk-UA"/>
        </w:rPr>
        <w:t xml:space="preserve"> сім</w:t>
      </w:r>
      <w:r w:rsidRPr="00732542">
        <w:rPr>
          <w:sz w:val="28"/>
          <w:szCs w:val="28"/>
        </w:rPr>
        <w:t>’</w:t>
      </w:r>
      <w:r w:rsidRPr="00732542">
        <w:rPr>
          <w:sz w:val="28"/>
          <w:szCs w:val="28"/>
          <w:lang w:val="uk-UA"/>
        </w:rPr>
        <w:t xml:space="preserve">ї, молоді та спорту </w:t>
      </w:r>
      <w:r w:rsidRPr="00732542">
        <w:rPr>
          <w:sz w:val="28"/>
          <w:szCs w:val="28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B82D7D" w:rsidRPr="00732542" w:rsidRDefault="00B82D7D" w:rsidP="005359B8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Чайковська Ольга Миколаївна</w:t>
      </w:r>
      <w:r w:rsidRPr="00732542">
        <w:rPr>
          <w:sz w:val="28"/>
          <w:szCs w:val="28"/>
        </w:rPr>
        <w:t xml:space="preserve"> - керівник апарату райдержадміністрації</w:t>
      </w:r>
      <w:r>
        <w:rPr>
          <w:sz w:val="28"/>
          <w:szCs w:val="28"/>
          <w:lang w:val="uk-UA"/>
        </w:rPr>
        <w:t>.</w:t>
      </w: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Заступник голови ради                                                           </w:t>
      </w:r>
      <w:r>
        <w:rPr>
          <w:sz w:val="28"/>
          <w:szCs w:val="28"/>
          <w:lang w:val="uk-UA"/>
        </w:rPr>
        <w:t xml:space="preserve">В.Р.Троценко </w:t>
      </w:r>
    </w:p>
    <w:p w:rsidR="00B82D7D" w:rsidRPr="00732542" w:rsidRDefault="00B82D7D" w:rsidP="005359B8">
      <w:pPr>
        <w:jc w:val="both"/>
        <w:rPr>
          <w:sz w:val="28"/>
          <w:szCs w:val="28"/>
          <w:lang w:val="uk-UA"/>
        </w:rPr>
      </w:pPr>
    </w:p>
    <w:p w:rsidR="00B82D7D" w:rsidRPr="00732542" w:rsidRDefault="00B82D7D" w:rsidP="005359B8">
      <w:pPr>
        <w:rPr>
          <w:sz w:val="28"/>
          <w:szCs w:val="28"/>
          <w:lang w:val="uk-UA"/>
        </w:rPr>
      </w:pPr>
    </w:p>
    <w:p w:rsidR="00B82D7D" w:rsidRPr="005764F8" w:rsidRDefault="00B82D7D" w:rsidP="005359B8">
      <w:pPr>
        <w:rPr>
          <w:lang w:val="uk-UA"/>
        </w:rPr>
      </w:pPr>
    </w:p>
    <w:p w:rsidR="00B82D7D" w:rsidRPr="00320050" w:rsidRDefault="00B82D7D" w:rsidP="005359B8">
      <w:pPr>
        <w:rPr>
          <w:lang w:val="uk-UA"/>
        </w:rPr>
      </w:pPr>
    </w:p>
    <w:p w:rsidR="00B82D7D" w:rsidRPr="005359B8" w:rsidRDefault="00B82D7D">
      <w:pPr>
        <w:rPr>
          <w:lang w:val="uk-UA"/>
        </w:rPr>
      </w:pPr>
    </w:p>
    <w:sectPr w:rsidR="00B82D7D" w:rsidRPr="005359B8" w:rsidSect="007325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9B8"/>
    <w:rsid w:val="00067D4D"/>
    <w:rsid w:val="0028385D"/>
    <w:rsid w:val="00320050"/>
    <w:rsid w:val="004426B6"/>
    <w:rsid w:val="005359B8"/>
    <w:rsid w:val="005764F8"/>
    <w:rsid w:val="005D1815"/>
    <w:rsid w:val="00633872"/>
    <w:rsid w:val="006666B4"/>
    <w:rsid w:val="0068547C"/>
    <w:rsid w:val="00732542"/>
    <w:rsid w:val="007B3BC3"/>
    <w:rsid w:val="008313CF"/>
    <w:rsid w:val="00873B5D"/>
    <w:rsid w:val="008755F8"/>
    <w:rsid w:val="008D4655"/>
    <w:rsid w:val="00AB30E0"/>
    <w:rsid w:val="00AF56E4"/>
    <w:rsid w:val="00B309C8"/>
    <w:rsid w:val="00B5440C"/>
    <w:rsid w:val="00B82D7D"/>
    <w:rsid w:val="00B95A15"/>
    <w:rsid w:val="00D9607F"/>
    <w:rsid w:val="00DE58E0"/>
    <w:rsid w:val="00E3417B"/>
    <w:rsid w:val="00E3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9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59B8"/>
    <w:pPr>
      <w:keepNext/>
      <w:outlineLvl w:val="0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59B8"/>
    <w:pPr>
      <w:keepNext/>
      <w:jc w:val="center"/>
      <w:outlineLvl w:val="2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59B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359B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5359B8"/>
    <w:pPr>
      <w:jc w:val="center"/>
    </w:pPr>
    <w:rPr>
      <w:b/>
      <w:bCs/>
      <w:sz w:val="36"/>
      <w:lang w:val="uk-UA"/>
    </w:rPr>
  </w:style>
  <w:style w:type="paragraph" w:styleId="NoSpacing">
    <w:name w:val="No Spacing"/>
    <w:uiPriority w:val="99"/>
    <w:qFormat/>
    <w:rsid w:val="005359B8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35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59B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2315</Words>
  <Characters>1321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2016-08-15T11:19:00Z</dcterms:created>
  <dcterms:modified xsi:type="dcterms:W3CDTF">2016-08-26T08:27:00Z</dcterms:modified>
</cp:coreProperties>
</file>