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EBD" w:rsidRPr="000E0325" w:rsidRDefault="008E4EBD" w:rsidP="005C44A8">
      <w:pPr>
        <w:pStyle w:val="NoSpacing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4A31B0">
        <w:rPr>
          <w:rFonts w:ascii="Times New Roman" w:hAnsi="Times New Roman"/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48.6pt;visibility:visible">
            <v:imagedata r:id="rId4" o:title=""/>
          </v:shape>
        </w:pict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</w:t>
      </w:r>
    </w:p>
    <w:p w:rsidR="008E4EBD" w:rsidRPr="00521C5E" w:rsidRDefault="008E4EBD" w:rsidP="005C44A8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Україна</w:t>
      </w:r>
    </w:p>
    <w:p w:rsidR="008E4EBD" w:rsidRPr="00521C5E" w:rsidRDefault="008E4EBD" w:rsidP="005C44A8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8E4EBD" w:rsidRDefault="008E4EBD" w:rsidP="005C44A8">
      <w:pPr>
        <w:pStyle w:val="NoSpacing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>Р І Ш Е Н Н Я</w:t>
      </w:r>
    </w:p>
    <w:p w:rsidR="008E4EBD" w:rsidRPr="001927E3" w:rsidRDefault="008E4EBD" w:rsidP="005C44A8">
      <w:pPr>
        <w:rPr>
          <w:b/>
          <w:lang w:val="uk-UA" w:eastAsia="uk-UA"/>
        </w:rPr>
      </w:pPr>
      <w:r w:rsidRPr="005543C8">
        <w:rPr>
          <w:b/>
          <w:lang w:val="uk-UA" w:eastAsia="uk-UA"/>
        </w:rPr>
        <w:t xml:space="preserve">                               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8E4EBD" w:rsidRPr="00EA12A8" w:rsidRDefault="008E4EBD" w:rsidP="005C44A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Тринадцята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</w:t>
      </w:r>
      <w:r w:rsidRPr="00EA12A8">
        <w:rPr>
          <w:rFonts w:ascii="Times New Roman" w:hAnsi="Times New Roman"/>
          <w:sz w:val="28"/>
          <w:szCs w:val="28"/>
        </w:rPr>
        <w:t xml:space="preserve">           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2A8">
        <w:rPr>
          <w:rFonts w:ascii="Times New Roman" w:hAnsi="Times New Roman"/>
          <w:sz w:val="28"/>
          <w:szCs w:val="28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8E4EBD" w:rsidRPr="00EA12A8" w:rsidRDefault="008E4EBD" w:rsidP="005C44A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23 груд</w:t>
      </w:r>
      <w:r w:rsidRPr="00EA12A8">
        <w:rPr>
          <w:rFonts w:ascii="Times New Roman" w:hAnsi="Times New Roman"/>
          <w:sz w:val="28"/>
          <w:szCs w:val="28"/>
          <w:lang w:val="uk-UA"/>
        </w:rPr>
        <w:t>ня  2016 року</w:t>
      </w:r>
    </w:p>
    <w:p w:rsidR="008E4EBD" w:rsidRDefault="008E4EBD" w:rsidP="005C44A8">
      <w:pPr>
        <w:pStyle w:val="ListParagraph"/>
        <w:ind w:left="426" w:right="15" w:hanging="426"/>
        <w:jc w:val="both"/>
        <w:rPr>
          <w:sz w:val="28"/>
          <w:szCs w:val="28"/>
        </w:rPr>
      </w:pPr>
    </w:p>
    <w:p w:rsidR="008E4EBD" w:rsidRDefault="008E4EBD" w:rsidP="005C44A8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10-ої сесії районної ради </w:t>
      </w:r>
    </w:p>
    <w:p w:rsidR="008E4EBD" w:rsidRDefault="008E4EBD" w:rsidP="005C44A8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</w:t>
      </w:r>
      <w:r w:rsidRPr="00A6352F">
        <w:rPr>
          <w:sz w:val="28"/>
          <w:szCs w:val="28"/>
        </w:rPr>
        <w:t xml:space="preserve">19.08.2016 року «Про розгляд  </w:t>
      </w:r>
    </w:p>
    <w:p w:rsidR="008E4EBD" w:rsidRDefault="008E4EBD" w:rsidP="005C44A8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звернення Коростишівської районної ради </w:t>
      </w:r>
    </w:p>
    <w:p w:rsidR="008E4EBD" w:rsidRDefault="008E4EBD" w:rsidP="005C44A8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Житомирської області «Про звернення депутатів </w:t>
      </w:r>
    </w:p>
    <w:p w:rsidR="008E4EBD" w:rsidRPr="00A6352F" w:rsidRDefault="008E4EBD" w:rsidP="005C44A8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щодо ситуації, яка склалася в каменепе</w:t>
      </w:r>
      <w:r>
        <w:rPr>
          <w:sz w:val="28"/>
          <w:szCs w:val="28"/>
        </w:rPr>
        <w:t>реробній галузі»</w:t>
      </w:r>
    </w:p>
    <w:p w:rsidR="008E4EBD" w:rsidRPr="008D5ED7" w:rsidRDefault="008E4EBD" w:rsidP="005C44A8">
      <w:pPr>
        <w:spacing w:line="240" w:lineRule="auto"/>
        <w:jc w:val="both"/>
        <w:rPr>
          <w:rFonts w:ascii="Times New Roman" w:hAnsi="Times New Roman"/>
          <w:lang w:val="uk-UA"/>
        </w:rPr>
      </w:pPr>
    </w:p>
    <w:p w:rsidR="008E4EBD" w:rsidRPr="005C44A8" w:rsidRDefault="008E4EBD" w:rsidP="005C44A8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8D5ED7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D5ED7">
        <w:rPr>
          <w:rFonts w:ascii="Times New Roman" w:hAnsi="Times New Roman"/>
          <w:sz w:val="28"/>
          <w:szCs w:val="28"/>
        </w:rPr>
        <w:t xml:space="preserve">Відповідно до ст. 43 Закону України «Про місцеве самоврядування в Україні», заслухавши інформацію  заступника голови районної ради                </w:t>
      </w:r>
      <w:r w:rsidRPr="008D5ED7">
        <w:rPr>
          <w:rFonts w:ascii="Times New Roman" w:hAnsi="Times New Roman"/>
          <w:sz w:val="28"/>
          <w:szCs w:val="28"/>
          <w:lang w:val="uk-UA"/>
        </w:rPr>
        <w:t xml:space="preserve">Троценка В.Р. про хід </w:t>
      </w:r>
      <w:r w:rsidRPr="008D5ED7">
        <w:rPr>
          <w:rFonts w:ascii="Times New Roman" w:hAnsi="Times New Roman"/>
          <w:sz w:val="28"/>
          <w:szCs w:val="28"/>
        </w:rPr>
        <w:t xml:space="preserve">виконання рішення </w:t>
      </w:r>
      <w:r w:rsidRPr="008D5ED7">
        <w:rPr>
          <w:rFonts w:ascii="Times New Roman" w:hAnsi="Times New Roman"/>
          <w:sz w:val="28"/>
          <w:szCs w:val="28"/>
          <w:lang w:val="uk-UA"/>
        </w:rPr>
        <w:t>10</w:t>
      </w:r>
      <w:r w:rsidRPr="008D5ED7">
        <w:rPr>
          <w:rFonts w:ascii="Times New Roman" w:hAnsi="Times New Roman"/>
          <w:sz w:val="28"/>
          <w:szCs w:val="28"/>
        </w:rPr>
        <w:t xml:space="preserve">-ої сесії районної ради </w:t>
      </w:r>
      <w:r w:rsidRPr="008D5ED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ED7">
        <w:rPr>
          <w:rFonts w:ascii="Times New Roman" w:hAnsi="Times New Roman"/>
          <w:sz w:val="28"/>
          <w:szCs w:val="28"/>
        </w:rPr>
        <w:t>УІ</w:t>
      </w:r>
      <w:r w:rsidRPr="008D5ED7">
        <w:rPr>
          <w:rFonts w:ascii="Times New Roman" w:hAnsi="Times New Roman"/>
          <w:sz w:val="28"/>
          <w:szCs w:val="28"/>
          <w:lang w:val="en-US"/>
        </w:rPr>
        <w:t>I</w:t>
      </w:r>
      <w:r w:rsidRPr="008D5ED7">
        <w:rPr>
          <w:rFonts w:ascii="Times New Roman" w:hAnsi="Times New Roman"/>
          <w:sz w:val="28"/>
          <w:szCs w:val="28"/>
        </w:rPr>
        <w:t xml:space="preserve"> скликання</w:t>
      </w:r>
      <w:r w:rsidRPr="008D5ED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ED7">
        <w:rPr>
          <w:rFonts w:ascii="Times New Roman" w:hAnsi="Times New Roman"/>
          <w:sz w:val="28"/>
          <w:szCs w:val="28"/>
        </w:rPr>
        <w:t>від   19.08.2016 року «</w:t>
      </w:r>
      <w:r w:rsidRPr="008D5ED7">
        <w:rPr>
          <w:rFonts w:ascii="Times New Roman" w:hAnsi="Times New Roman"/>
          <w:sz w:val="28"/>
          <w:szCs w:val="28"/>
          <w:lang w:val="uk-UA"/>
        </w:rPr>
        <w:t xml:space="preserve">Про розгляд звернення </w:t>
      </w:r>
      <w:r w:rsidRPr="008D5ED7">
        <w:rPr>
          <w:rFonts w:ascii="Times New Roman" w:hAnsi="Times New Roman"/>
          <w:sz w:val="28"/>
          <w:szCs w:val="28"/>
        </w:rPr>
        <w:t>Коростишівської районної ради  Житомирської області «Про звернення депутатів щодо ситуації, яка склалася в каменепереробній галузі»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D5ED7">
        <w:rPr>
          <w:rFonts w:ascii="Times New Roman" w:hAnsi="Times New Roman"/>
          <w:sz w:val="28"/>
          <w:szCs w:val="28"/>
        </w:rPr>
        <w:t xml:space="preserve"> </w:t>
      </w:r>
      <w:r w:rsidRPr="006E6717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 питань</w:t>
      </w:r>
      <w:r w:rsidRPr="00D5555A">
        <w:rPr>
          <w:bCs/>
          <w:sz w:val="28"/>
          <w:szCs w:val="28"/>
          <w:lang w:val="uk-UA"/>
        </w:rPr>
        <w:t xml:space="preserve"> </w:t>
      </w:r>
      <w:r w:rsidRPr="00D5555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8E4EBD" w:rsidRPr="00942127" w:rsidRDefault="008E4EBD" w:rsidP="005C44A8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4EBD" w:rsidRPr="00874CF7" w:rsidRDefault="008E4EBD" w:rsidP="005C44A8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8E4EBD" w:rsidRPr="006A4022" w:rsidRDefault="008E4EBD" w:rsidP="006A4022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6A4022">
        <w:rPr>
          <w:rFonts w:ascii="Times New Roman" w:hAnsi="Times New Roman"/>
          <w:lang w:val="uk-UA"/>
        </w:rPr>
        <w:t>1</w:t>
      </w:r>
      <w:r w:rsidRPr="006A4022">
        <w:rPr>
          <w:rFonts w:ascii="Times New Roman" w:hAnsi="Times New Roman"/>
          <w:sz w:val="28"/>
          <w:szCs w:val="28"/>
          <w:lang w:val="uk-UA"/>
        </w:rPr>
        <w:t>. Інформацію заступника голови районної ради В.Р.Троценка   про хід виконання рішення 10-ої сесії районної ради  УІ</w:t>
      </w:r>
      <w:r w:rsidRPr="006A4022">
        <w:rPr>
          <w:rFonts w:ascii="Times New Roman" w:hAnsi="Times New Roman"/>
          <w:sz w:val="28"/>
          <w:szCs w:val="28"/>
          <w:lang w:val="en-US"/>
        </w:rPr>
        <w:t>I</w:t>
      </w:r>
      <w:r w:rsidRPr="006A4022">
        <w:rPr>
          <w:rFonts w:ascii="Times New Roman" w:hAnsi="Times New Roman"/>
          <w:sz w:val="28"/>
          <w:szCs w:val="28"/>
          <w:lang w:val="uk-UA"/>
        </w:rPr>
        <w:t xml:space="preserve"> скликання від                19.08.2016 року «Про розгляд звернення Коростишівської районної ради  Житомирської області «Про звернення депутатів щодо ситуації, яка склалася в каменепереробній галузі» прийняти до відома.</w:t>
      </w:r>
    </w:p>
    <w:p w:rsidR="008E4EBD" w:rsidRDefault="008E4EBD" w:rsidP="002A3F4D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6A4022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8D5ED7">
        <w:rPr>
          <w:rFonts w:ascii="Times New Roman" w:hAnsi="Times New Roman"/>
          <w:sz w:val="28"/>
          <w:szCs w:val="28"/>
          <w:lang w:val="uk-UA"/>
        </w:rPr>
        <w:t>Продовжити термін розгляду звернення Коростишівської районної ради Житомирської області  «Про звернення депутатів щодо ситуації, яка склалася в каменепереробній галузі» до прийняття рішення Солом’янським районним судом м. Києва по справі  № 760/11309/16-ц за позовною заявою фізичної особи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ED7">
        <w:rPr>
          <w:rFonts w:ascii="Times New Roman" w:hAnsi="Times New Roman"/>
          <w:sz w:val="28"/>
          <w:szCs w:val="28"/>
          <w:lang w:val="uk-UA"/>
        </w:rPr>
        <w:t xml:space="preserve">підприємця Костюка Ю.І. до Чуба А.М. та ДСІВ про визнання недійсними патентів України №№ 29287, 29288, 29289 на промислові зразки. </w:t>
      </w:r>
    </w:p>
    <w:p w:rsidR="008E4EBD" w:rsidRPr="006A4022" w:rsidRDefault="008E4EBD" w:rsidP="006A4022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6A4022">
        <w:rPr>
          <w:rFonts w:ascii="Times New Roman" w:hAnsi="Times New Roman"/>
          <w:sz w:val="28"/>
          <w:szCs w:val="28"/>
          <w:lang w:val="uk-UA"/>
        </w:rPr>
        <w:t>3.</w:t>
      </w:r>
      <w:r w:rsidRPr="006A4022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</w:t>
      </w:r>
      <w:r w:rsidRPr="006A4022">
        <w:rPr>
          <w:rFonts w:ascii="Times New Roman" w:hAnsi="Times New Roman"/>
          <w:sz w:val="28"/>
          <w:szCs w:val="28"/>
          <w:lang w:val="uk-UA"/>
        </w:rPr>
        <w:t>у</w:t>
      </w:r>
      <w:r w:rsidRPr="006A4022">
        <w:rPr>
          <w:rFonts w:ascii="Times New Roman" w:hAnsi="Times New Roman"/>
          <w:sz w:val="28"/>
          <w:szCs w:val="28"/>
        </w:rPr>
        <w:t xml:space="preserve"> комісі</w:t>
      </w:r>
      <w:r w:rsidRPr="006A4022">
        <w:rPr>
          <w:rFonts w:ascii="Times New Roman" w:hAnsi="Times New Roman"/>
          <w:sz w:val="28"/>
          <w:szCs w:val="28"/>
          <w:lang w:val="uk-UA"/>
        </w:rPr>
        <w:t xml:space="preserve">ю </w:t>
      </w:r>
      <w:r w:rsidRPr="006A4022">
        <w:rPr>
          <w:rFonts w:ascii="Times New Roman" w:hAnsi="Times New Roman"/>
          <w:sz w:val="28"/>
          <w:szCs w:val="28"/>
        </w:rPr>
        <w:t>районної ради  з  питань агропромислового розвитку, земельних відносин та екології</w:t>
      </w:r>
      <w:r w:rsidRPr="006A4022">
        <w:rPr>
          <w:rFonts w:ascii="Times New Roman" w:hAnsi="Times New Roman"/>
          <w:sz w:val="28"/>
          <w:szCs w:val="28"/>
          <w:lang w:val="uk-UA"/>
        </w:rPr>
        <w:t>.</w:t>
      </w:r>
    </w:p>
    <w:p w:rsidR="008E4EBD" w:rsidRPr="006A4022" w:rsidRDefault="008E4EBD" w:rsidP="006A402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4EBD" w:rsidRDefault="008E4EBD" w:rsidP="005C44A8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Голова ради                                                                              І.П.Бовсунівський </w:t>
      </w:r>
    </w:p>
    <w:p w:rsidR="008E4EBD" w:rsidRPr="006A4022" w:rsidRDefault="008E4EBD">
      <w:pPr>
        <w:rPr>
          <w:lang w:val="uk-UA"/>
        </w:rPr>
      </w:pPr>
    </w:p>
    <w:p w:rsidR="008E4EBD" w:rsidRDefault="008E4EBD">
      <w:pPr>
        <w:rPr>
          <w:lang w:val="uk-UA"/>
        </w:rPr>
      </w:pPr>
    </w:p>
    <w:p w:rsidR="008E4EBD" w:rsidRPr="005C44A8" w:rsidRDefault="008E4EBD">
      <w:pPr>
        <w:rPr>
          <w:lang w:val="uk-UA"/>
        </w:rPr>
      </w:pPr>
    </w:p>
    <w:sectPr w:rsidR="008E4EBD" w:rsidRPr="005C44A8" w:rsidSect="00857614">
      <w:pgSz w:w="11906" w:h="16838"/>
      <w:pgMar w:top="142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44A8"/>
    <w:rsid w:val="000E0325"/>
    <w:rsid w:val="001927E3"/>
    <w:rsid w:val="002A3F4D"/>
    <w:rsid w:val="00451C1A"/>
    <w:rsid w:val="004A31B0"/>
    <w:rsid w:val="00521C5E"/>
    <w:rsid w:val="005543C8"/>
    <w:rsid w:val="005C44A8"/>
    <w:rsid w:val="0061400A"/>
    <w:rsid w:val="006A4022"/>
    <w:rsid w:val="006E6717"/>
    <w:rsid w:val="00857614"/>
    <w:rsid w:val="00874CF7"/>
    <w:rsid w:val="008D5ED7"/>
    <w:rsid w:val="008E4EBD"/>
    <w:rsid w:val="00942127"/>
    <w:rsid w:val="009E62B4"/>
    <w:rsid w:val="00A41E0A"/>
    <w:rsid w:val="00A6352F"/>
    <w:rsid w:val="00B71DA5"/>
    <w:rsid w:val="00BE6531"/>
    <w:rsid w:val="00D5555A"/>
    <w:rsid w:val="00D56B75"/>
    <w:rsid w:val="00EA1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531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C44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5C44A8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C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44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1384</Words>
  <Characters>790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2016-12-13T08:51:00Z</cp:lastPrinted>
  <dcterms:created xsi:type="dcterms:W3CDTF">2016-12-13T08:44:00Z</dcterms:created>
  <dcterms:modified xsi:type="dcterms:W3CDTF">2017-01-06T07:06:00Z</dcterms:modified>
</cp:coreProperties>
</file>