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D1" w:rsidRPr="000E0325" w:rsidRDefault="000A08D1" w:rsidP="00EB6AA0">
      <w:pPr>
        <w:pStyle w:val="NoSpacing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791BD3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.6pt;visibility:visible">
            <v:imagedata r:id="rId4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</w:t>
      </w:r>
    </w:p>
    <w:p w:rsidR="000A08D1" w:rsidRPr="00521C5E" w:rsidRDefault="000A08D1" w:rsidP="00EB6AA0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0A08D1" w:rsidRPr="00521C5E" w:rsidRDefault="000A08D1" w:rsidP="00EB6AA0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0A08D1" w:rsidRDefault="000A08D1" w:rsidP="00EB6AA0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0A08D1" w:rsidRPr="001927E3" w:rsidRDefault="000A08D1" w:rsidP="00EB6AA0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0A08D1" w:rsidRPr="00EA12A8" w:rsidRDefault="000A08D1" w:rsidP="00EB6AA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0A08D1" w:rsidRPr="00EA12A8" w:rsidRDefault="000A08D1" w:rsidP="00EB6AA0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23 груд</w:t>
      </w:r>
      <w:r w:rsidRPr="00EA12A8">
        <w:rPr>
          <w:rFonts w:ascii="Times New Roman" w:hAnsi="Times New Roman"/>
          <w:sz w:val="28"/>
          <w:szCs w:val="28"/>
          <w:lang w:val="uk-UA"/>
        </w:rPr>
        <w:t>ня  2016 року</w:t>
      </w:r>
    </w:p>
    <w:p w:rsidR="000A08D1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08D1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6352F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11-ої сесії районної ради </w:t>
      </w:r>
    </w:p>
    <w:p w:rsidR="000A08D1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6352F">
        <w:rPr>
          <w:rFonts w:ascii="Times New Roman" w:hAnsi="Times New Roman"/>
          <w:sz w:val="28"/>
          <w:szCs w:val="28"/>
          <w:lang w:val="en-US"/>
        </w:rPr>
        <w:t>V</w:t>
      </w:r>
      <w:r w:rsidRPr="00A6352F">
        <w:rPr>
          <w:rFonts w:ascii="Times New Roman" w:hAnsi="Times New Roman"/>
          <w:sz w:val="28"/>
          <w:szCs w:val="28"/>
          <w:lang w:val="uk-UA"/>
        </w:rPr>
        <w:t>І</w:t>
      </w:r>
      <w:r w:rsidRPr="00A6352F">
        <w:rPr>
          <w:rFonts w:ascii="Times New Roman" w:hAnsi="Times New Roman"/>
          <w:sz w:val="28"/>
          <w:szCs w:val="28"/>
          <w:lang w:val="en-US"/>
        </w:rPr>
        <w:t>I</w:t>
      </w:r>
      <w:r w:rsidRPr="00A6352F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«Про розгляд звернення </w:t>
      </w:r>
    </w:p>
    <w:p w:rsidR="000A08D1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6352F">
        <w:rPr>
          <w:rFonts w:ascii="Times New Roman" w:hAnsi="Times New Roman"/>
          <w:sz w:val="28"/>
          <w:szCs w:val="28"/>
          <w:lang w:val="uk-UA"/>
        </w:rPr>
        <w:t>Андрушівської районної ради Житомирської області  до</w:t>
      </w:r>
    </w:p>
    <w:p w:rsidR="000A08D1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6352F">
        <w:rPr>
          <w:rFonts w:ascii="Times New Roman" w:hAnsi="Times New Roman"/>
          <w:sz w:val="28"/>
          <w:szCs w:val="28"/>
          <w:lang w:val="uk-UA"/>
        </w:rPr>
        <w:t xml:space="preserve"> Президента України, Прем’єр – міністра України, </w:t>
      </w:r>
    </w:p>
    <w:p w:rsidR="000A08D1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6352F">
        <w:rPr>
          <w:rFonts w:ascii="Times New Roman" w:hAnsi="Times New Roman"/>
          <w:sz w:val="28"/>
          <w:szCs w:val="28"/>
          <w:lang w:val="uk-UA"/>
        </w:rPr>
        <w:t xml:space="preserve">Верховної Ради України щодо недопустимості </w:t>
      </w:r>
    </w:p>
    <w:p w:rsidR="000A08D1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6352F">
        <w:rPr>
          <w:rFonts w:ascii="Times New Roman" w:hAnsi="Times New Roman"/>
          <w:sz w:val="28"/>
          <w:szCs w:val="28"/>
          <w:lang w:val="uk-UA"/>
        </w:rPr>
        <w:t>та неприйнятності зняття</w:t>
      </w:r>
      <w:r>
        <w:rPr>
          <w:rFonts w:ascii="Times New Roman" w:hAnsi="Times New Roman"/>
          <w:sz w:val="28"/>
          <w:szCs w:val="28"/>
          <w:lang w:val="uk-UA"/>
        </w:rPr>
        <w:t xml:space="preserve"> мораторію на експорт деревини»</w:t>
      </w:r>
    </w:p>
    <w:p w:rsidR="000A08D1" w:rsidRPr="00EB6AA0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08D1" w:rsidRPr="005C44A8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8D5ED7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D5ED7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r w:rsidRPr="008D5ED7">
        <w:rPr>
          <w:rFonts w:ascii="Times New Roman" w:hAnsi="Times New Roman"/>
          <w:sz w:val="28"/>
          <w:szCs w:val="28"/>
          <w:lang w:val="uk-UA"/>
        </w:rPr>
        <w:t xml:space="preserve">Троценка В.Р. про хід </w:t>
      </w:r>
      <w:r w:rsidRPr="008D5ED7">
        <w:rPr>
          <w:rFonts w:ascii="Times New Roman" w:hAnsi="Times New Roman"/>
          <w:sz w:val="28"/>
          <w:szCs w:val="28"/>
        </w:rPr>
        <w:t>виконання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52F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Pr="00A6352F">
        <w:rPr>
          <w:rFonts w:ascii="Times New Roman" w:hAnsi="Times New Roman"/>
          <w:sz w:val="28"/>
          <w:szCs w:val="28"/>
          <w:lang w:val="en-US"/>
        </w:rPr>
        <w:t>V</w:t>
      </w:r>
      <w:r w:rsidRPr="00A6352F">
        <w:rPr>
          <w:rFonts w:ascii="Times New Roman" w:hAnsi="Times New Roman"/>
          <w:sz w:val="28"/>
          <w:szCs w:val="28"/>
          <w:lang w:val="uk-UA"/>
        </w:rPr>
        <w:t>І</w:t>
      </w:r>
      <w:r w:rsidRPr="00A6352F">
        <w:rPr>
          <w:rFonts w:ascii="Times New Roman" w:hAnsi="Times New Roman"/>
          <w:sz w:val="28"/>
          <w:szCs w:val="28"/>
          <w:lang w:val="en-US"/>
        </w:rPr>
        <w:t>I</w:t>
      </w:r>
      <w:r w:rsidRPr="00A6352F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«Про розгляд звернення Андрушівської районної ради Житомирської області  до Президента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A6352F">
        <w:rPr>
          <w:rFonts w:ascii="Times New Roman" w:hAnsi="Times New Roman"/>
          <w:sz w:val="28"/>
          <w:szCs w:val="28"/>
          <w:lang w:val="uk-UA"/>
        </w:rPr>
        <w:t>Прем’єр – міністра України, Верховної Ради України щодо недопустимості та неприйнятності зняття</w:t>
      </w:r>
      <w:r>
        <w:rPr>
          <w:rFonts w:ascii="Times New Roman" w:hAnsi="Times New Roman"/>
          <w:sz w:val="28"/>
          <w:szCs w:val="28"/>
          <w:lang w:val="uk-UA"/>
        </w:rPr>
        <w:t xml:space="preserve"> мораторію на експорт деревини», розглянувши відповіді  Адміністрації Президента України за № 03-01/3824 від               21.11.2016 року, Мінекономрозвитку України за № 2402-01/39386-03 від 07.12.2016 року та враховуючи </w:t>
      </w:r>
      <w:r w:rsidRPr="006E6717">
        <w:rPr>
          <w:rFonts w:ascii="Times New Roman" w:hAnsi="Times New Roman"/>
          <w:sz w:val="28"/>
          <w:szCs w:val="28"/>
          <w:lang w:val="uk-UA"/>
        </w:rPr>
        <w:t>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0A08D1" w:rsidRPr="00942127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08D1" w:rsidRPr="00874CF7" w:rsidRDefault="000A08D1" w:rsidP="00EB6AA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A08D1" w:rsidRPr="006645BF" w:rsidRDefault="000A08D1" w:rsidP="00EB6AA0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EB6AA0">
        <w:rPr>
          <w:rFonts w:ascii="Times New Roman" w:hAnsi="Times New Roman"/>
          <w:sz w:val="28"/>
          <w:szCs w:val="28"/>
          <w:lang w:val="uk-UA"/>
        </w:rPr>
        <w:t xml:space="preserve">1. Інформацію заступника голови районної ради В.Р.Троценка   про хід виконання рішення 11-ої сесії районної ради  </w:t>
      </w:r>
      <w:r w:rsidRPr="00EB6AA0">
        <w:rPr>
          <w:rFonts w:ascii="Times New Roman" w:hAnsi="Times New Roman"/>
          <w:sz w:val="28"/>
          <w:szCs w:val="28"/>
          <w:lang w:val="en-US"/>
        </w:rPr>
        <w:t>V</w:t>
      </w:r>
      <w:r w:rsidRPr="00EB6AA0">
        <w:rPr>
          <w:rFonts w:ascii="Times New Roman" w:hAnsi="Times New Roman"/>
          <w:sz w:val="28"/>
          <w:szCs w:val="28"/>
          <w:lang w:val="uk-UA"/>
        </w:rPr>
        <w:t>І</w:t>
      </w:r>
      <w:r w:rsidRPr="00EB6AA0">
        <w:rPr>
          <w:rFonts w:ascii="Times New Roman" w:hAnsi="Times New Roman"/>
          <w:sz w:val="28"/>
          <w:szCs w:val="28"/>
          <w:lang w:val="en-US"/>
        </w:rPr>
        <w:t>I</w:t>
      </w:r>
      <w:r w:rsidRPr="00EB6AA0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«Про розгляд звернення Андрушівської районної ради Житомирської області  до Президента України, Прем’єр – міністра України, Верховної Ради України щодо недопустимості та неприйнятності зняття мораторію на експорт деревини» прийняти до відома.</w:t>
      </w:r>
    </w:p>
    <w:p w:rsidR="000A08D1" w:rsidRPr="006645BF" w:rsidRDefault="000A08D1" w:rsidP="00EB6AA0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08D1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EB6AA0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Зняти з контролю дане рішення.</w:t>
      </w:r>
    </w:p>
    <w:p w:rsidR="000A08D1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08D1" w:rsidRPr="006645BF" w:rsidRDefault="000A08D1" w:rsidP="00EB6AA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A08D1" w:rsidRPr="00A1413C" w:rsidRDefault="000A08D1" w:rsidP="00A1413C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І.П.Бовсунівський</w:t>
      </w:r>
      <w:r w:rsidRPr="00EB6AA0">
        <w:rPr>
          <w:rFonts w:ascii="Times New Roman" w:hAnsi="Times New Roman"/>
          <w:sz w:val="28"/>
          <w:szCs w:val="28"/>
          <w:lang w:val="uk-UA"/>
        </w:rPr>
        <w:tab/>
      </w:r>
    </w:p>
    <w:sectPr w:rsidR="000A08D1" w:rsidRPr="00A1413C" w:rsidSect="005F788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AA0"/>
    <w:rsid w:val="000A08D1"/>
    <w:rsid w:val="000E0325"/>
    <w:rsid w:val="001927E3"/>
    <w:rsid w:val="00485821"/>
    <w:rsid w:val="00521C5E"/>
    <w:rsid w:val="005543C8"/>
    <w:rsid w:val="005C44A8"/>
    <w:rsid w:val="005F788E"/>
    <w:rsid w:val="006645BF"/>
    <w:rsid w:val="006E6717"/>
    <w:rsid w:val="006F5307"/>
    <w:rsid w:val="00767075"/>
    <w:rsid w:val="00791BD3"/>
    <w:rsid w:val="00873F65"/>
    <w:rsid w:val="00874CF7"/>
    <w:rsid w:val="008D5ED7"/>
    <w:rsid w:val="00942127"/>
    <w:rsid w:val="009977FA"/>
    <w:rsid w:val="00A1413C"/>
    <w:rsid w:val="00A47AE3"/>
    <w:rsid w:val="00A6352F"/>
    <w:rsid w:val="00BE6531"/>
    <w:rsid w:val="00D5555A"/>
    <w:rsid w:val="00EA12A8"/>
    <w:rsid w:val="00EB6AA0"/>
    <w:rsid w:val="00FA1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AA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B6AA0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EB6A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B6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A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1284</Words>
  <Characters>733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2016-12-15T14:26:00Z</cp:lastPrinted>
  <dcterms:created xsi:type="dcterms:W3CDTF">2016-12-13T08:57:00Z</dcterms:created>
  <dcterms:modified xsi:type="dcterms:W3CDTF">2017-01-06T07:06:00Z</dcterms:modified>
</cp:coreProperties>
</file>