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0E2" w:rsidRPr="000E0325" w:rsidRDefault="000350E2" w:rsidP="00034C0E">
      <w:pPr>
        <w:pStyle w:val="NoSpacing"/>
        <w:rPr>
          <w:rFonts w:ascii="Times New Roman" w:hAnsi="Times New Roman"/>
          <w:b/>
          <w:sz w:val="32"/>
          <w:szCs w:val="32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      </w:t>
      </w:r>
      <w:r w:rsidRPr="00B64C69">
        <w:rPr>
          <w:rFonts w:ascii="Times New Roman" w:hAnsi="Times New Roman"/>
          <w:b/>
          <w:noProof/>
          <w:sz w:val="32"/>
          <w:szCs w:val="3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7.4pt;height:48.6pt;visibility:visible">
            <v:imagedata r:id="rId4" o:title=""/>
          </v:shape>
        </w:pict>
      </w: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</w:t>
      </w:r>
    </w:p>
    <w:p w:rsidR="000350E2" w:rsidRPr="00521C5E" w:rsidRDefault="000350E2" w:rsidP="00034C0E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Україна</w:t>
      </w:r>
    </w:p>
    <w:p w:rsidR="000350E2" w:rsidRPr="00521C5E" w:rsidRDefault="000350E2" w:rsidP="00034C0E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0350E2" w:rsidRDefault="000350E2" w:rsidP="00034C0E">
      <w:pPr>
        <w:pStyle w:val="NoSpacing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21C5E">
        <w:rPr>
          <w:rFonts w:ascii="Times New Roman" w:hAnsi="Times New Roman"/>
          <w:b/>
          <w:sz w:val="32"/>
          <w:szCs w:val="32"/>
        </w:rPr>
        <w:t>Р І Ш Е Н Н Я</w:t>
      </w:r>
    </w:p>
    <w:p w:rsidR="000350E2" w:rsidRPr="001927E3" w:rsidRDefault="000350E2" w:rsidP="00034C0E">
      <w:pPr>
        <w:rPr>
          <w:b/>
          <w:lang w:val="uk-UA" w:eastAsia="uk-UA"/>
        </w:rPr>
      </w:pPr>
      <w:r w:rsidRPr="005543C8">
        <w:rPr>
          <w:b/>
          <w:lang w:val="uk-UA" w:eastAsia="uk-UA"/>
        </w:rPr>
        <w:t xml:space="preserve">                                                                      </w:t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</w:p>
    <w:p w:rsidR="000350E2" w:rsidRPr="00EA12A8" w:rsidRDefault="000350E2" w:rsidP="00034C0E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Тринадцята 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 сесія                                      </w:t>
      </w:r>
      <w:r w:rsidRPr="00EA12A8">
        <w:rPr>
          <w:rFonts w:ascii="Times New Roman" w:hAnsi="Times New Roman"/>
          <w:sz w:val="28"/>
          <w:szCs w:val="28"/>
        </w:rPr>
        <w:t xml:space="preserve">                 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A12A8">
        <w:rPr>
          <w:rFonts w:ascii="Times New Roman" w:hAnsi="Times New Roman"/>
          <w:sz w:val="28"/>
          <w:szCs w:val="28"/>
        </w:rPr>
        <w:t xml:space="preserve"> </w:t>
      </w:r>
      <w:r w:rsidRPr="00EA12A8">
        <w:rPr>
          <w:rFonts w:ascii="Times New Roman" w:hAnsi="Times New Roman"/>
          <w:sz w:val="28"/>
          <w:szCs w:val="28"/>
          <w:lang w:val="en-US"/>
        </w:rPr>
        <w:t>VI</w:t>
      </w:r>
      <w:r w:rsidRPr="00EA12A8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0350E2" w:rsidRPr="00EA12A8" w:rsidRDefault="000350E2" w:rsidP="00034C0E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 23 груд</w:t>
      </w:r>
      <w:r w:rsidRPr="00EA12A8">
        <w:rPr>
          <w:rFonts w:ascii="Times New Roman" w:hAnsi="Times New Roman"/>
          <w:sz w:val="28"/>
          <w:szCs w:val="28"/>
          <w:lang w:val="uk-UA"/>
        </w:rPr>
        <w:t>ня  2016 року</w:t>
      </w:r>
    </w:p>
    <w:p w:rsidR="000350E2" w:rsidRDefault="000350E2" w:rsidP="00034C0E">
      <w:pPr>
        <w:pStyle w:val="ListParagraph"/>
        <w:ind w:left="426" w:right="15" w:hanging="426"/>
        <w:jc w:val="both"/>
        <w:rPr>
          <w:sz w:val="28"/>
          <w:szCs w:val="28"/>
        </w:rPr>
      </w:pPr>
    </w:p>
    <w:p w:rsidR="000350E2" w:rsidRDefault="000350E2" w:rsidP="00034C0E">
      <w:pPr>
        <w:pStyle w:val="ListParagraph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>Про хід виконання рішення 9-ої  позачергової сесії</w:t>
      </w:r>
    </w:p>
    <w:p w:rsidR="000350E2" w:rsidRDefault="000350E2" w:rsidP="00034C0E">
      <w:pPr>
        <w:pStyle w:val="ListParagraph"/>
        <w:ind w:left="0" w:right="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районної ради  </w:t>
      </w:r>
      <w:r w:rsidRPr="00A6352F">
        <w:rPr>
          <w:sz w:val="28"/>
          <w:szCs w:val="28"/>
          <w:lang w:val="en-US"/>
        </w:rPr>
        <w:t>VI</w:t>
      </w:r>
      <w:r w:rsidRPr="00A6352F">
        <w:rPr>
          <w:sz w:val="28"/>
          <w:szCs w:val="28"/>
        </w:rPr>
        <w:t xml:space="preserve">І скликання від 29.07.2016 року «Про </w:t>
      </w:r>
    </w:p>
    <w:p w:rsidR="000350E2" w:rsidRDefault="000350E2" w:rsidP="00034C0E">
      <w:pPr>
        <w:pStyle w:val="ListParagraph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звернення депутатів Черняхівської районної ради </w:t>
      </w:r>
    </w:p>
    <w:p w:rsidR="000350E2" w:rsidRDefault="000350E2" w:rsidP="00034C0E">
      <w:pPr>
        <w:pStyle w:val="ListParagraph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>до Верховної Ради України, Президента України</w:t>
      </w:r>
    </w:p>
    <w:p w:rsidR="000350E2" w:rsidRDefault="000350E2" w:rsidP="00034C0E">
      <w:pPr>
        <w:pStyle w:val="ListParagraph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та Прем’єр-міністра України про повернення </w:t>
      </w:r>
    </w:p>
    <w:p w:rsidR="000350E2" w:rsidRDefault="000350E2" w:rsidP="00034C0E">
      <w:pPr>
        <w:pStyle w:val="ListParagraph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пільгової ціни на газ та невідкладне скасування </w:t>
      </w:r>
    </w:p>
    <w:p w:rsidR="000350E2" w:rsidRDefault="000350E2" w:rsidP="00034C0E">
      <w:pPr>
        <w:pStyle w:val="ListParagraph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>рішення стосовно підвищення тарифів на</w:t>
      </w:r>
    </w:p>
    <w:p w:rsidR="000350E2" w:rsidRPr="00A6352F" w:rsidRDefault="000350E2" w:rsidP="00034C0E">
      <w:pPr>
        <w:pStyle w:val="ListParagraph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житлово-комунальні по</w:t>
      </w:r>
      <w:r>
        <w:rPr>
          <w:sz w:val="28"/>
          <w:szCs w:val="28"/>
        </w:rPr>
        <w:t>слуги для населення»</w:t>
      </w:r>
    </w:p>
    <w:p w:rsidR="000350E2" w:rsidRPr="00A6352F" w:rsidRDefault="000350E2" w:rsidP="00034C0E">
      <w:pPr>
        <w:pStyle w:val="ListParagraph"/>
        <w:ind w:left="0" w:right="15"/>
        <w:jc w:val="both"/>
        <w:rPr>
          <w:sz w:val="28"/>
          <w:szCs w:val="28"/>
        </w:rPr>
      </w:pPr>
    </w:p>
    <w:p w:rsidR="000350E2" w:rsidRPr="008B7944" w:rsidRDefault="000350E2" w:rsidP="0078735B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D2B6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5D2B6A">
        <w:rPr>
          <w:rFonts w:ascii="Times New Roman" w:hAnsi="Times New Roman"/>
          <w:sz w:val="28"/>
          <w:szCs w:val="28"/>
        </w:rPr>
        <w:t xml:space="preserve">Відповідно до ст. 43 Закону України «Про місцеве самоврядування в Україні», заслухавши інформацію  заступника голови районної ради                </w:t>
      </w:r>
      <w:r>
        <w:rPr>
          <w:rFonts w:ascii="Times New Roman" w:hAnsi="Times New Roman"/>
          <w:sz w:val="28"/>
          <w:szCs w:val="28"/>
          <w:lang w:val="uk-UA"/>
        </w:rPr>
        <w:t>Троценка В.Р. про хід виконання рішення 9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-ої </w:t>
      </w:r>
      <w:r>
        <w:rPr>
          <w:rFonts w:ascii="Times New Roman" w:hAnsi="Times New Roman"/>
          <w:sz w:val="28"/>
          <w:szCs w:val="28"/>
          <w:lang w:val="uk-UA"/>
        </w:rPr>
        <w:t xml:space="preserve"> позачергової 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сесії </w:t>
      </w:r>
      <w:r>
        <w:rPr>
          <w:rFonts w:ascii="Times New Roman" w:hAnsi="Times New Roman"/>
          <w:sz w:val="28"/>
          <w:szCs w:val="28"/>
          <w:lang w:val="uk-UA"/>
        </w:rPr>
        <w:t xml:space="preserve"> районної ради </w:t>
      </w:r>
      <w:r w:rsidRPr="008E5A17">
        <w:rPr>
          <w:rFonts w:ascii="Times New Roman" w:hAnsi="Times New Roman"/>
          <w:sz w:val="28"/>
          <w:szCs w:val="28"/>
          <w:lang w:val="en-US"/>
        </w:rPr>
        <w:t>VI</w:t>
      </w:r>
      <w:r w:rsidRPr="008E5A17">
        <w:rPr>
          <w:rFonts w:ascii="Times New Roman" w:hAnsi="Times New Roman"/>
          <w:sz w:val="28"/>
          <w:szCs w:val="28"/>
          <w:lang w:val="uk-UA"/>
        </w:rPr>
        <w:t>І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 скликання </w:t>
      </w:r>
      <w:r>
        <w:rPr>
          <w:rFonts w:ascii="Times New Roman" w:hAnsi="Times New Roman"/>
          <w:sz w:val="28"/>
          <w:szCs w:val="28"/>
          <w:lang w:val="uk-UA"/>
        </w:rPr>
        <w:t>від 29.07.2016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 року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2B6A">
        <w:rPr>
          <w:rFonts w:ascii="Times New Roman" w:hAnsi="Times New Roman"/>
          <w:sz w:val="28"/>
          <w:szCs w:val="28"/>
          <w:lang w:val="uk-UA"/>
        </w:rPr>
        <w:t>«</w:t>
      </w:r>
      <w:r w:rsidRPr="008B382F">
        <w:rPr>
          <w:rFonts w:ascii="Times New Roman" w:hAnsi="Times New Roman"/>
          <w:sz w:val="28"/>
          <w:szCs w:val="28"/>
          <w:lang w:val="uk-UA"/>
        </w:rPr>
        <w:t>Про звернення депутатів</w:t>
      </w:r>
      <w:r w:rsidRPr="008B79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>Черняхівської районної ради до Верховної Ради України,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>Президента України та Прем’єр-міністра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>про повернення пільгової ціни на газ та невідкладне скасування рішення стосовно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>підвищення тарифів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 xml:space="preserve">на житлово-комунальні </w:t>
      </w:r>
      <w:r>
        <w:rPr>
          <w:rFonts w:ascii="Times New Roman" w:hAnsi="Times New Roman"/>
          <w:sz w:val="28"/>
          <w:szCs w:val="28"/>
          <w:lang w:val="uk-UA"/>
        </w:rPr>
        <w:t xml:space="preserve">послуги для населення», розглянувши відповіді Національної комісії, що здійснює державне регулювання у сферах енергетики та комунальних послуг (НКРЕП) за № 12082/18.4.2/7-16 від 10.11.2016 року,              № 12622/18.4.2/7-16 від 23.11.2016 року, Мінекономрозвитку України  за             № 3253-08/33632-06 від 21.10.2016 року 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та  враховуючи рекомендації постійної комісії районної ради з </w:t>
      </w:r>
      <w:r w:rsidRPr="00E85CB8">
        <w:rPr>
          <w:rFonts w:ascii="Times New Roman" w:hAnsi="Times New Roman"/>
          <w:sz w:val="28"/>
          <w:szCs w:val="28"/>
          <w:lang w:val="uk-UA"/>
        </w:rPr>
        <w:t xml:space="preserve">питань </w:t>
      </w:r>
      <w:r w:rsidRPr="008B7944">
        <w:rPr>
          <w:rFonts w:ascii="Times New Roman" w:hAnsi="Times New Roman"/>
          <w:sz w:val="28"/>
          <w:szCs w:val="28"/>
          <w:lang w:val="uk-UA"/>
        </w:rPr>
        <w:t>бюджету, комунальної власності та соціально–економічного розвитку району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, районна рада  </w:t>
      </w:r>
    </w:p>
    <w:p w:rsidR="000350E2" w:rsidRPr="005D2B6A" w:rsidRDefault="000350E2" w:rsidP="0078735B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D2B6A">
        <w:rPr>
          <w:rFonts w:ascii="Times New Roman" w:hAnsi="Times New Roman"/>
          <w:b/>
          <w:sz w:val="28"/>
          <w:szCs w:val="28"/>
          <w:lang w:val="uk-UA"/>
        </w:rPr>
        <w:t>В И Р І Ш И Л А :</w:t>
      </w:r>
    </w:p>
    <w:p w:rsidR="000350E2" w:rsidRPr="0029124F" w:rsidRDefault="000350E2" w:rsidP="0078735B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9124F">
        <w:rPr>
          <w:sz w:val="28"/>
          <w:szCs w:val="28"/>
          <w:lang w:val="uk-UA"/>
        </w:rPr>
        <w:t>1.</w:t>
      </w:r>
      <w:r w:rsidRPr="0029124F">
        <w:rPr>
          <w:rFonts w:ascii="Times New Roman" w:hAnsi="Times New Roman"/>
          <w:sz w:val="28"/>
          <w:szCs w:val="28"/>
          <w:lang w:val="uk-UA"/>
        </w:rPr>
        <w:t>Інформацію заступника голови р</w:t>
      </w:r>
      <w:r>
        <w:rPr>
          <w:rFonts w:ascii="Times New Roman" w:hAnsi="Times New Roman"/>
          <w:sz w:val="28"/>
          <w:szCs w:val="28"/>
          <w:lang w:val="uk-UA"/>
        </w:rPr>
        <w:t>айонної ради В.Р.Троценка   про хі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д </w:t>
      </w:r>
      <w:r>
        <w:rPr>
          <w:rFonts w:ascii="Times New Roman" w:hAnsi="Times New Roman"/>
          <w:sz w:val="28"/>
          <w:szCs w:val="28"/>
          <w:lang w:val="uk-UA"/>
        </w:rPr>
        <w:t xml:space="preserve"> виконання рішення  9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-ої </w:t>
      </w:r>
      <w:r>
        <w:rPr>
          <w:rFonts w:ascii="Times New Roman" w:hAnsi="Times New Roman"/>
          <w:sz w:val="28"/>
          <w:szCs w:val="28"/>
          <w:lang w:val="uk-UA"/>
        </w:rPr>
        <w:t xml:space="preserve"> позачергової 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сесії </w:t>
      </w:r>
      <w:r>
        <w:rPr>
          <w:rFonts w:ascii="Times New Roman" w:hAnsi="Times New Roman"/>
          <w:sz w:val="28"/>
          <w:szCs w:val="28"/>
          <w:lang w:val="uk-UA"/>
        </w:rPr>
        <w:t xml:space="preserve"> районної ради </w:t>
      </w:r>
      <w:r w:rsidRPr="008E5A17">
        <w:rPr>
          <w:rFonts w:ascii="Times New Roman" w:hAnsi="Times New Roman"/>
          <w:sz w:val="28"/>
          <w:szCs w:val="28"/>
          <w:lang w:val="en-US"/>
        </w:rPr>
        <w:t>VI</w:t>
      </w:r>
      <w:r w:rsidRPr="008E5A17">
        <w:rPr>
          <w:rFonts w:ascii="Times New Roman" w:hAnsi="Times New Roman"/>
          <w:sz w:val="28"/>
          <w:szCs w:val="28"/>
          <w:lang w:val="uk-UA"/>
        </w:rPr>
        <w:t>І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 скликання </w:t>
      </w:r>
      <w:r>
        <w:rPr>
          <w:rFonts w:ascii="Times New Roman" w:hAnsi="Times New Roman"/>
          <w:sz w:val="28"/>
          <w:szCs w:val="28"/>
          <w:lang w:val="uk-UA"/>
        </w:rPr>
        <w:t>від 29.07.2016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 року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2B6A">
        <w:rPr>
          <w:rFonts w:ascii="Times New Roman" w:hAnsi="Times New Roman"/>
          <w:sz w:val="28"/>
          <w:szCs w:val="28"/>
          <w:lang w:val="uk-UA"/>
        </w:rPr>
        <w:t>«</w:t>
      </w:r>
      <w:r w:rsidRPr="008B382F">
        <w:rPr>
          <w:rFonts w:ascii="Times New Roman" w:hAnsi="Times New Roman"/>
          <w:sz w:val="28"/>
          <w:szCs w:val="28"/>
          <w:lang w:val="uk-UA"/>
        </w:rPr>
        <w:t>Про звернення депутатів</w:t>
      </w:r>
      <w:r w:rsidRPr="00101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>Черняхівської районної ради до Верховної Ради України,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>Президента України та Прем’єр-міністра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>про повернення пільгової ціни на газ та невідкладне скасування рішення стосовно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>підвищення тарифів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 xml:space="preserve">на житлово-комунальні </w:t>
      </w:r>
      <w:r>
        <w:rPr>
          <w:rFonts w:ascii="Times New Roman" w:hAnsi="Times New Roman"/>
          <w:sz w:val="28"/>
          <w:szCs w:val="28"/>
          <w:lang w:val="uk-UA"/>
        </w:rPr>
        <w:t xml:space="preserve">послуги для населення», </w:t>
      </w:r>
      <w:r w:rsidRPr="0029124F">
        <w:rPr>
          <w:rStyle w:val="FontStyle11"/>
          <w:sz w:val="28"/>
          <w:szCs w:val="28"/>
          <w:lang w:val="uk-UA" w:eastAsia="uk-UA"/>
        </w:rPr>
        <w:t>прийняти до відома.</w:t>
      </w:r>
    </w:p>
    <w:p w:rsidR="000350E2" w:rsidRPr="0078735B" w:rsidRDefault="000350E2" w:rsidP="0078735B">
      <w:pPr>
        <w:pStyle w:val="NoSpacing"/>
        <w:spacing w:line="276" w:lineRule="auto"/>
        <w:ind w:left="284" w:hanging="284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8735B">
        <w:rPr>
          <w:rFonts w:ascii="Times New Roman" w:eastAsia="Arial Unicode MS" w:hAnsi="Times New Roman"/>
          <w:sz w:val="28"/>
          <w:szCs w:val="28"/>
          <w:lang w:val="uk-UA"/>
        </w:rPr>
        <w:t>2.</w:t>
      </w:r>
      <w:r w:rsidRPr="0078735B">
        <w:rPr>
          <w:rFonts w:ascii="Times New Roman" w:hAnsi="Times New Roman"/>
          <w:sz w:val="28"/>
          <w:szCs w:val="28"/>
          <w:lang w:val="uk-UA"/>
        </w:rPr>
        <w:t xml:space="preserve"> Зняти з контролю дане рішення.</w:t>
      </w:r>
    </w:p>
    <w:p w:rsidR="000350E2" w:rsidRPr="0078735B" w:rsidRDefault="000350E2" w:rsidP="0078735B">
      <w:pPr>
        <w:pStyle w:val="NoSpacing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0350E2" w:rsidRPr="0078735B" w:rsidRDefault="000350E2" w:rsidP="0078735B">
      <w:pPr>
        <w:pStyle w:val="NoSpacing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0350E2" w:rsidRPr="004802DB" w:rsidRDefault="000350E2" w:rsidP="004802DB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8735B">
        <w:rPr>
          <w:rFonts w:ascii="Times New Roman" w:hAnsi="Times New Roman"/>
          <w:sz w:val="28"/>
          <w:szCs w:val="28"/>
          <w:lang w:val="uk-UA"/>
        </w:rPr>
        <w:t xml:space="preserve">Голова ради                                                  </w:t>
      </w:r>
      <w:r w:rsidRPr="0078735B">
        <w:rPr>
          <w:rFonts w:ascii="Times New Roman" w:hAnsi="Times New Roman"/>
          <w:sz w:val="28"/>
          <w:szCs w:val="28"/>
        </w:rPr>
        <w:t xml:space="preserve">                   </w:t>
      </w:r>
      <w:r w:rsidRPr="0078735B">
        <w:rPr>
          <w:rFonts w:ascii="Times New Roman" w:hAnsi="Times New Roman"/>
          <w:sz w:val="28"/>
          <w:szCs w:val="28"/>
          <w:lang w:val="uk-UA"/>
        </w:rPr>
        <w:t xml:space="preserve">            І.П.Бовсунівський </w:t>
      </w:r>
    </w:p>
    <w:p w:rsidR="000350E2" w:rsidRPr="0078735B" w:rsidRDefault="000350E2">
      <w:pPr>
        <w:rPr>
          <w:color w:val="FF0000"/>
          <w:lang w:val="uk-UA"/>
        </w:rPr>
      </w:pPr>
    </w:p>
    <w:sectPr w:rsidR="000350E2" w:rsidRPr="0078735B" w:rsidSect="004802DB">
      <w:pgSz w:w="11906" w:h="16838"/>
      <w:pgMar w:top="284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4C0E"/>
    <w:rsid w:val="00034C0E"/>
    <w:rsid w:val="000350E2"/>
    <w:rsid w:val="000E0325"/>
    <w:rsid w:val="001013BB"/>
    <w:rsid w:val="001927E3"/>
    <w:rsid w:val="0029124F"/>
    <w:rsid w:val="004802DB"/>
    <w:rsid w:val="00521C5E"/>
    <w:rsid w:val="005543C8"/>
    <w:rsid w:val="005D2B6A"/>
    <w:rsid w:val="00660EA3"/>
    <w:rsid w:val="007139B7"/>
    <w:rsid w:val="0078735B"/>
    <w:rsid w:val="008268E9"/>
    <w:rsid w:val="008B382F"/>
    <w:rsid w:val="008B7944"/>
    <w:rsid w:val="008E5A17"/>
    <w:rsid w:val="00922D1F"/>
    <w:rsid w:val="00A6352F"/>
    <w:rsid w:val="00B64C69"/>
    <w:rsid w:val="00BE6531"/>
    <w:rsid w:val="00E122BE"/>
    <w:rsid w:val="00E85CB8"/>
    <w:rsid w:val="00EA1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C0E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34C0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uk-UA" w:eastAsia="ru-RU"/>
    </w:rPr>
  </w:style>
  <w:style w:type="paragraph" w:styleId="NoSpacing">
    <w:name w:val="No Spacing"/>
    <w:uiPriority w:val="99"/>
    <w:qFormat/>
    <w:rsid w:val="00034C0E"/>
    <w:rPr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034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34C0E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DefaultParagraphFont"/>
    <w:uiPriority w:val="99"/>
    <w:rsid w:val="0078735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1498</Words>
  <Characters>854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</cp:revision>
  <cp:lastPrinted>2016-12-22T12:13:00Z</cp:lastPrinted>
  <dcterms:created xsi:type="dcterms:W3CDTF">2016-12-13T08:56:00Z</dcterms:created>
  <dcterms:modified xsi:type="dcterms:W3CDTF">2017-01-06T07:06:00Z</dcterms:modified>
</cp:coreProperties>
</file>