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A3" w:rsidRPr="004B0350" w:rsidRDefault="004861A3" w:rsidP="00337082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 </w:t>
      </w:r>
      <w:r w:rsidRPr="00C84F54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2.8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  </w:t>
      </w:r>
    </w:p>
    <w:p w:rsidR="004861A3" w:rsidRPr="004B0350" w:rsidRDefault="004861A3" w:rsidP="00337082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4861A3" w:rsidRPr="004B0350" w:rsidRDefault="004861A3" w:rsidP="00337082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4861A3" w:rsidRPr="004B0350" w:rsidRDefault="004861A3" w:rsidP="00337082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4861A3" w:rsidRPr="00AB30E0" w:rsidRDefault="004861A3" w:rsidP="0033708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</w:t>
      </w:r>
      <w:r w:rsidRPr="00BD64D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ятнадцята </w:t>
      </w:r>
      <w:r w:rsidRPr="00AB30E0">
        <w:rPr>
          <w:sz w:val="28"/>
          <w:szCs w:val="28"/>
        </w:rPr>
        <w:t xml:space="preserve"> 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4861A3" w:rsidRPr="00243D56" w:rsidRDefault="004861A3" w:rsidP="00337082">
      <w:r>
        <w:t xml:space="preserve">від  </w:t>
      </w:r>
      <w:r>
        <w:rPr>
          <w:lang w:val="uk-UA"/>
        </w:rPr>
        <w:t>28 березня</w:t>
      </w:r>
      <w:r w:rsidRPr="00B917D4">
        <w:t xml:space="preserve">  </w:t>
      </w:r>
      <w:r>
        <w:t>2017 року</w:t>
      </w:r>
    </w:p>
    <w:p w:rsidR="004861A3" w:rsidRDefault="004861A3" w:rsidP="00337082">
      <w:pPr>
        <w:rPr>
          <w:szCs w:val="28"/>
          <w:lang w:val="uk-UA"/>
        </w:rPr>
      </w:pPr>
    </w:p>
    <w:p w:rsidR="004861A3" w:rsidRDefault="004861A3" w:rsidP="00337082">
      <w:pPr>
        <w:jc w:val="both"/>
        <w:rPr>
          <w:szCs w:val="28"/>
          <w:lang w:val="uk-UA"/>
        </w:rPr>
      </w:pPr>
      <w:r w:rsidRPr="00B53E2A">
        <w:rPr>
          <w:szCs w:val="28"/>
          <w:lang w:val="uk-UA"/>
        </w:rPr>
        <w:t xml:space="preserve">Про Програму </w:t>
      </w:r>
      <w:r>
        <w:rPr>
          <w:szCs w:val="28"/>
          <w:lang w:val="uk-UA"/>
        </w:rPr>
        <w:t>забезпечення національної</w:t>
      </w:r>
    </w:p>
    <w:p w:rsidR="004861A3" w:rsidRDefault="004861A3" w:rsidP="0033708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безпеки в районі та діяльності Коростишівського </w:t>
      </w:r>
    </w:p>
    <w:p w:rsidR="004861A3" w:rsidRDefault="004861A3" w:rsidP="0033708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міжрайонного відділення Управління Служби безпеки України</w:t>
      </w:r>
    </w:p>
    <w:p w:rsidR="004861A3" w:rsidRDefault="004861A3" w:rsidP="0033708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в Житомирській області на 2017 рік</w:t>
      </w:r>
    </w:p>
    <w:p w:rsidR="004861A3" w:rsidRDefault="004861A3" w:rsidP="00337082">
      <w:pPr>
        <w:jc w:val="both"/>
        <w:rPr>
          <w:szCs w:val="28"/>
          <w:lang w:val="uk-UA"/>
        </w:rPr>
      </w:pPr>
    </w:p>
    <w:p w:rsidR="004861A3" w:rsidRDefault="004861A3" w:rsidP="00337082">
      <w:pPr>
        <w:rPr>
          <w:szCs w:val="28"/>
          <w:lang w:val="uk-UA"/>
        </w:rPr>
      </w:pPr>
    </w:p>
    <w:p w:rsidR="004861A3" w:rsidRDefault="004861A3" w:rsidP="00337082">
      <w:pPr>
        <w:jc w:val="both"/>
        <w:rPr>
          <w:bCs/>
          <w:lang w:val="uk-UA"/>
        </w:rPr>
      </w:pPr>
      <w:r>
        <w:rPr>
          <w:lang w:val="uk-UA"/>
        </w:rPr>
        <w:t xml:space="preserve"> </w:t>
      </w:r>
      <w:r w:rsidRPr="00391618">
        <w:rPr>
          <w:lang w:val="uk-UA"/>
        </w:rPr>
        <w:t xml:space="preserve">  </w:t>
      </w:r>
      <w:r>
        <w:rPr>
          <w:lang w:val="uk-UA"/>
        </w:rPr>
        <w:tab/>
      </w:r>
      <w:r w:rsidRPr="00337082">
        <w:rPr>
          <w:szCs w:val="28"/>
          <w:lang w:val="uk-UA"/>
        </w:rPr>
        <w:t xml:space="preserve">Відповідно ст. 43 Закону України «Про місцеве самоврядування в Україні»,  розглянувши клопотання міжрайвідділення Управління Служби безпеки України в Житомирській області </w:t>
      </w:r>
      <w:r>
        <w:rPr>
          <w:szCs w:val="28"/>
          <w:lang w:val="uk-UA"/>
        </w:rPr>
        <w:t xml:space="preserve">за № 57/22-175 від 10.02.2017 року </w:t>
      </w:r>
      <w:r w:rsidRPr="00337082">
        <w:rPr>
          <w:szCs w:val="28"/>
          <w:lang w:val="uk-UA"/>
        </w:rPr>
        <w:t>та в</w:t>
      </w:r>
      <w:r>
        <w:rPr>
          <w:szCs w:val="28"/>
          <w:lang w:val="uk-UA"/>
        </w:rPr>
        <w:t>раховуючи рекомендації постійної комісії</w:t>
      </w:r>
      <w:r w:rsidRPr="00337082">
        <w:rPr>
          <w:szCs w:val="28"/>
          <w:lang w:val="uk-UA"/>
        </w:rPr>
        <w:t xml:space="preserve"> районної ради з питань </w:t>
      </w:r>
      <w:r w:rsidRPr="00337082">
        <w:rPr>
          <w:bCs/>
          <w:lang w:val="uk-UA"/>
        </w:rPr>
        <w:t>бюджету, комунальної власності та соціально-економічного розвитку району</w:t>
      </w:r>
      <w:r>
        <w:rPr>
          <w:bCs/>
          <w:lang w:val="uk-UA"/>
        </w:rPr>
        <w:t xml:space="preserve">, районна рада </w:t>
      </w:r>
    </w:p>
    <w:p w:rsidR="004861A3" w:rsidRDefault="004861A3" w:rsidP="00337082">
      <w:pPr>
        <w:tabs>
          <w:tab w:val="left" w:pos="9356"/>
        </w:tabs>
        <w:jc w:val="both"/>
        <w:rPr>
          <w:b/>
          <w:szCs w:val="24"/>
          <w:lang w:val="uk-UA" w:eastAsia="uk-UA"/>
        </w:rPr>
      </w:pPr>
    </w:p>
    <w:p w:rsidR="004861A3" w:rsidRPr="00F86B07" w:rsidRDefault="004861A3" w:rsidP="00337082">
      <w:pPr>
        <w:tabs>
          <w:tab w:val="left" w:pos="9356"/>
        </w:tabs>
        <w:jc w:val="both"/>
        <w:rPr>
          <w:b/>
          <w:szCs w:val="24"/>
          <w:lang w:val="uk-UA" w:eastAsia="uk-UA"/>
        </w:rPr>
      </w:pPr>
      <w:r w:rsidRPr="00F86B07">
        <w:rPr>
          <w:b/>
          <w:szCs w:val="24"/>
          <w:lang w:val="uk-UA" w:eastAsia="uk-UA"/>
        </w:rPr>
        <w:t>В И Р І Ш И Л А:</w:t>
      </w:r>
    </w:p>
    <w:p w:rsidR="004861A3" w:rsidRPr="00B53E2A" w:rsidRDefault="004861A3" w:rsidP="00337082">
      <w:pPr>
        <w:ind w:left="284" w:hanging="284"/>
        <w:jc w:val="both"/>
        <w:rPr>
          <w:szCs w:val="28"/>
          <w:lang w:val="uk-UA"/>
        </w:rPr>
      </w:pPr>
      <w:r w:rsidRPr="00F86B07">
        <w:rPr>
          <w:szCs w:val="24"/>
          <w:lang w:val="uk-UA" w:eastAsia="uk-UA"/>
        </w:rPr>
        <w:t>1. Затвердити</w:t>
      </w:r>
      <w:r w:rsidRPr="00F86B07">
        <w:rPr>
          <w:szCs w:val="28"/>
          <w:lang w:val="uk-UA" w:eastAsia="uk-UA"/>
        </w:rPr>
        <w:t xml:space="preserve"> </w:t>
      </w:r>
      <w:r w:rsidRPr="00B53E2A">
        <w:rPr>
          <w:szCs w:val="28"/>
          <w:lang w:val="uk-UA"/>
        </w:rPr>
        <w:t>Програму</w:t>
      </w:r>
      <w:r>
        <w:rPr>
          <w:szCs w:val="28"/>
          <w:lang w:val="uk-UA"/>
        </w:rPr>
        <w:t xml:space="preserve"> забезпечення національної безпеки в районі та діяльності Коростишівського міжрайонного відділення Управління Служби безпеки України в Житомирській області на 2017 рік (додається).</w:t>
      </w:r>
    </w:p>
    <w:p w:rsidR="004861A3" w:rsidRDefault="004861A3" w:rsidP="00337082">
      <w:pPr>
        <w:ind w:left="284" w:hanging="284"/>
        <w:jc w:val="both"/>
        <w:rPr>
          <w:bCs/>
          <w:szCs w:val="28"/>
          <w:lang w:val="uk-UA" w:eastAsia="uk-UA"/>
        </w:rPr>
      </w:pPr>
      <w:r>
        <w:rPr>
          <w:szCs w:val="28"/>
          <w:lang w:val="uk-UA"/>
        </w:rPr>
        <w:t>2.</w:t>
      </w:r>
      <w:r>
        <w:rPr>
          <w:bCs/>
          <w:szCs w:val="28"/>
          <w:lang w:val="uk-UA" w:eastAsia="uk-UA"/>
        </w:rPr>
        <w:t>Управлінню фінансів  райдержадміністрації в процесі  виконання районного бюджету 2017 року передбачити в межах фінансових можливостей кошти для реалізації заходів даної Програми.</w:t>
      </w:r>
    </w:p>
    <w:p w:rsidR="004861A3" w:rsidRDefault="004861A3" w:rsidP="00337082">
      <w:pPr>
        <w:ind w:left="284" w:hanging="284"/>
        <w:jc w:val="both"/>
        <w:rPr>
          <w:szCs w:val="28"/>
          <w:lang w:val="uk-UA"/>
        </w:rPr>
      </w:pPr>
      <w:r>
        <w:rPr>
          <w:bCs/>
          <w:szCs w:val="28"/>
          <w:lang w:val="uk-UA" w:eastAsia="uk-UA"/>
        </w:rPr>
        <w:t>3.</w:t>
      </w:r>
      <w:r>
        <w:rPr>
          <w:szCs w:val="28"/>
          <w:lang w:val="uk-UA"/>
        </w:rPr>
        <w:t xml:space="preserve"> </w:t>
      </w:r>
      <w:r w:rsidRPr="00F86B07">
        <w:rPr>
          <w:szCs w:val="24"/>
          <w:lang w:val="uk-UA" w:eastAsia="uk-UA"/>
        </w:rPr>
        <w:t>Контроль за виконанням даного рішення покласти на постійну комісію районної ради з питань</w:t>
      </w:r>
      <w:r w:rsidRPr="001A1861">
        <w:rPr>
          <w:szCs w:val="28"/>
          <w:lang w:val="uk-UA"/>
        </w:rPr>
        <w:t xml:space="preserve"> </w:t>
      </w:r>
      <w:r w:rsidRPr="00DA2F11">
        <w:rPr>
          <w:szCs w:val="28"/>
          <w:lang w:val="uk-UA"/>
        </w:rPr>
        <w:t>регламенту, депутатської етики, законності, правопорядку і прав людини</w:t>
      </w:r>
      <w:r>
        <w:rPr>
          <w:szCs w:val="28"/>
          <w:lang w:val="uk-UA"/>
        </w:rPr>
        <w:t>.</w:t>
      </w:r>
    </w:p>
    <w:p w:rsidR="004861A3" w:rsidRDefault="004861A3" w:rsidP="00337082">
      <w:pPr>
        <w:ind w:left="284" w:hanging="284"/>
        <w:jc w:val="both"/>
        <w:rPr>
          <w:szCs w:val="28"/>
          <w:lang w:val="uk-UA"/>
        </w:rPr>
      </w:pPr>
    </w:p>
    <w:p w:rsidR="004861A3" w:rsidRPr="00F86B07" w:rsidRDefault="004861A3" w:rsidP="00337082">
      <w:pPr>
        <w:tabs>
          <w:tab w:val="left" w:pos="9356"/>
        </w:tabs>
        <w:jc w:val="both"/>
        <w:rPr>
          <w:szCs w:val="24"/>
          <w:lang w:val="uk-UA" w:eastAsia="uk-UA"/>
        </w:rPr>
      </w:pPr>
    </w:p>
    <w:p w:rsidR="004861A3" w:rsidRDefault="004861A3" w:rsidP="00337082">
      <w:pPr>
        <w:rPr>
          <w:szCs w:val="24"/>
          <w:lang w:val="uk-UA" w:eastAsia="uk-UA"/>
        </w:rPr>
      </w:pPr>
      <w:r w:rsidRPr="00F86B07">
        <w:rPr>
          <w:szCs w:val="24"/>
          <w:lang w:val="uk-UA" w:eastAsia="uk-UA"/>
        </w:rPr>
        <w:t xml:space="preserve">Голова ради                                        </w:t>
      </w:r>
      <w:r>
        <w:rPr>
          <w:szCs w:val="24"/>
          <w:lang w:val="uk-UA" w:eastAsia="uk-UA"/>
        </w:rPr>
        <w:t xml:space="preserve">                                     </w:t>
      </w:r>
      <w:r w:rsidRPr="00F86B07">
        <w:rPr>
          <w:szCs w:val="24"/>
          <w:lang w:val="uk-UA" w:eastAsia="uk-UA"/>
        </w:rPr>
        <w:t xml:space="preserve">І.П.Бовсунівський </w:t>
      </w:r>
    </w:p>
    <w:p w:rsidR="004861A3" w:rsidRDefault="004861A3" w:rsidP="00337082">
      <w:pPr>
        <w:shd w:val="clear" w:color="auto" w:fill="FFFFFF"/>
        <w:rPr>
          <w:szCs w:val="24"/>
          <w:lang w:val="uk-UA" w:eastAsia="uk-UA"/>
        </w:rPr>
      </w:pPr>
    </w:p>
    <w:p w:rsidR="004861A3" w:rsidRDefault="004861A3" w:rsidP="00337082">
      <w:pPr>
        <w:shd w:val="clear" w:color="auto" w:fill="FFFFFF"/>
        <w:rPr>
          <w:szCs w:val="28"/>
          <w:lang w:val="uk-UA" w:eastAsia="uk-UA"/>
        </w:rPr>
      </w:pPr>
    </w:p>
    <w:p w:rsidR="004861A3" w:rsidRDefault="004861A3" w:rsidP="00337082">
      <w:pPr>
        <w:jc w:val="both"/>
        <w:rPr>
          <w:szCs w:val="28"/>
          <w:lang w:val="uk-UA"/>
        </w:rPr>
      </w:pPr>
    </w:p>
    <w:p w:rsidR="004861A3" w:rsidRDefault="004861A3" w:rsidP="00337082">
      <w:pPr>
        <w:jc w:val="both"/>
        <w:rPr>
          <w:szCs w:val="28"/>
          <w:lang w:val="uk-UA"/>
        </w:rPr>
      </w:pPr>
    </w:p>
    <w:p w:rsidR="004861A3" w:rsidRDefault="004861A3" w:rsidP="00337082">
      <w:pPr>
        <w:jc w:val="both"/>
        <w:rPr>
          <w:szCs w:val="28"/>
          <w:lang w:val="uk-UA"/>
        </w:rPr>
      </w:pPr>
    </w:p>
    <w:p w:rsidR="004861A3" w:rsidRDefault="004861A3" w:rsidP="00337082">
      <w:pPr>
        <w:jc w:val="both"/>
        <w:rPr>
          <w:szCs w:val="28"/>
          <w:lang w:val="uk-UA"/>
        </w:rPr>
      </w:pPr>
    </w:p>
    <w:p w:rsidR="004861A3" w:rsidRDefault="004861A3" w:rsidP="00337082">
      <w:pPr>
        <w:jc w:val="both"/>
        <w:rPr>
          <w:szCs w:val="28"/>
          <w:lang w:val="uk-UA"/>
        </w:rPr>
      </w:pPr>
    </w:p>
    <w:p w:rsidR="004861A3" w:rsidRDefault="004861A3" w:rsidP="00337082">
      <w:pPr>
        <w:jc w:val="both"/>
        <w:rPr>
          <w:szCs w:val="28"/>
          <w:lang w:val="uk-UA"/>
        </w:rPr>
      </w:pPr>
    </w:p>
    <w:p w:rsidR="004861A3" w:rsidRDefault="004861A3" w:rsidP="00337082">
      <w:pPr>
        <w:jc w:val="both"/>
        <w:rPr>
          <w:szCs w:val="28"/>
          <w:lang w:val="uk-UA"/>
        </w:rPr>
      </w:pPr>
    </w:p>
    <w:p w:rsidR="004861A3" w:rsidRDefault="004861A3" w:rsidP="00337082">
      <w:pPr>
        <w:jc w:val="both"/>
        <w:rPr>
          <w:szCs w:val="28"/>
          <w:lang w:val="uk-UA"/>
        </w:rPr>
      </w:pPr>
    </w:p>
    <w:p w:rsidR="004861A3" w:rsidRDefault="004861A3" w:rsidP="00D86FB9">
      <w:pPr>
        <w:spacing w:line="265" w:lineRule="exact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Додаток</w:t>
      </w:r>
    </w:p>
    <w:p w:rsidR="004861A3" w:rsidRDefault="004861A3" w:rsidP="00D86FB9">
      <w:pPr>
        <w:spacing w:line="265" w:lineRule="exact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до рішення районної ради </w:t>
      </w:r>
    </w:p>
    <w:p w:rsidR="004861A3" w:rsidRPr="004E1EBC" w:rsidRDefault="004861A3" w:rsidP="00D86FB9">
      <w:pPr>
        <w:spacing w:line="265" w:lineRule="exact"/>
        <w:jc w:val="center"/>
        <w:rPr>
          <w:szCs w:val="28"/>
          <w:lang w:val="uk-UA"/>
        </w:rPr>
      </w:pPr>
      <w:r w:rsidRPr="004E1EBC">
        <w:rPr>
          <w:szCs w:val="28"/>
          <w:lang w:val="uk-UA"/>
        </w:rPr>
        <w:t xml:space="preserve">                                                                         </w:t>
      </w:r>
      <w:r>
        <w:rPr>
          <w:szCs w:val="28"/>
          <w:lang w:val="uk-UA"/>
        </w:rPr>
        <w:t xml:space="preserve">     </w:t>
      </w:r>
      <w:r w:rsidRPr="004E1EBC">
        <w:rPr>
          <w:szCs w:val="28"/>
          <w:lang w:val="uk-UA"/>
        </w:rPr>
        <w:t xml:space="preserve">     від 28 березня</w:t>
      </w:r>
      <w:r w:rsidRPr="00055FE3">
        <w:rPr>
          <w:szCs w:val="28"/>
          <w:lang w:val="uk-UA"/>
        </w:rPr>
        <w:t xml:space="preserve">  </w:t>
      </w:r>
      <w:r w:rsidRPr="004E1EBC">
        <w:rPr>
          <w:szCs w:val="28"/>
          <w:lang w:val="uk-UA"/>
        </w:rPr>
        <w:t>2017 року</w:t>
      </w:r>
    </w:p>
    <w:p w:rsidR="004861A3" w:rsidRPr="004E1EBC" w:rsidRDefault="004861A3" w:rsidP="00D86FB9">
      <w:pPr>
        <w:spacing w:line="215" w:lineRule="auto"/>
        <w:ind w:left="800" w:right="820" w:firstLine="3523"/>
        <w:rPr>
          <w:szCs w:val="28"/>
          <w:lang w:val="uk-UA"/>
        </w:rPr>
      </w:pPr>
    </w:p>
    <w:p w:rsidR="004861A3" w:rsidRDefault="004861A3" w:rsidP="00D86FB9">
      <w:pPr>
        <w:spacing w:line="215" w:lineRule="auto"/>
        <w:ind w:right="820"/>
        <w:rPr>
          <w:lang w:val="uk-UA"/>
        </w:rPr>
      </w:pPr>
    </w:p>
    <w:p w:rsidR="004861A3" w:rsidRDefault="004861A3" w:rsidP="00D86FB9">
      <w:pPr>
        <w:spacing w:line="283" w:lineRule="exact"/>
        <w:jc w:val="center"/>
        <w:rPr>
          <w:b/>
          <w:szCs w:val="28"/>
          <w:lang w:val="uk-UA"/>
        </w:rPr>
      </w:pPr>
      <w:r w:rsidRPr="00D86FB9">
        <w:rPr>
          <w:b/>
          <w:szCs w:val="28"/>
          <w:lang w:val="uk-UA"/>
        </w:rPr>
        <w:t>Програма забезпечення національної безпеки в районі та діяльності Коростишівського міжрай</w:t>
      </w:r>
      <w:r>
        <w:rPr>
          <w:b/>
          <w:szCs w:val="28"/>
          <w:lang w:val="uk-UA"/>
        </w:rPr>
        <w:t xml:space="preserve">онного </w:t>
      </w:r>
      <w:r w:rsidRPr="00D86FB9">
        <w:rPr>
          <w:b/>
          <w:szCs w:val="28"/>
          <w:lang w:val="uk-UA"/>
        </w:rPr>
        <w:t>відділення Управління Служби безпеки України в Житомирській області на 2017 рік</w:t>
      </w:r>
    </w:p>
    <w:p w:rsidR="004861A3" w:rsidRPr="00D86FB9" w:rsidRDefault="004861A3" w:rsidP="00D86FB9">
      <w:pPr>
        <w:spacing w:line="283" w:lineRule="exact"/>
        <w:jc w:val="center"/>
        <w:rPr>
          <w:b/>
          <w:lang w:val="uk-UA"/>
        </w:rPr>
      </w:pPr>
    </w:p>
    <w:p w:rsidR="004861A3" w:rsidRPr="00D86FB9" w:rsidRDefault="004861A3" w:rsidP="00D86FB9">
      <w:pPr>
        <w:spacing w:line="240" w:lineRule="atLeast"/>
        <w:ind w:left="851"/>
        <w:rPr>
          <w:b/>
          <w:lang w:val="uk-UA"/>
        </w:rPr>
      </w:pPr>
      <w:r w:rsidRPr="00D86FB9">
        <w:rPr>
          <w:b/>
          <w:lang w:val="uk-UA"/>
        </w:rPr>
        <w:t>1.  Загальні положення</w:t>
      </w:r>
    </w:p>
    <w:p w:rsidR="004861A3" w:rsidRPr="00D86FB9" w:rsidRDefault="004861A3" w:rsidP="00D86FB9">
      <w:pPr>
        <w:spacing w:line="231" w:lineRule="auto"/>
        <w:ind w:firstLine="852"/>
        <w:jc w:val="both"/>
        <w:rPr>
          <w:lang w:val="uk-UA"/>
        </w:rPr>
      </w:pPr>
      <w:r w:rsidRPr="00D86FB9">
        <w:rPr>
          <w:lang w:val="uk-UA"/>
        </w:rPr>
        <w:t xml:space="preserve">Програма забезпечення національної безпеки в районі та діяльності </w:t>
      </w:r>
      <w:r w:rsidRPr="00D86FB9">
        <w:rPr>
          <w:szCs w:val="28"/>
          <w:lang w:val="uk-UA"/>
        </w:rPr>
        <w:t>Коростишівського міжрай</w:t>
      </w:r>
      <w:r>
        <w:rPr>
          <w:szCs w:val="28"/>
          <w:lang w:val="uk-UA"/>
        </w:rPr>
        <w:t xml:space="preserve">онного </w:t>
      </w:r>
      <w:r w:rsidRPr="00D86FB9">
        <w:rPr>
          <w:szCs w:val="28"/>
          <w:lang w:val="uk-UA"/>
        </w:rPr>
        <w:t>відділення Управління Служби безпеки України в Житомирській області</w:t>
      </w:r>
      <w:r w:rsidRPr="00D86FB9">
        <w:rPr>
          <w:lang w:val="uk-UA"/>
        </w:rPr>
        <w:t xml:space="preserve"> на 201</w:t>
      </w:r>
      <w:r>
        <w:rPr>
          <w:lang w:val="uk-UA"/>
        </w:rPr>
        <w:t>7 рік</w:t>
      </w:r>
      <w:r w:rsidRPr="00D86FB9">
        <w:rPr>
          <w:lang w:val="uk-UA"/>
        </w:rPr>
        <w:t xml:space="preserve"> (далі – програма) розроблена відповідно до Законів України „ Про місцеві державні адміністрації”, „ Про місцеве самоврядування в Україні”, „ Про національну безпеку України”, „ Про інформаційну безпеку України”, „ Про службу безпеки України”.</w:t>
      </w:r>
    </w:p>
    <w:p w:rsidR="004861A3" w:rsidRPr="00D86FB9" w:rsidRDefault="004861A3" w:rsidP="00D86FB9">
      <w:pPr>
        <w:spacing w:line="16" w:lineRule="exact"/>
        <w:rPr>
          <w:lang w:val="uk-UA"/>
        </w:rPr>
      </w:pPr>
    </w:p>
    <w:p w:rsidR="004861A3" w:rsidRPr="00151BCD" w:rsidRDefault="004861A3" w:rsidP="00D86FB9">
      <w:pPr>
        <w:spacing w:line="238" w:lineRule="auto"/>
        <w:ind w:firstLine="852"/>
        <w:jc w:val="both"/>
        <w:rPr>
          <w:lang w:val="uk-UA"/>
        </w:rPr>
      </w:pPr>
      <w:r w:rsidRPr="00151BCD">
        <w:rPr>
          <w:lang w:val="uk-UA"/>
        </w:rPr>
        <w:t>Система забезпечення національної безпеки – це організована державою сукупність суб’єктів державних органів,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у межах законодавства України.</w:t>
      </w:r>
    </w:p>
    <w:p w:rsidR="004861A3" w:rsidRPr="00151BCD" w:rsidRDefault="004861A3" w:rsidP="00D86FB9">
      <w:pPr>
        <w:spacing w:line="69" w:lineRule="exact"/>
        <w:rPr>
          <w:lang w:val="uk-UA"/>
        </w:rPr>
      </w:pPr>
    </w:p>
    <w:p w:rsidR="004861A3" w:rsidRPr="00151BCD" w:rsidRDefault="004861A3" w:rsidP="00D86FB9">
      <w:pPr>
        <w:spacing w:line="231" w:lineRule="auto"/>
        <w:ind w:firstLine="852"/>
        <w:jc w:val="both"/>
        <w:rPr>
          <w:lang w:val="uk-UA"/>
        </w:rPr>
      </w:pPr>
      <w:r w:rsidRPr="00151BCD">
        <w:rPr>
          <w:lang w:val="uk-UA"/>
        </w:rPr>
        <w:t>Основною функцією системи забезпечення національної безпеки в усіх сферах її діяльності є здійснення планової й оперативної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:rsidR="004861A3" w:rsidRPr="00151BCD" w:rsidRDefault="004861A3" w:rsidP="00D86FB9">
      <w:pPr>
        <w:spacing w:line="332" w:lineRule="exact"/>
        <w:rPr>
          <w:lang w:val="uk-UA"/>
        </w:rPr>
      </w:pPr>
    </w:p>
    <w:p w:rsidR="004861A3" w:rsidRPr="00D86FB9" w:rsidRDefault="004861A3" w:rsidP="00D86FB9">
      <w:pPr>
        <w:spacing w:line="240" w:lineRule="atLeast"/>
        <w:ind w:left="851"/>
        <w:rPr>
          <w:b/>
          <w:lang w:val="uk-UA"/>
        </w:rPr>
      </w:pPr>
      <w:r w:rsidRPr="00151BCD">
        <w:rPr>
          <w:b/>
          <w:lang w:val="uk-UA"/>
        </w:rPr>
        <w:t>2. Мета програми</w:t>
      </w:r>
    </w:p>
    <w:p w:rsidR="004861A3" w:rsidRPr="00D86FB9" w:rsidRDefault="004861A3" w:rsidP="00D86FB9">
      <w:pPr>
        <w:spacing w:line="238" w:lineRule="auto"/>
        <w:ind w:firstLine="852"/>
        <w:jc w:val="both"/>
        <w:rPr>
          <w:lang w:val="uk-UA"/>
        </w:rPr>
      </w:pPr>
      <w:r w:rsidRPr="00D86FB9">
        <w:rPr>
          <w:lang w:val="uk-UA"/>
        </w:rPr>
        <w:t xml:space="preserve">Удосконалення оперативно – службової діяльності </w:t>
      </w:r>
      <w:r w:rsidRPr="00D86FB9">
        <w:rPr>
          <w:szCs w:val="28"/>
          <w:lang w:val="uk-UA"/>
        </w:rPr>
        <w:t>Коростишівського міжрай</w:t>
      </w:r>
      <w:r>
        <w:rPr>
          <w:szCs w:val="28"/>
          <w:lang w:val="uk-UA"/>
        </w:rPr>
        <w:t xml:space="preserve">онного </w:t>
      </w:r>
      <w:r w:rsidRPr="00D86FB9">
        <w:rPr>
          <w:szCs w:val="28"/>
          <w:lang w:val="uk-UA"/>
        </w:rPr>
        <w:t>відділення Управління Служби безпеки України в Житомирській області</w:t>
      </w:r>
      <w:r w:rsidRPr="00D86FB9">
        <w:rPr>
          <w:lang w:val="uk-UA"/>
        </w:rPr>
        <w:t>, покращення взаємодії з іншими правоохоронними органами, органами місцевого самоврядування, громадськими формуваннями та трудовими колективами району щодо забезпечення державної безпеки, матеріально – технічного забезпечення підрозділу з метою збільшення ефективності її роботи та мобільності у реагуванні і попередженні злочинів, а також інших правопорушень.</w:t>
      </w:r>
    </w:p>
    <w:p w:rsidR="004861A3" w:rsidRPr="00D86FB9" w:rsidRDefault="004861A3" w:rsidP="00D86FB9">
      <w:pPr>
        <w:spacing w:line="335" w:lineRule="exact"/>
        <w:rPr>
          <w:lang w:val="uk-UA"/>
        </w:rPr>
      </w:pPr>
    </w:p>
    <w:p w:rsidR="004861A3" w:rsidRPr="00D86FB9" w:rsidRDefault="004861A3" w:rsidP="00D86FB9">
      <w:pPr>
        <w:spacing w:line="239" w:lineRule="auto"/>
        <w:rPr>
          <w:b/>
          <w:lang w:val="uk-UA"/>
        </w:rPr>
      </w:pPr>
      <w:r>
        <w:rPr>
          <w:b/>
          <w:lang w:val="uk-UA"/>
        </w:rPr>
        <w:t xml:space="preserve">            </w:t>
      </w:r>
      <w:r w:rsidRPr="00AB6AA1">
        <w:rPr>
          <w:b/>
          <w:lang w:val="uk-UA"/>
        </w:rPr>
        <w:t>3. Заходи щодо реалізації програми</w:t>
      </w:r>
    </w:p>
    <w:p w:rsidR="004861A3" w:rsidRPr="00151BCD" w:rsidRDefault="004861A3" w:rsidP="00D86FB9">
      <w:pPr>
        <w:spacing w:line="237" w:lineRule="auto"/>
        <w:ind w:firstLine="852"/>
        <w:jc w:val="both"/>
        <w:rPr>
          <w:lang w:val="uk-UA"/>
        </w:rPr>
      </w:pPr>
      <w:r w:rsidRPr="00151BCD">
        <w:rPr>
          <w:lang w:val="uk-UA"/>
        </w:rPr>
        <w:t>3.1.Проведення роботи, спрямованої на виявлення і припинення корупційних діянь, хабарництва та інших зловживань посадовими і службовими особами органів державної виконавчої влади, органів місцевого самоврядування, бюджетних установ.</w:t>
      </w:r>
    </w:p>
    <w:p w:rsidR="004861A3" w:rsidRPr="00151BCD" w:rsidRDefault="004861A3" w:rsidP="00D86FB9">
      <w:pPr>
        <w:spacing w:line="15" w:lineRule="exact"/>
        <w:rPr>
          <w:lang w:val="uk-UA"/>
        </w:rPr>
      </w:pPr>
    </w:p>
    <w:p w:rsidR="004861A3" w:rsidRDefault="004861A3" w:rsidP="00D86FB9">
      <w:pPr>
        <w:spacing w:line="237" w:lineRule="auto"/>
        <w:ind w:firstLine="852"/>
        <w:jc w:val="both"/>
      </w:pPr>
      <w:r>
        <w:t>3.2.Проведення оперативно-розшукових заходів, спрямованих на ліквідацію каналів незаконної міграції іноземців територією України, з метою послаблення їх впливу на криміногенну ситуацію в районі, виявлення і припинення протиправної</w:t>
      </w:r>
    </w:p>
    <w:p w:rsidR="004861A3" w:rsidRDefault="004861A3" w:rsidP="00D86FB9">
      <w:pPr>
        <w:spacing w:line="237" w:lineRule="auto"/>
        <w:ind w:firstLine="852"/>
        <w:jc w:val="both"/>
        <w:sectPr w:rsidR="004861A3" w:rsidSect="00593CED">
          <w:pgSz w:w="11900" w:h="16840"/>
          <w:pgMar w:top="568" w:right="701" w:bottom="1134" w:left="1701" w:header="0" w:footer="0" w:gutter="0"/>
          <w:cols w:space="0" w:equalWidth="0">
            <w:col w:w="9498"/>
          </w:cols>
          <w:docGrid w:linePitch="381"/>
        </w:sectPr>
      </w:pPr>
    </w:p>
    <w:p w:rsidR="004861A3" w:rsidRDefault="004861A3" w:rsidP="00D86FB9">
      <w:pPr>
        <w:spacing w:line="236" w:lineRule="auto"/>
        <w:jc w:val="both"/>
      </w:pPr>
      <w:bookmarkStart w:id="0" w:name="page3"/>
      <w:bookmarkEnd w:id="0"/>
      <w:r>
        <w:t>діяльності посадових і службових осіб, що сприяють функціонуванню каналів незаконної міграції.</w:t>
      </w:r>
    </w:p>
    <w:p w:rsidR="004861A3" w:rsidRDefault="004861A3" w:rsidP="00D86FB9">
      <w:pPr>
        <w:spacing w:line="12" w:lineRule="exact"/>
      </w:pPr>
    </w:p>
    <w:p w:rsidR="004861A3" w:rsidRDefault="004861A3" w:rsidP="00D86FB9">
      <w:pPr>
        <w:spacing w:line="237" w:lineRule="auto"/>
        <w:ind w:firstLine="852"/>
        <w:jc w:val="both"/>
      </w:pPr>
      <w:r>
        <w:t>3.3.Проведення заходів, спрямованих на збереження та посилення рівня захисту відомостей, що містять державну таємницю та службової інформації, яка обробляється в органах державної виконавчої влади, органах місцевого</w:t>
      </w:r>
    </w:p>
    <w:p w:rsidR="004861A3" w:rsidRDefault="004861A3" w:rsidP="00D86FB9">
      <w:pPr>
        <w:spacing w:line="1" w:lineRule="exact"/>
      </w:pPr>
    </w:p>
    <w:p w:rsidR="004861A3" w:rsidRDefault="004861A3" w:rsidP="00D86FB9">
      <w:pPr>
        <w:spacing w:line="240" w:lineRule="atLeast"/>
      </w:pPr>
      <w:r>
        <w:t>самоврядування, підприємствах та організаціях району.</w:t>
      </w:r>
    </w:p>
    <w:p w:rsidR="004861A3" w:rsidRDefault="004861A3" w:rsidP="00D86FB9">
      <w:pPr>
        <w:tabs>
          <w:tab w:val="left" w:pos="2900"/>
          <w:tab w:val="left" w:pos="8140"/>
        </w:tabs>
        <w:spacing w:line="197" w:lineRule="auto"/>
        <w:ind w:left="840"/>
      </w:pPr>
      <w:r>
        <w:t>3.4.Проведення</w:t>
      </w:r>
      <w:r>
        <w:tab/>
        <w:t>заходів,  спрямованих на організацію</w:t>
      </w:r>
      <w:r>
        <w:rPr>
          <w:lang w:val="uk-UA"/>
        </w:rPr>
        <w:t xml:space="preserve"> </w:t>
      </w:r>
      <w:r>
        <w:t>та забезпечення</w:t>
      </w:r>
    </w:p>
    <w:p w:rsidR="004861A3" w:rsidRDefault="004861A3" w:rsidP="00D86FB9">
      <w:pPr>
        <w:spacing w:line="68" w:lineRule="exact"/>
      </w:pPr>
    </w:p>
    <w:p w:rsidR="004861A3" w:rsidRDefault="004861A3" w:rsidP="00D86FB9">
      <w:pPr>
        <w:spacing w:line="223" w:lineRule="auto"/>
        <w:jc w:val="both"/>
      </w:pPr>
      <w:r>
        <w:t>ефективної протидії можливим терористичним загрозам у місцях масового перебування людей, вразливих промислових об’єктів, підприємств життєзабезпечення, транспортної інфраструктури тощо.</w:t>
      </w:r>
    </w:p>
    <w:p w:rsidR="004861A3" w:rsidRDefault="004861A3" w:rsidP="00D86FB9">
      <w:pPr>
        <w:spacing w:line="13" w:lineRule="exact"/>
      </w:pPr>
    </w:p>
    <w:p w:rsidR="004861A3" w:rsidRDefault="004861A3" w:rsidP="00D86FB9">
      <w:pPr>
        <w:spacing w:line="237" w:lineRule="auto"/>
        <w:ind w:firstLine="852"/>
        <w:jc w:val="both"/>
      </w:pPr>
      <w:r>
        <w:t>3.5.Проведення міжгалузевих засідань і нарад з координації зусиль, аналізу та уточнення стратегії заходів щодо боротьби з організованою злочинною діяльністю та корупцією.</w:t>
      </w:r>
    </w:p>
    <w:p w:rsidR="004861A3" w:rsidRDefault="004861A3" w:rsidP="00D86FB9">
      <w:pPr>
        <w:spacing w:line="11" w:lineRule="exact"/>
      </w:pPr>
    </w:p>
    <w:p w:rsidR="004861A3" w:rsidRDefault="004861A3" w:rsidP="00307D1C">
      <w:pPr>
        <w:spacing w:line="238" w:lineRule="auto"/>
        <w:ind w:firstLine="852"/>
        <w:jc w:val="both"/>
        <w:rPr>
          <w:lang w:val="uk-UA"/>
        </w:rPr>
      </w:pPr>
      <w:r>
        <w:t>3.6.Для забезпечення належного рівня виконання заходів, спрямованих на удосконалення форм і методів запобігання терористичним проявам, створення систем превентивного реагування на злочини проти основ національної безпеки передбачити в районному бюджеті асигнування на:</w:t>
      </w:r>
      <w:r>
        <w:rPr>
          <w:lang w:val="uk-UA"/>
        </w:rPr>
        <w:t xml:space="preserve"> </w:t>
      </w:r>
      <w:r>
        <w:t>придбання комп’ютерної техніки</w:t>
      </w:r>
    </w:p>
    <w:p w:rsidR="004861A3" w:rsidRPr="00151BCD" w:rsidRDefault="004861A3" w:rsidP="00D86FB9">
      <w:pPr>
        <w:spacing w:line="328" w:lineRule="exact"/>
        <w:rPr>
          <w:lang w:val="uk-UA"/>
        </w:rPr>
      </w:pPr>
    </w:p>
    <w:p w:rsidR="004861A3" w:rsidRPr="00D86FB9" w:rsidRDefault="004861A3" w:rsidP="00D86FB9">
      <w:pPr>
        <w:spacing w:line="240" w:lineRule="atLeast"/>
        <w:ind w:left="709"/>
        <w:rPr>
          <w:b/>
          <w:lang w:val="uk-UA"/>
        </w:rPr>
      </w:pPr>
      <w:r>
        <w:rPr>
          <w:b/>
        </w:rPr>
        <w:t>4. Фінансування програми</w:t>
      </w:r>
    </w:p>
    <w:p w:rsidR="004861A3" w:rsidRDefault="004861A3" w:rsidP="00D86FB9">
      <w:pPr>
        <w:spacing w:line="223" w:lineRule="auto"/>
        <w:ind w:firstLine="708"/>
        <w:jc w:val="both"/>
      </w:pPr>
      <w:r>
        <w:t xml:space="preserve">Фінансування програми здійснюється за рахунок коштів районного бюджету та інших джерел, не заборонених законодавством. </w:t>
      </w:r>
    </w:p>
    <w:p w:rsidR="004861A3" w:rsidRDefault="004861A3" w:rsidP="00D86FB9">
      <w:pPr>
        <w:spacing w:line="70" w:lineRule="exact"/>
      </w:pPr>
    </w:p>
    <w:p w:rsidR="004861A3" w:rsidRDefault="004861A3" w:rsidP="00D86FB9">
      <w:pPr>
        <w:spacing w:line="223" w:lineRule="auto"/>
        <w:ind w:firstLine="708"/>
        <w:jc w:val="both"/>
        <w:rPr>
          <w:szCs w:val="28"/>
          <w:lang w:val="uk-UA"/>
        </w:rPr>
      </w:pPr>
      <w:r>
        <w:t xml:space="preserve">Виконавцем </w:t>
      </w:r>
      <w:r>
        <w:rPr>
          <w:lang w:val="uk-UA"/>
        </w:rPr>
        <w:t>П</w:t>
      </w:r>
      <w:r>
        <w:t xml:space="preserve">рограми та одержувачем бюджетних коштів на її реалізацію є </w:t>
      </w:r>
      <w:r>
        <w:rPr>
          <w:szCs w:val="28"/>
          <w:lang w:val="uk-UA"/>
        </w:rPr>
        <w:t>Коростишівське</w:t>
      </w:r>
      <w:r w:rsidRPr="00D86FB9">
        <w:rPr>
          <w:szCs w:val="28"/>
          <w:lang w:val="uk-UA"/>
        </w:rPr>
        <w:t xml:space="preserve"> міжрайвідділення Управління Служби безпеки України в Житомирській області</w:t>
      </w:r>
      <w:r>
        <w:rPr>
          <w:szCs w:val="28"/>
          <w:lang w:val="uk-UA"/>
        </w:rPr>
        <w:t>.</w:t>
      </w:r>
    </w:p>
    <w:p w:rsidR="004861A3" w:rsidRDefault="004861A3" w:rsidP="00D86FB9">
      <w:pPr>
        <w:spacing w:line="223" w:lineRule="auto"/>
        <w:ind w:firstLine="708"/>
        <w:jc w:val="both"/>
        <w:rPr>
          <w:lang w:val="uk-UA"/>
        </w:rPr>
      </w:pPr>
    </w:p>
    <w:p w:rsidR="004861A3" w:rsidRPr="00D86FB9" w:rsidRDefault="004861A3" w:rsidP="00D86FB9">
      <w:pPr>
        <w:spacing w:line="240" w:lineRule="atLeast"/>
        <w:rPr>
          <w:b/>
          <w:lang w:val="uk-UA"/>
        </w:rPr>
      </w:pPr>
      <w:r>
        <w:rPr>
          <w:b/>
          <w:lang w:val="uk-UA"/>
        </w:rPr>
        <w:t xml:space="preserve">          </w:t>
      </w:r>
      <w:r>
        <w:rPr>
          <w:b/>
        </w:rPr>
        <w:t>5. Очікувані результати</w:t>
      </w:r>
    </w:p>
    <w:p w:rsidR="004861A3" w:rsidRPr="00D86FB9" w:rsidRDefault="004861A3" w:rsidP="00D86FB9">
      <w:pPr>
        <w:spacing w:line="239" w:lineRule="auto"/>
        <w:ind w:left="840"/>
        <w:rPr>
          <w:lang w:val="uk-UA"/>
        </w:rPr>
      </w:pPr>
      <w:r>
        <w:t>Реалізація програми дасть можливість:</w:t>
      </w:r>
    </w:p>
    <w:p w:rsidR="004861A3" w:rsidRPr="00D86FB9" w:rsidRDefault="004861A3" w:rsidP="00D86FB9">
      <w:pPr>
        <w:pStyle w:val="ListParagraph"/>
        <w:numPr>
          <w:ilvl w:val="0"/>
          <w:numId w:val="1"/>
        </w:numPr>
        <w:jc w:val="both"/>
      </w:pPr>
      <w:r>
        <w:t>знизити загальний рівень загроз інтересам держави, зменшити вплив її організованих форм на економіку за рахунок створення належних умов для ефективного виконання службових обов’язків працівниками відділення;</w:t>
      </w:r>
    </w:p>
    <w:p w:rsidR="004861A3" w:rsidRPr="00D86FB9" w:rsidRDefault="004861A3" w:rsidP="00D86FB9">
      <w:pPr>
        <w:pStyle w:val="ListParagraph"/>
        <w:numPr>
          <w:ilvl w:val="0"/>
          <w:numId w:val="1"/>
        </w:numPr>
        <w:jc w:val="both"/>
      </w:pPr>
      <w:r>
        <w:t>зменшити рівень протиправних проявів на території району за рахунок покращення мобільності працівників відділення;</w:t>
      </w:r>
    </w:p>
    <w:p w:rsidR="004861A3" w:rsidRPr="00D86FB9" w:rsidRDefault="004861A3" w:rsidP="00D86FB9">
      <w:pPr>
        <w:pStyle w:val="ListParagraph"/>
        <w:numPr>
          <w:ilvl w:val="0"/>
          <w:numId w:val="1"/>
        </w:numPr>
        <w:jc w:val="both"/>
        <w:rPr>
          <w:lang w:val="uk-UA"/>
        </w:rPr>
      </w:pPr>
      <w:r w:rsidRPr="00D86FB9">
        <w:rPr>
          <w:lang w:val="uk-UA"/>
        </w:rPr>
        <w:t>запобігти виникненню умов, що сприяють вчиненню злочинів, удосконалити методи боротьби з тероризмом, контрабандою, організованою злочинною діяльністю та корупцією, забезпечити захист конституційних прав та свобод людини, провести правову та виховну роботу з населенням, посилити координацію дій правоохоронних органів з органами виконавчої влади та органів місцевого самоврядування.</w:t>
      </w:r>
    </w:p>
    <w:p w:rsidR="004861A3" w:rsidRPr="00D86FB9" w:rsidRDefault="004861A3" w:rsidP="00D86FB9">
      <w:pPr>
        <w:jc w:val="both"/>
        <w:rPr>
          <w:szCs w:val="28"/>
          <w:lang w:val="uk-UA"/>
        </w:rPr>
      </w:pPr>
    </w:p>
    <w:p w:rsidR="004861A3" w:rsidRDefault="004861A3" w:rsidP="00D86FB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голови ради                                                                 В.Р.Троценко </w:t>
      </w:r>
    </w:p>
    <w:p w:rsidR="004861A3" w:rsidRDefault="004861A3" w:rsidP="00D86FB9">
      <w:pPr>
        <w:jc w:val="both"/>
        <w:rPr>
          <w:szCs w:val="28"/>
          <w:lang w:val="uk-UA"/>
        </w:rPr>
      </w:pPr>
    </w:p>
    <w:p w:rsidR="004861A3" w:rsidRPr="00337082" w:rsidRDefault="004861A3" w:rsidP="00D86FB9">
      <w:pPr>
        <w:jc w:val="both"/>
        <w:rPr>
          <w:szCs w:val="28"/>
          <w:lang w:val="uk-UA"/>
        </w:rPr>
      </w:pPr>
    </w:p>
    <w:sectPr w:rsidR="004861A3" w:rsidRPr="00337082" w:rsidSect="0033708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4C3D"/>
    <w:multiLevelType w:val="hybridMultilevel"/>
    <w:tmpl w:val="E2161C94"/>
    <w:lvl w:ilvl="0" w:tplc="0F3AA5D2">
      <w:start w:val="2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082"/>
    <w:rsid w:val="00000768"/>
    <w:rsid w:val="000431D9"/>
    <w:rsid w:val="00055FE3"/>
    <w:rsid w:val="00113814"/>
    <w:rsid w:val="00151BCD"/>
    <w:rsid w:val="001A1861"/>
    <w:rsid w:val="00243D56"/>
    <w:rsid w:val="00292B24"/>
    <w:rsid w:val="002E17E3"/>
    <w:rsid w:val="00307D1C"/>
    <w:rsid w:val="00337082"/>
    <w:rsid w:val="00373AF9"/>
    <w:rsid w:val="00391618"/>
    <w:rsid w:val="0048564E"/>
    <w:rsid w:val="004861A3"/>
    <w:rsid w:val="004B0350"/>
    <w:rsid w:val="004E1EBC"/>
    <w:rsid w:val="00593CED"/>
    <w:rsid w:val="006E433C"/>
    <w:rsid w:val="00AB30E0"/>
    <w:rsid w:val="00AB6AA1"/>
    <w:rsid w:val="00AC451D"/>
    <w:rsid w:val="00B24988"/>
    <w:rsid w:val="00B305A5"/>
    <w:rsid w:val="00B51383"/>
    <w:rsid w:val="00B53E2A"/>
    <w:rsid w:val="00B917D4"/>
    <w:rsid w:val="00BD64DE"/>
    <w:rsid w:val="00C84F54"/>
    <w:rsid w:val="00D7721B"/>
    <w:rsid w:val="00D86FB9"/>
    <w:rsid w:val="00DA2F11"/>
    <w:rsid w:val="00F86B07"/>
    <w:rsid w:val="00F86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082"/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7082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370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708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D86F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3</Pages>
  <Words>4124</Words>
  <Characters>2352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15</cp:revision>
  <cp:lastPrinted>2017-03-27T12:01:00Z</cp:lastPrinted>
  <dcterms:created xsi:type="dcterms:W3CDTF">2017-02-24T12:22:00Z</dcterms:created>
  <dcterms:modified xsi:type="dcterms:W3CDTF">2017-03-31T07:49:00Z</dcterms:modified>
</cp:coreProperties>
</file>