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F12" w:rsidRPr="002167D7" w:rsidRDefault="00483F12" w:rsidP="002167D7">
      <w:pPr>
        <w:spacing w:line="240" w:lineRule="auto"/>
        <w:rPr>
          <w:rFonts w:ascii="Times New Roman" w:hAnsi="Times New Roman"/>
          <w:b/>
          <w:lang w:val="uk-UA"/>
        </w:rPr>
      </w:pPr>
      <w:r w:rsidRPr="002167D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2167D7">
        <w:rPr>
          <w:rFonts w:ascii="Times New Roman" w:hAnsi="Times New Roman"/>
          <w:b/>
          <w:sz w:val="28"/>
          <w:lang w:eastAsia="uk-UA"/>
        </w:rPr>
        <w:t xml:space="preserve">                                    </w:t>
      </w:r>
      <w:r w:rsidRPr="002167D7">
        <w:rPr>
          <w:rFonts w:ascii="Times New Roman" w:hAnsi="Times New Roman"/>
          <w:b/>
          <w:sz w:val="28"/>
          <w:lang w:val="uk-UA" w:eastAsia="uk-UA"/>
        </w:rPr>
        <w:t xml:space="preserve">         </w:t>
      </w:r>
      <w:r w:rsidRPr="002167D7">
        <w:rPr>
          <w:rFonts w:ascii="Times New Roman" w:hAnsi="Times New Roman"/>
          <w:b/>
          <w:sz w:val="28"/>
          <w:lang w:eastAsia="uk-UA"/>
        </w:rPr>
        <w:t xml:space="preserve">            </w:t>
      </w:r>
      <w:r w:rsidRPr="00B53C29">
        <w:rPr>
          <w:rFonts w:ascii="Times New Roman" w:hAnsi="Times New Roma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51.6pt;visibility:visible">
            <v:imagedata r:id="rId5" o:title=""/>
          </v:shape>
        </w:pict>
      </w:r>
      <w:r w:rsidRPr="002167D7">
        <w:rPr>
          <w:rFonts w:ascii="Times New Roman" w:hAnsi="Times New Roman"/>
          <w:b/>
          <w:sz w:val="28"/>
          <w:lang w:val="uk-UA" w:eastAsia="uk-UA"/>
        </w:rPr>
        <w:t xml:space="preserve"> </w:t>
      </w:r>
      <w:r w:rsidRPr="002167D7">
        <w:rPr>
          <w:rFonts w:ascii="Times New Roman" w:hAnsi="Times New Roman"/>
          <w:b/>
          <w:sz w:val="28"/>
          <w:lang w:eastAsia="uk-UA"/>
        </w:rPr>
        <w:t xml:space="preserve">                                </w:t>
      </w:r>
      <w:r w:rsidRPr="002167D7">
        <w:rPr>
          <w:rFonts w:ascii="Times New Roman" w:hAnsi="Times New Roman"/>
          <w:b/>
          <w:sz w:val="28"/>
          <w:lang w:val="uk-UA" w:eastAsia="uk-UA"/>
        </w:rPr>
        <w:t xml:space="preserve">  </w:t>
      </w:r>
      <w:r>
        <w:rPr>
          <w:rFonts w:ascii="Times New Roman" w:hAnsi="Times New Roman"/>
          <w:b/>
          <w:sz w:val="28"/>
          <w:lang w:val="uk-UA" w:eastAsia="uk-UA"/>
        </w:rPr>
        <w:t xml:space="preserve"> </w:t>
      </w:r>
    </w:p>
    <w:p w:rsidR="00483F12" w:rsidRPr="002167D7" w:rsidRDefault="00483F12" w:rsidP="002167D7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167D7">
        <w:rPr>
          <w:rFonts w:ascii="Times New Roman" w:hAnsi="Times New Roman"/>
          <w:b/>
          <w:sz w:val="32"/>
          <w:szCs w:val="32"/>
        </w:rPr>
        <w:t xml:space="preserve">       Україна                 </w:t>
      </w:r>
      <w:r w:rsidRPr="002167D7"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2167D7">
        <w:rPr>
          <w:rFonts w:ascii="Times New Roman" w:hAnsi="Times New Roman"/>
          <w:b/>
          <w:sz w:val="32"/>
          <w:szCs w:val="32"/>
        </w:rPr>
        <w:t xml:space="preserve"> </w:t>
      </w:r>
      <w:r w:rsidRPr="002167D7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483F12" w:rsidRPr="002167D7" w:rsidRDefault="00483F12" w:rsidP="002167D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2167D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483F12" w:rsidRPr="002167D7" w:rsidRDefault="00483F12" w:rsidP="002167D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2167D7">
        <w:rPr>
          <w:rFonts w:ascii="Times New Roman" w:hAnsi="Times New Roman"/>
          <w:b/>
          <w:sz w:val="28"/>
          <w:szCs w:val="28"/>
        </w:rPr>
        <w:t>Р І Ш Е Н Н Я</w:t>
      </w:r>
    </w:p>
    <w:p w:rsidR="00483F12" w:rsidRPr="002167D7" w:rsidRDefault="00483F12" w:rsidP="002167D7">
      <w:pPr>
        <w:spacing w:line="240" w:lineRule="auto"/>
        <w:jc w:val="right"/>
        <w:rPr>
          <w:rFonts w:ascii="Times New Roman" w:hAnsi="Times New Roman"/>
          <w:b/>
          <w:sz w:val="28"/>
          <w:lang w:val="uk-UA" w:eastAsia="uk-UA"/>
        </w:rPr>
      </w:pP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b/>
          <w:sz w:val="28"/>
          <w:lang w:val="uk-UA" w:eastAsia="uk-UA"/>
        </w:rPr>
        <w:t xml:space="preserve">                                                                     </w:t>
      </w: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sz w:val="28"/>
          <w:lang w:val="uk-UA" w:eastAsia="uk-UA"/>
        </w:rPr>
        <w:tab/>
      </w:r>
      <w:r w:rsidRPr="002167D7">
        <w:rPr>
          <w:rFonts w:ascii="Times New Roman" w:hAnsi="Times New Roman"/>
          <w:sz w:val="28"/>
          <w:lang w:val="uk-UA" w:eastAsia="uk-UA"/>
        </w:rPr>
        <w:tab/>
      </w:r>
    </w:p>
    <w:p w:rsidR="00483F12" w:rsidRPr="002167D7" w:rsidRDefault="00483F12" w:rsidP="002167D7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2167D7">
        <w:rPr>
          <w:rFonts w:ascii="Times New Roman" w:hAnsi="Times New Roman"/>
          <w:sz w:val="28"/>
          <w:szCs w:val="28"/>
          <w:lang w:val="uk-UA"/>
        </w:rPr>
        <w:t>П</w:t>
      </w:r>
      <w:r w:rsidRPr="002167D7">
        <w:rPr>
          <w:rFonts w:ascii="Times New Roman" w:hAnsi="Times New Roman"/>
          <w:sz w:val="28"/>
          <w:szCs w:val="28"/>
        </w:rPr>
        <w:t>’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ятнадцята      сесія                                      </w:t>
      </w:r>
      <w:r w:rsidRPr="002167D7">
        <w:rPr>
          <w:rFonts w:ascii="Times New Roman" w:hAnsi="Times New Roman"/>
          <w:sz w:val="28"/>
          <w:szCs w:val="28"/>
        </w:rPr>
        <w:t xml:space="preserve">                 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2167D7">
        <w:rPr>
          <w:rFonts w:ascii="Times New Roman" w:hAnsi="Times New Roman"/>
          <w:sz w:val="28"/>
          <w:szCs w:val="28"/>
        </w:rPr>
        <w:t xml:space="preserve"> </w:t>
      </w:r>
      <w:r w:rsidRPr="002167D7">
        <w:rPr>
          <w:rFonts w:ascii="Times New Roman" w:hAnsi="Times New Roman"/>
          <w:sz w:val="28"/>
          <w:szCs w:val="28"/>
          <w:lang w:val="en-US"/>
        </w:rPr>
        <w:t>VI</w:t>
      </w:r>
      <w:r w:rsidRPr="002167D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483F12" w:rsidRPr="00B917D4" w:rsidRDefault="00483F12" w:rsidP="00B917D4">
      <w:pPr>
        <w:rPr>
          <w:rFonts w:ascii="Times New Roman" w:hAnsi="Times New Roman"/>
          <w:sz w:val="28"/>
          <w:lang w:val="uk-UA"/>
        </w:rPr>
      </w:pPr>
      <w:r w:rsidRPr="009931E5">
        <w:rPr>
          <w:rFonts w:ascii="Times New Roman" w:hAnsi="Times New Roman"/>
          <w:sz w:val="28"/>
        </w:rPr>
        <w:t xml:space="preserve">від  </w:t>
      </w:r>
      <w:r w:rsidRPr="009931E5">
        <w:rPr>
          <w:rFonts w:ascii="Times New Roman" w:hAnsi="Times New Roman"/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 w:rsidRPr="00B917D4">
        <w:rPr>
          <w:rFonts w:ascii="Times New Roman" w:hAnsi="Times New Roman"/>
          <w:sz w:val="28"/>
        </w:rPr>
        <w:t>2017 року</w:t>
      </w:r>
    </w:p>
    <w:p w:rsidR="00483F12" w:rsidRPr="00735AF9" w:rsidRDefault="00483F12" w:rsidP="002167D7">
      <w:pPr>
        <w:pStyle w:val="ListParagraph"/>
        <w:ind w:left="567" w:right="15" w:hanging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Про затвердження складу комісії по проведенню</w:t>
      </w:r>
    </w:p>
    <w:p w:rsidR="00483F12" w:rsidRPr="00B917D4" w:rsidRDefault="00483F12" w:rsidP="002167D7">
      <w:pPr>
        <w:pStyle w:val="ListParagraph"/>
        <w:ind w:left="567" w:right="15" w:hanging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районного конкурсу серед сільських і селищних рад </w:t>
      </w:r>
    </w:p>
    <w:p w:rsidR="00483F12" w:rsidRPr="002167D7" w:rsidRDefault="00483F12" w:rsidP="002167D7">
      <w:pPr>
        <w:pStyle w:val="ListParagraph"/>
        <w:ind w:left="567" w:right="15" w:hanging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кращий санітарний стан та </w:t>
      </w:r>
      <w:r w:rsidRPr="002167D7">
        <w:rPr>
          <w:sz w:val="28"/>
          <w:szCs w:val="28"/>
        </w:rPr>
        <w:t xml:space="preserve"> благоус</w:t>
      </w:r>
      <w:r>
        <w:rPr>
          <w:sz w:val="28"/>
          <w:szCs w:val="28"/>
        </w:rPr>
        <w:t>трій території в новій редакції</w:t>
      </w:r>
    </w:p>
    <w:p w:rsidR="00483F12" w:rsidRDefault="00483F12"/>
    <w:p w:rsidR="00483F12" w:rsidRPr="00AB2E71" w:rsidRDefault="00483F12" w:rsidP="00AB2E7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Відповідно до статті 43 Закону України “ Про місцеве самоврядування в Україні ”,  </w:t>
      </w:r>
      <w:r>
        <w:rPr>
          <w:rFonts w:ascii="Times New Roman" w:hAnsi="Times New Roman"/>
          <w:sz w:val="28"/>
          <w:szCs w:val="28"/>
          <w:lang w:val="uk-UA"/>
        </w:rPr>
        <w:t xml:space="preserve">в зв’язку   з кадровими змінами та 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 враховуючи рекомендації постійної комісії районної ради з питань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948BD">
        <w:rPr>
          <w:rFonts w:ascii="Times New Roman" w:hAnsi="Times New Roman"/>
          <w:sz w:val="28"/>
          <w:szCs w:val="28"/>
          <w:lang w:val="uk-UA"/>
        </w:rPr>
        <w:t xml:space="preserve">бюджету, комунальної власності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48BD">
        <w:rPr>
          <w:rFonts w:ascii="Times New Roman" w:hAnsi="Times New Roman"/>
          <w:sz w:val="28"/>
          <w:szCs w:val="28"/>
          <w:lang w:val="uk-UA"/>
        </w:rPr>
        <w:t xml:space="preserve"> соціально-економічного розвитку району</w:t>
      </w:r>
      <w:r w:rsidRPr="00735AF9">
        <w:rPr>
          <w:rFonts w:ascii="Times New Roman" w:hAnsi="Times New Roman"/>
          <w:sz w:val="28"/>
          <w:szCs w:val="28"/>
          <w:lang w:val="uk-UA"/>
        </w:rPr>
        <w:t>, районна рада</w:t>
      </w:r>
    </w:p>
    <w:p w:rsidR="00483F12" w:rsidRPr="00735AF9" w:rsidRDefault="00483F12" w:rsidP="00735AF9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35AF9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483F12" w:rsidRPr="00735AF9" w:rsidRDefault="00483F12" w:rsidP="00735AF9">
      <w:p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>1. Затвердити склад комісії по проведенню районного конкурсу серед        сільських і селищних рад на кращий санітарний стан та благоустрій території в новій редакції згідно додатку.</w:t>
      </w:r>
    </w:p>
    <w:p w:rsidR="00483F12" w:rsidRPr="00735AF9" w:rsidRDefault="00483F12" w:rsidP="00735AF9">
      <w:p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 2.  Визнати таким</w:t>
      </w:r>
      <w:r>
        <w:rPr>
          <w:rFonts w:ascii="Times New Roman" w:hAnsi="Times New Roman"/>
          <w:sz w:val="28"/>
          <w:szCs w:val="28"/>
          <w:lang w:val="uk-UA"/>
        </w:rPr>
        <w:t>, що втратило чинність рішення 10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-ої сесії районної ради             </w:t>
      </w:r>
      <w:r w:rsidRPr="00735AF9"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від 19.08.2016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 р. «Про затвердження складу комісії по проведенню районного конкурсу серед сільських і селищних рад на кращий санітарний </w:t>
      </w:r>
      <w:r>
        <w:rPr>
          <w:rFonts w:ascii="Times New Roman" w:hAnsi="Times New Roman"/>
          <w:sz w:val="28"/>
          <w:szCs w:val="28"/>
          <w:lang w:val="uk-UA"/>
        </w:rPr>
        <w:t>стан та благоустрій  території в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 новій редакції".</w:t>
      </w:r>
    </w:p>
    <w:p w:rsidR="00483F12" w:rsidRPr="00735AF9" w:rsidRDefault="00483F12" w:rsidP="00735AF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ab/>
      </w:r>
    </w:p>
    <w:p w:rsidR="00483F12" w:rsidRPr="00735AF9" w:rsidRDefault="00483F12" w:rsidP="00735AF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>Голова ради</w:t>
      </w:r>
      <w:r w:rsidRPr="00735AF9">
        <w:rPr>
          <w:rFonts w:ascii="Times New Roman" w:hAnsi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</w:t>
      </w:r>
      <w:r w:rsidRPr="00735AF9">
        <w:rPr>
          <w:rFonts w:ascii="Times New Roman" w:hAnsi="Times New Roman"/>
          <w:sz w:val="28"/>
          <w:szCs w:val="28"/>
          <w:lang w:val="uk-UA"/>
        </w:rPr>
        <w:tab/>
        <w:t xml:space="preserve">І.П.Бовсунівський </w:t>
      </w:r>
    </w:p>
    <w:p w:rsidR="00483F12" w:rsidRPr="00735AF9" w:rsidRDefault="00483F12" w:rsidP="00735AF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3F12" w:rsidRDefault="00483F12" w:rsidP="00735AF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83F12" w:rsidRDefault="00483F12" w:rsidP="00735AF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83F12" w:rsidRDefault="00483F12" w:rsidP="00735AF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83F12" w:rsidRDefault="00483F12" w:rsidP="00735AF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83F12" w:rsidRDefault="00483F12" w:rsidP="00735AF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83F12" w:rsidRDefault="00483F12" w:rsidP="00735AF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83F12" w:rsidRDefault="00483F12" w:rsidP="00735AF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83F12" w:rsidRDefault="00483F12" w:rsidP="00735AF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83F12" w:rsidRPr="00735AF9" w:rsidRDefault="00483F12" w:rsidP="00735AF9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735AF9">
        <w:rPr>
          <w:rFonts w:ascii="Times New Roman" w:hAnsi="Times New Roman"/>
          <w:sz w:val="28"/>
          <w:szCs w:val="28"/>
        </w:rPr>
        <w:t>Додаток</w:t>
      </w:r>
    </w:p>
    <w:p w:rsidR="00483F12" w:rsidRPr="00735AF9" w:rsidRDefault="00483F12" w:rsidP="00735AF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735AF9">
        <w:rPr>
          <w:rFonts w:ascii="Times New Roman" w:hAnsi="Times New Roman"/>
          <w:sz w:val="28"/>
          <w:szCs w:val="28"/>
        </w:rPr>
        <w:t xml:space="preserve">  до рішення районної ради</w:t>
      </w:r>
    </w:p>
    <w:p w:rsidR="00483F12" w:rsidRPr="00735AF9" w:rsidRDefault="00483F12" w:rsidP="00735AF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lang w:val="uk-UA"/>
        </w:rPr>
        <w:t>28 березня</w:t>
      </w:r>
      <w:r w:rsidRPr="00B917D4">
        <w:rPr>
          <w:rFonts w:ascii="Times New Roman" w:hAnsi="Times New Roman"/>
          <w:sz w:val="28"/>
        </w:rPr>
        <w:t xml:space="preserve">  </w:t>
      </w:r>
      <w:r w:rsidRPr="00735AF9">
        <w:rPr>
          <w:rFonts w:ascii="Times New Roman" w:hAnsi="Times New Roman"/>
          <w:sz w:val="28"/>
          <w:szCs w:val="28"/>
        </w:rPr>
        <w:t>201</w:t>
      </w:r>
      <w:r w:rsidRPr="00735AF9">
        <w:rPr>
          <w:rFonts w:ascii="Times New Roman" w:hAnsi="Times New Roman"/>
          <w:sz w:val="28"/>
          <w:szCs w:val="28"/>
          <w:lang w:val="uk-UA"/>
        </w:rPr>
        <w:t>7</w:t>
      </w:r>
      <w:r w:rsidRPr="00735AF9">
        <w:rPr>
          <w:rFonts w:ascii="Times New Roman" w:hAnsi="Times New Roman"/>
          <w:sz w:val="28"/>
          <w:szCs w:val="28"/>
        </w:rPr>
        <w:t xml:space="preserve"> року</w:t>
      </w:r>
    </w:p>
    <w:p w:rsidR="00483F12" w:rsidRPr="00735AF9" w:rsidRDefault="00483F12" w:rsidP="00735AF9">
      <w:pPr>
        <w:ind w:left="120"/>
        <w:jc w:val="right"/>
        <w:rPr>
          <w:rFonts w:ascii="Times New Roman" w:hAnsi="Times New Roman"/>
          <w:sz w:val="28"/>
          <w:szCs w:val="28"/>
        </w:rPr>
      </w:pPr>
    </w:p>
    <w:p w:rsidR="00483F12" w:rsidRPr="00735AF9" w:rsidRDefault="00483F12" w:rsidP="00735AF9">
      <w:pPr>
        <w:spacing w:line="240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  <w:r w:rsidRPr="00735AF9">
        <w:rPr>
          <w:rFonts w:ascii="Times New Roman" w:hAnsi="Times New Roman"/>
          <w:b/>
          <w:sz w:val="28"/>
          <w:szCs w:val="28"/>
        </w:rPr>
        <w:t>СКЛАД</w:t>
      </w:r>
    </w:p>
    <w:p w:rsidR="00483F12" w:rsidRPr="00735AF9" w:rsidRDefault="00483F12" w:rsidP="00735AF9">
      <w:pPr>
        <w:spacing w:line="240" w:lineRule="auto"/>
        <w:ind w:left="1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35AF9">
        <w:rPr>
          <w:rFonts w:ascii="Times New Roman" w:hAnsi="Times New Roman"/>
          <w:b/>
          <w:sz w:val="28"/>
          <w:szCs w:val="28"/>
        </w:rPr>
        <w:t>комісії по проведенню районного</w:t>
      </w:r>
      <w:r w:rsidRPr="00735A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/>
          <w:b/>
          <w:sz w:val="28"/>
          <w:szCs w:val="28"/>
        </w:rPr>
        <w:t>конкурсу серед сільських і селищних рад</w:t>
      </w:r>
      <w:r w:rsidRPr="00735A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/>
          <w:b/>
          <w:sz w:val="28"/>
          <w:szCs w:val="28"/>
        </w:rPr>
        <w:t>на кращий санітарний стан та благоустрій території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Троценко Володимир Романович  </w:t>
      </w:r>
      <w:r w:rsidRPr="00735AF9">
        <w:rPr>
          <w:rFonts w:ascii="Times New Roman" w:hAnsi="Times New Roman"/>
          <w:sz w:val="28"/>
          <w:szCs w:val="28"/>
        </w:rPr>
        <w:t xml:space="preserve"> - заступник голови районної ради, голова комісії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>_________________________</w:t>
      </w:r>
      <w:r w:rsidRPr="00735AF9">
        <w:rPr>
          <w:rFonts w:ascii="Times New Roman" w:hAnsi="Times New Roman"/>
          <w:sz w:val="28"/>
          <w:szCs w:val="28"/>
        </w:rPr>
        <w:t xml:space="preserve">   -  перший заступник голови райдержадміністрації, заступник голови комісії (за згодою)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>Іванюха Валентина Іванівна - завідуюча організаційним відділом виконавчого апарату р</w:t>
      </w:r>
      <w:r>
        <w:rPr>
          <w:rFonts w:ascii="Times New Roman" w:hAnsi="Times New Roman"/>
          <w:sz w:val="28"/>
          <w:szCs w:val="28"/>
          <w:lang w:val="uk-UA"/>
        </w:rPr>
        <w:t>айонної ради,  секретар комісії.</w:t>
      </w:r>
    </w:p>
    <w:p w:rsidR="00483F12" w:rsidRPr="00735AF9" w:rsidRDefault="00483F12" w:rsidP="0052006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83F12" w:rsidRPr="00735AF9" w:rsidRDefault="00483F12" w:rsidP="00735AF9">
      <w:pPr>
        <w:ind w:left="120"/>
        <w:jc w:val="both"/>
        <w:rPr>
          <w:rFonts w:ascii="Times New Roman" w:hAnsi="Times New Roman"/>
          <w:b/>
          <w:sz w:val="28"/>
          <w:szCs w:val="28"/>
        </w:rPr>
      </w:pPr>
      <w:r w:rsidRPr="00735AF9">
        <w:rPr>
          <w:rFonts w:ascii="Times New Roman" w:hAnsi="Times New Roman"/>
          <w:b/>
          <w:sz w:val="28"/>
          <w:szCs w:val="28"/>
        </w:rPr>
        <w:t>Члени комісії: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>Виговська Алла Миколаївна  –  головний  лікар КУ «Центр ПМСД»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Гринь Павло Сергійович – начальник сектору  культури </w:t>
      </w:r>
      <w:r w:rsidRPr="00735AF9">
        <w:rPr>
          <w:rFonts w:ascii="Times New Roman" w:hAnsi="Times New Roman"/>
          <w:sz w:val="28"/>
          <w:szCs w:val="28"/>
        </w:rPr>
        <w:t>райдержадміністрації</w:t>
      </w:r>
      <w:r w:rsidRPr="00735AF9">
        <w:rPr>
          <w:rFonts w:ascii="Times New Roman" w:hAnsi="Times New Roman"/>
          <w:sz w:val="28"/>
          <w:szCs w:val="28"/>
          <w:lang w:val="uk-UA"/>
        </w:rPr>
        <w:t>.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Назарчук Петро Оксентійович </w:t>
      </w:r>
      <w:r w:rsidRPr="00735AF9">
        <w:rPr>
          <w:rFonts w:ascii="Times New Roman" w:hAnsi="Times New Roman"/>
          <w:sz w:val="28"/>
          <w:szCs w:val="28"/>
        </w:rPr>
        <w:t xml:space="preserve">– </w:t>
      </w:r>
      <w:r w:rsidRPr="00735AF9">
        <w:rPr>
          <w:rFonts w:ascii="Times New Roman" w:hAnsi="Times New Roman"/>
          <w:sz w:val="28"/>
          <w:szCs w:val="28"/>
          <w:lang w:val="uk-UA"/>
        </w:rPr>
        <w:t>завідувач сектору</w:t>
      </w:r>
      <w:r w:rsidRPr="00735AF9">
        <w:rPr>
          <w:rFonts w:ascii="Times New Roman" w:hAnsi="Times New Roman"/>
          <w:sz w:val="28"/>
          <w:szCs w:val="28"/>
        </w:rPr>
        <w:t xml:space="preserve"> житлово-комунального господарства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, будівництва та цивільного захисту  населення </w:t>
      </w:r>
      <w:r w:rsidRPr="00735AF9">
        <w:rPr>
          <w:rFonts w:ascii="Times New Roman" w:hAnsi="Times New Roman"/>
          <w:sz w:val="28"/>
          <w:szCs w:val="28"/>
        </w:rPr>
        <w:t>райдержадміністрації</w:t>
      </w:r>
      <w:r w:rsidRPr="00735AF9">
        <w:rPr>
          <w:rFonts w:ascii="Times New Roman" w:hAnsi="Times New Roman"/>
          <w:sz w:val="28"/>
          <w:szCs w:val="28"/>
          <w:lang w:val="uk-UA"/>
        </w:rPr>
        <w:t>.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>Жилінський Микола Іванович – керуючий справами виконавчого апарату районної ради</w:t>
      </w:r>
      <w:r w:rsidRPr="00735AF9">
        <w:rPr>
          <w:rFonts w:ascii="Times New Roman" w:hAnsi="Times New Roman"/>
          <w:sz w:val="28"/>
          <w:szCs w:val="28"/>
          <w:lang w:val="uk-UA"/>
        </w:rPr>
        <w:t>.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Хоменко Олександр Володимирович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  – начальник сектору </w:t>
      </w:r>
      <w:r>
        <w:rPr>
          <w:rFonts w:ascii="Times New Roman" w:hAnsi="Times New Roman"/>
          <w:sz w:val="28"/>
          <w:szCs w:val="28"/>
          <w:lang w:val="uk-UA"/>
        </w:rPr>
        <w:t xml:space="preserve">превенції 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Черняхівського відділення поліції Коростишівського відділу ГУНП в Житомирській області, майор поліції.  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Кондрацька Ольга Віталіївна  - начальник управління фінансів райдержадміністрації. 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Мікушин Костянтин Борисович 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/>
          <w:sz w:val="28"/>
          <w:szCs w:val="28"/>
        </w:rPr>
        <w:t xml:space="preserve">- 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/>
          <w:sz w:val="28"/>
          <w:szCs w:val="28"/>
        </w:rPr>
        <w:t>редактор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 КВПП «Редакція газети   </w:t>
      </w:r>
      <w:r w:rsidRPr="00735AF9">
        <w:rPr>
          <w:rFonts w:ascii="Times New Roman" w:hAnsi="Times New Roman"/>
          <w:sz w:val="28"/>
          <w:szCs w:val="28"/>
        </w:rPr>
        <w:t>«Нове життя»</w:t>
      </w:r>
      <w:r w:rsidRPr="00735AF9">
        <w:rPr>
          <w:rFonts w:ascii="Times New Roman" w:hAnsi="Times New Roman"/>
          <w:sz w:val="28"/>
          <w:szCs w:val="28"/>
          <w:lang w:val="uk-UA"/>
        </w:rPr>
        <w:t>.</w:t>
      </w:r>
      <w:r w:rsidRPr="00735A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 Матвійчук Лілія Броніславівна  – фахівець відділу безпечності харчових продуктів та ветеринарії управління Держпродспоживслужби в Черняхівському районі.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>Огородник Сергій Миколайович – начальник Черняхівського  районного сектору  управління ДСНС України  в Житомирській області, полковник служби цивільного захисту.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Морозюк Артем Васильович 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- завідувач сектора  містобудування та архітектури, головний архітектор райдержадміністрації. 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 xml:space="preserve">Сташенко Григорій Федорович - начальник відділу освіти </w:t>
      </w:r>
      <w:r w:rsidRPr="00735AF9">
        <w:rPr>
          <w:rFonts w:ascii="Times New Roman" w:hAnsi="Times New Roman"/>
          <w:sz w:val="28"/>
          <w:szCs w:val="28"/>
        </w:rPr>
        <w:t>райдержадміністрації</w:t>
      </w:r>
      <w:r w:rsidRPr="00735AF9">
        <w:rPr>
          <w:rFonts w:ascii="Times New Roman" w:hAnsi="Times New Roman"/>
          <w:sz w:val="28"/>
          <w:szCs w:val="28"/>
          <w:lang w:val="uk-UA"/>
        </w:rPr>
        <w:t>.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>Федосєєва - Лєвандовська Олександра  Миколаївна  – завідувач сектору у справах  сім</w:t>
      </w:r>
      <w:r w:rsidRPr="00735AF9">
        <w:rPr>
          <w:rFonts w:ascii="Times New Roman" w:hAnsi="Times New Roman"/>
          <w:sz w:val="28"/>
          <w:szCs w:val="28"/>
        </w:rPr>
        <w:t>’</w:t>
      </w:r>
      <w:r w:rsidRPr="00735AF9">
        <w:rPr>
          <w:rFonts w:ascii="Times New Roman" w:hAnsi="Times New Roman"/>
          <w:sz w:val="28"/>
          <w:szCs w:val="28"/>
          <w:lang w:val="uk-UA"/>
        </w:rPr>
        <w:t xml:space="preserve">ї, молоді та спорту </w:t>
      </w:r>
      <w:r w:rsidRPr="00735AF9">
        <w:rPr>
          <w:rFonts w:ascii="Times New Roman" w:hAnsi="Times New Roman"/>
          <w:sz w:val="28"/>
          <w:szCs w:val="28"/>
        </w:rPr>
        <w:t>райдержадміністрації</w:t>
      </w:r>
      <w:r w:rsidRPr="00735AF9">
        <w:rPr>
          <w:rFonts w:ascii="Times New Roman" w:hAnsi="Times New Roman"/>
          <w:sz w:val="28"/>
          <w:szCs w:val="28"/>
          <w:lang w:val="uk-UA"/>
        </w:rPr>
        <w:t>.</w:t>
      </w:r>
    </w:p>
    <w:p w:rsidR="00483F12" w:rsidRPr="00735AF9" w:rsidRDefault="00483F12" w:rsidP="00735AF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  <w:lang w:val="uk-UA"/>
        </w:rPr>
        <w:t>Чайковська Ольга Миколаївна</w:t>
      </w:r>
      <w:r w:rsidRPr="00735AF9">
        <w:rPr>
          <w:rFonts w:ascii="Times New Roman" w:hAnsi="Times New Roman"/>
          <w:sz w:val="28"/>
          <w:szCs w:val="28"/>
        </w:rPr>
        <w:t xml:space="preserve"> - керівник апарату райдержадміністрації</w:t>
      </w:r>
      <w:r w:rsidRPr="00735AF9">
        <w:rPr>
          <w:rFonts w:ascii="Times New Roman" w:hAnsi="Times New Roman"/>
          <w:sz w:val="28"/>
          <w:szCs w:val="28"/>
          <w:lang w:val="uk-UA"/>
        </w:rPr>
        <w:t>.</w:t>
      </w:r>
    </w:p>
    <w:p w:rsidR="00483F12" w:rsidRPr="00735AF9" w:rsidRDefault="00483F12" w:rsidP="00735AF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83F12" w:rsidRPr="00735AF9" w:rsidRDefault="00483F12" w:rsidP="00735AF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5AF9">
        <w:rPr>
          <w:rFonts w:ascii="Times New Roman" w:hAnsi="Times New Roman"/>
          <w:b/>
          <w:sz w:val="28"/>
          <w:szCs w:val="28"/>
          <w:lang w:val="uk-UA"/>
        </w:rPr>
        <w:t xml:space="preserve">Заступник голови ради                                                           В.Р.Троценко </w:t>
      </w:r>
    </w:p>
    <w:p w:rsidR="00483F12" w:rsidRPr="00735AF9" w:rsidRDefault="00483F12" w:rsidP="00735AF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483F12" w:rsidRPr="00735AF9" w:rsidSect="002167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7D7"/>
    <w:rsid w:val="000D58B0"/>
    <w:rsid w:val="0010297A"/>
    <w:rsid w:val="001D1734"/>
    <w:rsid w:val="002167D7"/>
    <w:rsid w:val="002832BF"/>
    <w:rsid w:val="00323922"/>
    <w:rsid w:val="003B3CA7"/>
    <w:rsid w:val="00483F12"/>
    <w:rsid w:val="0052006D"/>
    <w:rsid w:val="00683D6D"/>
    <w:rsid w:val="00735AF9"/>
    <w:rsid w:val="00761932"/>
    <w:rsid w:val="008436DD"/>
    <w:rsid w:val="009931E5"/>
    <w:rsid w:val="00A17592"/>
    <w:rsid w:val="00A948BD"/>
    <w:rsid w:val="00AB2E71"/>
    <w:rsid w:val="00AB4F4B"/>
    <w:rsid w:val="00AE74AB"/>
    <w:rsid w:val="00B46AED"/>
    <w:rsid w:val="00B53C29"/>
    <w:rsid w:val="00B917D4"/>
    <w:rsid w:val="00CE4589"/>
    <w:rsid w:val="00D57A94"/>
    <w:rsid w:val="00DA5D88"/>
    <w:rsid w:val="00DB0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97A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167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2167D7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1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7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5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2309</Words>
  <Characters>1317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cp:lastPrinted>2017-03-22T10:21:00Z</cp:lastPrinted>
  <dcterms:created xsi:type="dcterms:W3CDTF">2017-02-11T08:57:00Z</dcterms:created>
  <dcterms:modified xsi:type="dcterms:W3CDTF">2017-03-31T07:53:00Z</dcterms:modified>
</cp:coreProperties>
</file>