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31" w:rsidRPr="0001102D" w:rsidRDefault="00467A31" w:rsidP="00165377">
      <w:pPr>
        <w:rPr>
          <w:b/>
          <w:lang w:val="uk-UA"/>
        </w:rPr>
      </w:pPr>
      <w:r w:rsidRPr="00D10967">
        <w:rPr>
          <w:sz w:val="28"/>
          <w:szCs w:val="28"/>
          <w:lang w:val="uk-UA"/>
        </w:rPr>
        <w:t xml:space="preserve">      </w:t>
      </w:r>
      <w:r w:rsidRPr="00D10967">
        <w:rPr>
          <w:b/>
          <w:sz w:val="28"/>
          <w:lang w:eastAsia="uk-UA"/>
        </w:rPr>
        <w:t xml:space="preserve">                                    </w:t>
      </w:r>
      <w:r w:rsidRPr="00D10967">
        <w:rPr>
          <w:b/>
          <w:sz w:val="28"/>
          <w:lang w:val="uk-UA" w:eastAsia="uk-UA"/>
        </w:rPr>
        <w:t xml:space="preserve">         </w:t>
      </w:r>
      <w:r w:rsidRPr="00D10967">
        <w:rPr>
          <w:b/>
          <w:sz w:val="28"/>
          <w:lang w:eastAsia="uk-UA"/>
        </w:rPr>
        <w:t xml:space="preserve">            </w:t>
      </w:r>
      <w:r w:rsidRPr="00EC260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51.6pt;visibility:visible">
            <v:imagedata r:id="rId4" o:title=""/>
          </v:shape>
        </w:pict>
      </w:r>
      <w:r w:rsidRPr="00D10967">
        <w:rPr>
          <w:b/>
          <w:sz w:val="28"/>
          <w:lang w:val="uk-UA" w:eastAsia="uk-UA"/>
        </w:rPr>
        <w:t xml:space="preserve"> </w:t>
      </w:r>
      <w:r w:rsidRPr="00D10967">
        <w:rPr>
          <w:b/>
          <w:sz w:val="28"/>
          <w:lang w:eastAsia="uk-UA"/>
        </w:rPr>
        <w:t xml:space="preserve">                                </w:t>
      </w:r>
      <w:r w:rsidRPr="00D10967">
        <w:rPr>
          <w:b/>
          <w:sz w:val="28"/>
          <w:lang w:val="uk-UA" w:eastAsia="uk-UA"/>
        </w:rPr>
        <w:t xml:space="preserve">  </w:t>
      </w:r>
      <w:r>
        <w:rPr>
          <w:b/>
          <w:sz w:val="28"/>
          <w:lang w:val="uk-UA" w:eastAsia="uk-UA"/>
        </w:rPr>
        <w:t xml:space="preserve"> </w:t>
      </w:r>
    </w:p>
    <w:p w:rsidR="00467A31" w:rsidRPr="0056285F" w:rsidRDefault="00467A31" w:rsidP="00165377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Україна                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D10967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467A31" w:rsidRPr="00D10967" w:rsidRDefault="00467A31" w:rsidP="00165377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467A31" w:rsidRPr="00D10967" w:rsidRDefault="00467A31" w:rsidP="00165377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Р І Ш Е Н Н Я</w:t>
      </w:r>
    </w:p>
    <w:p w:rsidR="00467A31" w:rsidRPr="00D60E88" w:rsidRDefault="00467A31" w:rsidP="00165377">
      <w:pPr>
        <w:jc w:val="right"/>
        <w:rPr>
          <w:b/>
          <w:sz w:val="28"/>
          <w:lang w:val="uk-UA" w:eastAsia="uk-UA"/>
        </w:rPr>
      </w:pPr>
      <w:r w:rsidRPr="00D10967">
        <w:rPr>
          <w:sz w:val="28"/>
          <w:lang w:val="uk-UA" w:eastAsia="uk-UA"/>
        </w:rPr>
        <w:tab/>
      </w:r>
      <w:r w:rsidRPr="00D10967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467A31" w:rsidRDefault="00467A31" w:rsidP="00165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01102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ятнадцята 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467A31" w:rsidRPr="00243D56" w:rsidRDefault="00467A31" w:rsidP="00F51F34">
      <w:pPr>
        <w:rPr>
          <w:sz w:val="28"/>
        </w:rPr>
      </w:pPr>
      <w:r>
        <w:rPr>
          <w:sz w:val="28"/>
        </w:rPr>
        <w:t xml:space="preserve">від  </w:t>
      </w:r>
      <w:r>
        <w:rPr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467A31" w:rsidRPr="00F51F34" w:rsidRDefault="00467A31" w:rsidP="00165377">
      <w:pPr>
        <w:jc w:val="both"/>
        <w:rPr>
          <w:sz w:val="28"/>
          <w:szCs w:val="28"/>
          <w:lang w:val="uk-UA"/>
        </w:rPr>
      </w:pPr>
    </w:p>
    <w:p w:rsidR="00467A31" w:rsidRDefault="00467A31">
      <w:pPr>
        <w:rPr>
          <w:sz w:val="28"/>
          <w:szCs w:val="28"/>
          <w:lang w:val="uk-UA"/>
        </w:rPr>
      </w:pPr>
      <w:r w:rsidRPr="0016537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розгляд </w:t>
      </w:r>
      <w:r w:rsidRPr="00165377">
        <w:rPr>
          <w:sz w:val="28"/>
          <w:szCs w:val="28"/>
          <w:lang w:val="uk-UA"/>
        </w:rPr>
        <w:t>звернення Народних депутатів України</w:t>
      </w:r>
    </w:p>
    <w:p w:rsidR="00467A31" w:rsidRDefault="00467A31" w:rsidP="00CB02A5">
      <w:pPr>
        <w:rPr>
          <w:sz w:val="28"/>
          <w:szCs w:val="28"/>
          <w:lang w:val="uk-UA"/>
        </w:rPr>
      </w:pPr>
      <w:r w:rsidRPr="00165377">
        <w:rPr>
          <w:sz w:val="28"/>
          <w:szCs w:val="28"/>
          <w:lang w:val="uk-UA"/>
        </w:rPr>
        <w:t xml:space="preserve">Сироїд О.І. та Березюка О.Р. </w:t>
      </w:r>
    </w:p>
    <w:p w:rsidR="00467A31" w:rsidRPr="00165377" w:rsidRDefault="00467A31" w:rsidP="00165377">
      <w:pPr>
        <w:rPr>
          <w:sz w:val="28"/>
          <w:szCs w:val="28"/>
          <w:lang w:val="uk-UA"/>
        </w:rPr>
      </w:pPr>
    </w:p>
    <w:p w:rsidR="00467A31" w:rsidRDefault="00467A31" w:rsidP="00CB02A5">
      <w:pPr>
        <w:jc w:val="both"/>
        <w:rPr>
          <w:sz w:val="28"/>
          <w:szCs w:val="28"/>
          <w:lang w:val="uk-UA"/>
        </w:rPr>
      </w:pPr>
    </w:p>
    <w:p w:rsidR="00467A31" w:rsidRDefault="00467A31" w:rsidP="00CB02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</w:t>
      </w:r>
      <w:r w:rsidRPr="00391618">
        <w:rPr>
          <w:lang w:val="uk-UA"/>
        </w:rPr>
        <w:t xml:space="preserve">  </w:t>
      </w:r>
      <w:r w:rsidRPr="0061430A">
        <w:rPr>
          <w:sz w:val="28"/>
          <w:szCs w:val="28"/>
          <w:lang w:val="uk-UA"/>
        </w:rPr>
        <w:t>Відповідно ст. 43 Закону України «</w:t>
      </w:r>
      <w:r>
        <w:rPr>
          <w:sz w:val="28"/>
          <w:szCs w:val="28"/>
          <w:lang w:val="uk-UA"/>
        </w:rPr>
        <w:t xml:space="preserve">Про місцеве самоврядування в Україні», заслухавши інформацію заступника голови районної ради  Троценка В.Р. про звернення </w:t>
      </w:r>
      <w:r w:rsidRPr="00165377">
        <w:rPr>
          <w:sz w:val="28"/>
          <w:szCs w:val="28"/>
          <w:lang w:val="uk-UA"/>
        </w:rPr>
        <w:t>Народних депутатів України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Сироїд О.І. та Березюка</w:t>
      </w:r>
      <w:r>
        <w:rPr>
          <w:sz w:val="28"/>
          <w:szCs w:val="28"/>
          <w:lang w:val="uk-UA"/>
        </w:rPr>
        <w:t xml:space="preserve"> О.Р. стосовно  розпоряджень</w:t>
      </w:r>
      <w:r w:rsidRPr="00165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Кабінету Міністрів України №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892-р</w:t>
      </w:r>
      <w:r>
        <w:rPr>
          <w:sz w:val="28"/>
          <w:szCs w:val="28"/>
          <w:lang w:val="uk-UA"/>
        </w:rPr>
        <w:t xml:space="preserve">  від</w:t>
      </w:r>
      <w:r w:rsidRPr="00165377">
        <w:rPr>
          <w:sz w:val="28"/>
          <w:szCs w:val="28"/>
          <w:lang w:val="uk-UA"/>
        </w:rPr>
        <w:t xml:space="preserve"> 31 серпня  2016 року та № 8-р від 11 січня 2017 року</w:t>
      </w:r>
      <w:r>
        <w:rPr>
          <w:sz w:val="28"/>
          <w:szCs w:val="28"/>
          <w:lang w:val="uk-UA"/>
        </w:rPr>
        <w:t xml:space="preserve">,  враховуючи рекомендації постійної комісії  </w:t>
      </w:r>
      <w:r w:rsidRPr="00CB02A5"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uk-UA"/>
        </w:rPr>
        <w:t>з питань регламенту, депутатської етики, правопорядку та прав людини, районна рада</w:t>
      </w:r>
    </w:p>
    <w:p w:rsidR="00467A31" w:rsidRDefault="00467A31" w:rsidP="00165377">
      <w:pPr>
        <w:rPr>
          <w:sz w:val="28"/>
          <w:szCs w:val="28"/>
          <w:lang w:val="uk-UA"/>
        </w:rPr>
      </w:pPr>
    </w:p>
    <w:p w:rsidR="00467A31" w:rsidRDefault="00467A31" w:rsidP="00CB02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67A31" w:rsidRDefault="00467A31">
      <w:pPr>
        <w:tabs>
          <w:tab w:val="left" w:pos="1307"/>
        </w:tabs>
        <w:rPr>
          <w:sz w:val="28"/>
          <w:szCs w:val="28"/>
          <w:lang w:val="uk-UA"/>
        </w:rPr>
      </w:pPr>
    </w:p>
    <w:p w:rsidR="00467A31" w:rsidRDefault="00467A31" w:rsidP="006371F7">
      <w:pPr>
        <w:tabs>
          <w:tab w:val="left" w:pos="1307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80092">
        <w:rPr>
          <w:sz w:val="28"/>
          <w:szCs w:val="28"/>
          <w:lang w:val="uk-UA"/>
        </w:rPr>
        <w:t xml:space="preserve">Інформацію  заступника голови районної ради   Троценка В.Р. про  розгляд звернення </w:t>
      </w:r>
      <w:r w:rsidRPr="00165377">
        <w:rPr>
          <w:sz w:val="28"/>
          <w:szCs w:val="28"/>
          <w:lang w:val="uk-UA"/>
        </w:rPr>
        <w:t>Народних депутатів України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Сироїд О.І. та Берез</w:t>
      </w:r>
      <w:r>
        <w:rPr>
          <w:sz w:val="28"/>
          <w:szCs w:val="28"/>
          <w:lang w:val="uk-UA"/>
        </w:rPr>
        <w:t>юка О.Р. стосовно  розпоряджень</w:t>
      </w:r>
      <w:r w:rsidRPr="00165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Кабінету Міністрів України №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892-р</w:t>
      </w:r>
      <w:r>
        <w:rPr>
          <w:sz w:val="28"/>
          <w:szCs w:val="28"/>
          <w:lang w:val="uk-UA"/>
        </w:rPr>
        <w:t xml:space="preserve">  від                   </w:t>
      </w:r>
      <w:r w:rsidRPr="00165377">
        <w:rPr>
          <w:sz w:val="28"/>
          <w:szCs w:val="28"/>
          <w:lang w:val="uk-UA"/>
        </w:rPr>
        <w:t xml:space="preserve"> 31 серпня  2016 року та № 8-р від 11 січня 2017 року</w:t>
      </w:r>
      <w:r>
        <w:rPr>
          <w:sz w:val="28"/>
          <w:szCs w:val="28"/>
          <w:lang w:val="uk-UA"/>
        </w:rPr>
        <w:t xml:space="preserve"> прийняти до відома.</w:t>
      </w:r>
    </w:p>
    <w:p w:rsidR="00467A31" w:rsidRPr="00880092" w:rsidRDefault="00467A31" w:rsidP="006371F7">
      <w:pPr>
        <w:tabs>
          <w:tab w:val="left" w:pos="1307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80092">
        <w:rPr>
          <w:sz w:val="28"/>
          <w:szCs w:val="28"/>
          <w:lang w:val="uk-UA"/>
        </w:rPr>
        <w:t xml:space="preserve">Виконавчому апарату районної ради  надіслати  дане рішення на адресу  </w:t>
      </w:r>
      <w:r w:rsidRPr="00165377">
        <w:rPr>
          <w:sz w:val="28"/>
          <w:szCs w:val="28"/>
          <w:lang w:val="uk-UA"/>
        </w:rPr>
        <w:t>Народних депутатів України</w:t>
      </w:r>
      <w:r>
        <w:rPr>
          <w:sz w:val="28"/>
          <w:szCs w:val="28"/>
          <w:lang w:val="uk-UA"/>
        </w:rPr>
        <w:t xml:space="preserve"> </w:t>
      </w:r>
      <w:r w:rsidRPr="00165377">
        <w:rPr>
          <w:sz w:val="28"/>
          <w:szCs w:val="28"/>
          <w:lang w:val="uk-UA"/>
        </w:rPr>
        <w:t>Сироїд О.І. та Березюка О.Р.</w:t>
      </w:r>
    </w:p>
    <w:p w:rsidR="00467A31" w:rsidRDefault="00467A31" w:rsidP="006371F7">
      <w:pPr>
        <w:rPr>
          <w:sz w:val="28"/>
          <w:szCs w:val="28"/>
          <w:lang w:val="uk-UA" w:eastAsia="uk-UA"/>
        </w:rPr>
      </w:pPr>
    </w:p>
    <w:p w:rsidR="00467A31" w:rsidRDefault="00467A31" w:rsidP="006371F7">
      <w:pPr>
        <w:rPr>
          <w:sz w:val="28"/>
          <w:szCs w:val="28"/>
          <w:lang w:val="uk-UA" w:eastAsia="uk-UA"/>
        </w:rPr>
      </w:pPr>
    </w:p>
    <w:p w:rsidR="00467A31" w:rsidRPr="0014362B" w:rsidRDefault="00467A31" w:rsidP="006371F7">
      <w:pPr>
        <w:rPr>
          <w:sz w:val="28"/>
          <w:szCs w:val="28"/>
          <w:lang w:val="uk-UA" w:eastAsia="uk-UA"/>
        </w:rPr>
      </w:pPr>
      <w:r w:rsidRPr="0014362B">
        <w:rPr>
          <w:sz w:val="28"/>
          <w:szCs w:val="28"/>
          <w:lang w:val="uk-UA" w:eastAsia="uk-UA"/>
        </w:rPr>
        <w:t xml:space="preserve">Голова ради                                                                             І.П.Бовсунівський </w:t>
      </w:r>
    </w:p>
    <w:p w:rsidR="00467A31" w:rsidRPr="006371F7" w:rsidRDefault="00467A31" w:rsidP="006371F7">
      <w:pPr>
        <w:rPr>
          <w:sz w:val="28"/>
          <w:szCs w:val="28"/>
          <w:lang w:val="uk-UA"/>
        </w:rPr>
      </w:pPr>
    </w:p>
    <w:sectPr w:rsidR="00467A31" w:rsidRPr="006371F7" w:rsidSect="0016537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377"/>
    <w:rsid w:val="0001102D"/>
    <w:rsid w:val="000257B7"/>
    <w:rsid w:val="00135ABB"/>
    <w:rsid w:val="0014362B"/>
    <w:rsid w:val="00165377"/>
    <w:rsid w:val="00243D56"/>
    <w:rsid w:val="00391618"/>
    <w:rsid w:val="004022FB"/>
    <w:rsid w:val="00467A31"/>
    <w:rsid w:val="0056285F"/>
    <w:rsid w:val="006025D1"/>
    <w:rsid w:val="0061430A"/>
    <w:rsid w:val="00616478"/>
    <w:rsid w:val="006371F7"/>
    <w:rsid w:val="0069169A"/>
    <w:rsid w:val="00796F93"/>
    <w:rsid w:val="00880092"/>
    <w:rsid w:val="008D28E8"/>
    <w:rsid w:val="008E6F5B"/>
    <w:rsid w:val="009156AF"/>
    <w:rsid w:val="009B1146"/>
    <w:rsid w:val="00AD416D"/>
    <w:rsid w:val="00B17C4B"/>
    <w:rsid w:val="00B917D4"/>
    <w:rsid w:val="00CB02A5"/>
    <w:rsid w:val="00CC4D2B"/>
    <w:rsid w:val="00D10967"/>
    <w:rsid w:val="00D60E88"/>
    <w:rsid w:val="00D71D76"/>
    <w:rsid w:val="00DE51E2"/>
    <w:rsid w:val="00EC260C"/>
    <w:rsid w:val="00F51F34"/>
    <w:rsid w:val="00FE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3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65377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653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37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955</Words>
  <Characters>545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dcterms:created xsi:type="dcterms:W3CDTF">2017-02-13T09:03:00Z</dcterms:created>
  <dcterms:modified xsi:type="dcterms:W3CDTF">2017-03-31T07:53:00Z</dcterms:modified>
</cp:coreProperties>
</file>