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551" w:rsidRPr="000E0325" w:rsidRDefault="000C7551" w:rsidP="00730099">
      <w:pPr>
        <w:pStyle w:val="NoSpacing"/>
        <w:rPr>
          <w:rFonts w:ascii="Times New Roman" w:hAnsi="Times New Roman"/>
          <w:b/>
          <w:sz w:val="32"/>
          <w:szCs w:val="32"/>
          <w:lang w:val="uk-UA" w:eastAsia="uk-UA"/>
        </w:rPr>
      </w:pP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                   </w:t>
      </w:r>
      <w:r w:rsidRPr="00381FEF">
        <w:rPr>
          <w:rFonts w:ascii="Times New Roman" w:hAnsi="Times New Roman"/>
          <w:b/>
          <w:noProof/>
          <w:sz w:val="32"/>
          <w:szCs w:val="32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7.4pt;height:48.6pt;visibility:visible">
            <v:imagedata r:id="rId4" o:title=""/>
          </v:shape>
        </w:pict>
      </w: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</w:t>
      </w:r>
    </w:p>
    <w:p w:rsidR="000C7551" w:rsidRPr="00521C5E" w:rsidRDefault="000C7551" w:rsidP="00730099">
      <w:pPr>
        <w:pStyle w:val="NoSpacing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>Україна</w:t>
      </w:r>
    </w:p>
    <w:p w:rsidR="000C7551" w:rsidRPr="00521C5E" w:rsidRDefault="000C7551" w:rsidP="00730099">
      <w:pPr>
        <w:pStyle w:val="NoSpacing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>ЧЕРНЯХІВСЬКА РАЙОННА РАДА</w:t>
      </w:r>
    </w:p>
    <w:p w:rsidR="000C7551" w:rsidRDefault="000C7551" w:rsidP="00730099">
      <w:pPr>
        <w:pStyle w:val="NoSpacing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21C5E">
        <w:rPr>
          <w:rFonts w:ascii="Times New Roman" w:hAnsi="Times New Roman"/>
          <w:b/>
          <w:sz w:val="32"/>
          <w:szCs w:val="32"/>
        </w:rPr>
        <w:t>Р І Ш Е Н Н Я</w:t>
      </w:r>
    </w:p>
    <w:p w:rsidR="000C7551" w:rsidRPr="001927E3" w:rsidRDefault="000C7551" w:rsidP="00730099">
      <w:pPr>
        <w:rPr>
          <w:b/>
          <w:lang w:val="uk-UA" w:eastAsia="uk-UA"/>
        </w:rPr>
      </w:pPr>
      <w:r w:rsidRPr="005543C8">
        <w:rPr>
          <w:b/>
          <w:lang w:val="uk-UA" w:eastAsia="uk-UA"/>
        </w:rPr>
        <w:t xml:space="preserve">                                                                      </w:t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</w:p>
    <w:p w:rsidR="000C7551" w:rsidRPr="00EA12A8" w:rsidRDefault="000C7551" w:rsidP="00730099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Pr="00730099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ятнадцята </w:t>
      </w:r>
      <w:r w:rsidRPr="00EA12A8">
        <w:rPr>
          <w:rFonts w:ascii="Times New Roman" w:hAnsi="Times New Roman"/>
          <w:sz w:val="28"/>
          <w:szCs w:val="28"/>
          <w:lang w:val="uk-UA"/>
        </w:rPr>
        <w:t xml:space="preserve">  сесія                                     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Pr="00EA12A8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A12A8">
        <w:rPr>
          <w:rFonts w:ascii="Times New Roman" w:hAnsi="Times New Roman"/>
          <w:sz w:val="28"/>
          <w:szCs w:val="28"/>
          <w:lang w:val="en-US"/>
        </w:rPr>
        <w:t>VI</w:t>
      </w:r>
      <w:r w:rsidRPr="00EA12A8">
        <w:rPr>
          <w:rFonts w:ascii="Times New Roman" w:hAnsi="Times New Roman"/>
          <w:sz w:val="28"/>
          <w:szCs w:val="28"/>
          <w:lang w:val="uk-UA"/>
        </w:rPr>
        <w:t>І скликання</w:t>
      </w:r>
    </w:p>
    <w:p w:rsidR="000C7551" w:rsidRPr="00AE701E" w:rsidRDefault="000C7551" w:rsidP="00AE701E">
      <w:pPr>
        <w:rPr>
          <w:rFonts w:ascii="Times New Roman" w:hAnsi="Times New Roman"/>
          <w:sz w:val="28"/>
          <w:lang w:val="uk-UA"/>
        </w:rPr>
      </w:pPr>
      <w:r w:rsidRPr="00AE701E">
        <w:rPr>
          <w:rFonts w:ascii="Times New Roman" w:hAnsi="Times New Roman"/>
          <w:sz w:val="28"/>
        </w:rPr>
        <w:t xml:space="preserve">від  </w:t>
      </w:r>
      <w:r w:rsidRPr="00AF6D54">
        <w:rPr>
          <w:rFonts w:ascii="Times New Roman" w:hAnsi="Times New Roman"/>
          <w:sz w:val="28"/>
          <w:lang w:val="uk-UA"/>
        </w:rPr>
        <w:t>28 березня</w:t>
      </w:r>
      <w:r w:rsidRPr="00B917D4">
        <w:rPr>
          <w:sz w:val="28"/>
        </w:rPr>
        <w:t xml:space="preserve">  </w:t>
      </w:r>
      <w:r w:rsidRPr="00AE701E">
        <w:rPr>
          <w:rFonts w:ascii="Times New Roman" w:hAnsi="Times New Roman"/>
          <w:sz w:val="28"/>
        </w:rPr>
        <w:t>2017 року</w:t>
      </w:r>
    </w:p>
    <w:p w:rsidR="000C7551" w:rsidRDefault="000C7551" w:rsidP="00730099">
      <w:pPr>
        <w:pStyle w:val="ListParagraph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Про хід виконання рішення 11-ої сесії районної ради </w:t>
      </w:r>
    </w:p>
    <w:p w:rsidR="000C7551" w:rsidRDefault="000C7551" w:rsidP="00730099">
      <w:pPr>
        <w:pStyle w:val="ListParagraph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 </w:t>
      </w:r>
      <w:r w:rsidRPr="00A6352F">
        <w:rPr>
          <w:sz w:val="28"/>
          <w:szCs w:val="28"/>
          <w:lang w:val="en-US"/>
        </w:rPr>
        <w:t>V</w:t>
      </w:r>
      <w:r w:rsidRPr="00A6352F">
        <w:rPr>
          <w:sz w:val="28"/>
          <w:szCs w:val="28"/>
        </w:rPr>
        <w:t>І</w:t>
      </w:r>
      <w:r w:rsidRPr="00A6352F">
        <w:rPr>
          <w:sz w:val="28"/>
          <w:szCs w:val="28"/>
          <w:lang w:val="en-US"/>
        </w:rPr>
        <w:t>I</w:t>
      </w:r>
      <w:r w:rsidRPr="00A6352F">
        <w:rPr>
          <w:sz w:val="28"/>
          <w:szCs w:val="28"/>
        </w:rPr>
        <w:t xml:space="preserve"> скликання від   28.10.2016 року «</w:t>
      </w:r>
      <w:r w:rsidRPr="00A6352F">
        <w:rPr>
          <w:rStyle w:val="FontStyle11"/>
          <w:sz w:val="28"/>
          <w:szCs w:val="28"/>
          <w:lang w:eastAsia="uk-UA"/>
        </w:rPr>
        <w:t xml:space="preserve"> Про </w:t>
      </w:r>
      <w:r w:rsidRPr="00A6352F">
        <w:rPr>
          <w:sz w:val="28"/>
          <w:szCs w:val="28"/>
        </w:rPr>
        <w:t xml:space="preserve">звернення </w:t>
      </w:r>
    </w:p>
    <w:p w:rsidR="000C7551" w:rsidRDefault="000C7551" w:rsidP="00730099">
      <w:pPr>
        <w:pStyle w:val="ListParagraph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депутатів Черняхівської районної ради до Кабінету </w:t>
      </w:r>
    </w:p>
    <w:p w:rsidR="000C7551" w:rsidRDefault="000C7551" w:rsidP="00730099">
      <w:pPr>
        <w:pStyle w:val="ListParagraph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>Міністрів України щодо проведення капітального</w:t>
      </w:r>
    </w:p>
    <w:p w:rsidR="000C7551" w:rsidRPr="00497A1A" w:rsidRDefault="000C7551" w:rsidP="00730099">
      <w:pPr>
        <w:pStyle w:val="ListParagraph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 ремонту дороги «Житомир – Виступовичі»</w:t>
      </w:r>
    </w:p>
    <w:p w:rsidR="000C7551" w:rsidRPr="00497A1A" w:rsidRDefault="000C7551" w:rsidP="00730099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D5ED7">
        <w:rPr>
          <w:rFonts w:ascii="Times New Roman" w:hAnsi="Times New Roman"/>
          <w:sz w:val="28"/>
          <w:szCs w:val="28"/>
          <w:lang w:val="uk-UA"/>
        </w:rPr>
        <w:t xml:space="preserve">       </w:t>
      </w:r>
    </w:p>
    <w:p w:rsidR="000C7551" w:rsidRPr="005C44A8" w:rsidRDefault="000C7551" w:rsidP="00730099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497A1A">
        <w:rPr>
          <w:rFonts w:ascii="Times New Roman" w:hAnsi="Times New Roman"/>
          <w:sz w:val="28"/>
          <w:szCs w:val="28"/>
        </w:rPr>
        <w:t xml:space="preserve">Відповідно до ст. 43 Закону України «Про місцеве самоврядування в Україні»,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заслухавши інформацію  заступника голови районної ради                </w:t>
      </w:r>
      <w:r w:rsidRPr="00497A1A">
        <w:rPr>
          <w:rFonts w:ascii="Times New Roman" w:hAnsi="Times New Roman"/>
          <w:sz w:val="28"/>
          <w:szCs w:val="28"/>
          <w:lang w:val="uk-UA"/>
        </w:rPr>
        <w:t>Троценка В.Р.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про хід </w:t>
      </w:r>
      <w:r w:rsidRPr="00730099">
        <w:rPr>
          <w:rFonts w:ascii="Times New Roman" w:hAnsi="Times New Roman"/>
          <w:sz w:val="28"/>
          <w:szCs w:val="28"/>
          <w:lang w:val="uk-UA"/>
        </w:rPr>
        <w:t>виконання рішення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11-ої сесії районної ради  </w:t>
      </w:r>
      <w:r w:rsidRPr="00497A1A">
        <w:rPr>
          <w:rFonts w:ascii="Times New Roman" w:hAnsi="Times New Roman"/>
          <w:sz w:val="28"/>
          <w:szCs w:val="28"/>
          <w:lang w:val="en-US"/>
        </w:rPr>
        <w:t>V</w:t>
      </w:r>
      <w:r w:rsidRPr="00730099">
        <w:rPr>
          <w:rFonts w:ascii="Times New Roman" w:hAnsi="Times New Roman"/>
          <w:sz w:val="28"/>
          <w:szCs w:val="28"/>
          <w:lang w:val="uk-UA"/>
        </w:rPr>
        <w:t>І</w:t>
      </w:r>
      <w:r w:rsidRPr="00497A1A">
        <w:rPr>
          <w:rFonts w:ascii="Times New Roman" w:hAnsi="Times New Roman"/>
          <w:sz w:val="28"/>
          <w:szCs w:val="28"/>
          <w:lang w:val="en-US"/>
        </w:rPr>
        <w:t>I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 скликання від   28.10.2016 року «</w:t>
      </w:r>
      <w:r w:rsidRPr="00730099">
        <w:rPr>
          <w:rStyle w:val="FontStyle11"/>
          <w:sz w:val="28"/>
          <w:szCs w:val="28"/>
          <w:lang w:val="uk-UA" w:eastAsia="uk-UA"/>
        </w:rPr>
        <w:t xml:space="preserve">Про </w:t>
      </w:r>
      <w:r w:rsidRPr="00730099">
        <w:rPr>
          <w:rFonts w:ascii="Times New Roman" w:hAnsi="Times New Roman"/>
          <w:sz w:val="28"/>
          <w:szCs w:val="28"/>
          <w:lang w:val="uk-UA"/>
        </w:rPr>
        <w:t>звернення депутатів Черняхівської районної ради до Кабінету Міністрів України щодо проведення капітального ремонту дороги «Житомир – Виступовичі»</w:t>
      </w:r>
      <w:r>
        <w:rPr>
          <w:rFonts w:ascii="Times New Roman" w:hAnsi="Times New Roman"/>
          <w:sz w:val="28"/>
          <w:szCs w:val="28"/>
          <w:lang w:val="uk-UA"/>
        </w:rPr>
        <w:t xml:space="preserve">, розглянувши відповідь Державного агентства автомобільних доріг України за № 530/3/5.2-6-72/05 від 02.02.2017 року та  </w:t>
      </w:r>
      <w:r w:rsidRPr="00730099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6E6717">
        <w:rPr>
          <w:rFonts w:ascii="Times New Roman" w:hAnsi="Times New Roman"/>
          <w:sz w:val="28"/>
          <w:szCs w:val="28"/>
          <w:lang w:val="uk-UA"/>
        </w:rPr>
        <w:t>враховуючи рекомендації постійної комісії з  питань</w:t>
      </w:r>
      <w:r w:rsidRPr="00D5555A">
        <w:rPr>
          <w:bCs/>
          <w:sz w:val="28"/>
          <w:szCs w:val="28"/>
          <w:lang w:val="uk-UA"/>
        </w:rPr>
        <w:t xml:space="preserve"> </w:t>
      </w:r>
      <w:r w:rsidRPr="00D5555A">
        <w:rPr>
          <w:rFonts w:ascii="Times New Roman" w:hAnsi="Times New Roman"/>
          <w:bCs/>
          <w:sz w:val="28"/>
          <w:szCs w:val="28"/>
          <w:lang w:val="uk-UA"/>
        </w:rPr>
        <w:t>агропромислового розвитку, земельних відносин та екології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районна рада </w:t>
      </w:r>
    </w:p>
    <w:p w:rsidR="000C7551" w:rsidRPr="00942127" w:rsidRDefault="000C7551" w:rsidP="00730099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C7551" w:rsidRPr="00874CF7" w:rsidRDefault="000C7551" w:rsidP="00730099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0C7551" w:rsidRPr="00AE701E" w:rsidRDefault="000C7551" w:rsidP="00AE469B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497A1A">
        <w:rPr>
          <w:rFonts w:ascii="Times New Roman" w:hAnsi="Times New Roman"/>
          <w:sz w:val="28"/>
          <w:szCs w:val="28"/>
          <w:lang w:val="uk-UA"/>
        </w:rPr>
        <w:t>Інформацію заступника гол</w:t>
      </w:r>
      <w:r>
        <w:rPr>
          <w:rFonts w:ascii="Times New Roman" w:hAnsi="Times New Roman"/>
          <w:sz w:val="28"/>
          <w:szCs w:val="28"/>
          <w:lang w:val="uk-UA"/>
        </w:rPr>
        <w:t>ови районної ради В.Р.Троценка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про хід виконання рішення 11-ої сесії районної ради  </w:t>
      </w:r>
      <w:r w:rsidRPr="00497A1A">
        <w:rPr>
          <w:rFonts w:ascii="Times New Roman" w:hAnsi="Times New Roman"/>
          <w:sz w:val="28"/>
          <w:szCs w:val="28"/>
          <w:lang w:val="en-US"/>
        </w:rPr>
        <w:t>V</w:t>
      </w:r>
      <w:r w:rsidRPr="00497A1A">
        <w:rPr>
          <w:rFonts w:ascii="Times New Roman" w:hAnsi="Times New Roman"/>
          <w:sz w:val="28"/>
          <w:szCs w:val="28"/>
          <w:lang w:val="uk-UA"/>
        </w:rPr>
        <w:t>І</w:t>
      </w:r>
      <w:r w:rsidRPr="00497A1A">
        <w:rPr>
          <w:rFonts w:ascii="Times New Roman" w:hAnsi="Times New Roman"/>
          <w:sz w:val="28"/>
          <w:szCs w:val="28"/>
          <w:lang w:val="en-US"/>
        </w:rPr>
        <w:t>I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скликання від   28.10.2016 року «</w:t>
      </w:r>
      <w:r w:rsidRPr="00497A1A">
        <w:rPr>
          <w:rStyle w:val="FontStyle11"/>
          <w:sz w:val="28"/>
          <w:szCs w:val="28"/>
          <w:lang w:val="uk-UA" w:eastAsia="uk-UA"/>
        </w:rPr>
        <w:t xml:space="preserve">Про </w:t>
      </w:r>
      <w:r w:rsidRPr="00497A1A">
        <w:rPr>
          <w:rFonts w:ascii="Times New Roman" w:hAnsi="Times New Roman"/>
          <w:sz w:val="28"/>
          <w:szCs w:val="28"/>
          <w:lang w:val="uk-UA"/>
        </w:rPr>
        <w:t>звернення депутатів Черняхівської районної ради до Кабінету Міністрів України щодо проведення капітального ремонту дороги «Житомир – Виступовичі» прийняти до відома.</w:t>
      </w:r>
    </w:p>
    <w:p w:rsidR="000C7551" w:rsidRPr="00497A1A" w:rsidRDefault="000C7551" w:rsidP="005E0261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Продовжити термін розгляду  даного </w:t>
      </w:r>
      <w:r>
        <w:rPr>
          <w:rFonts w:ascii="Times New Roman" w:hAnsi="Times New Roman"/>
          <w:sz w:val="28"/>
          <w:szCs w:val="28"/>
          <w:lang w:val="uk-UA"/>
        </w:rPr>
        <w:t>звернення</w:t>
      </w:r>
      <w:r w:rsidRPr="00497A1A">
        <w:rPr>
          <w:rFonts w:ascii="Times New Roman" w:hAnsi="Times New Roman"/>
          <w:sz w:val="28"/>
          <w:szCs w:val="28"/>
          <w:lang w:val="uk-UA"/>
        </w:rPr>
        <w:t>.</w:t>
      </w:r>
    </w:p>
    <w:p w:rsidR="000C7551" w:rsidRPr="00497A1A" w:rsidRDefault="000C7551" w:rsidP="000E5A1F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Виконавчому апарату районної ради направити </w:t>
      </w:r>
      <w:r>
        <w:rPr>
          <w:rFonts w:ascii="Times New Roman" w:hAnsi="Times New Roman"/>
          <w:sz w:val="28"/>
          <w:szCs w:val="28"/>
          <w:lang w:val="uk-UA"/>
        </w:rPr>
        <w:t xml:space="preserve">дане рішення </w:t>
      </w:r>
      <w:r w:rsidRPr="00497A1A">
        <w:rPr>
          <w:rFonts w:ascii="Times New Roman" w:hAnsi="Times New Roman"/>
          <w:sz w:val="28"/>
          <w:szCs w:val="28"/>
          <w:lang w:val="uk-UA"/>
        </w:rPr>
        <w:t>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Кабінету Міністрів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з метою включення автомобільної дороги р-28  </w:t>
      </w:r>
      <w:r w:rsidRPr="00497A1A">
        <w:rPr>
          <w:rFonts w:ascii="Times New Roman" w:hAnsi="Times New Roman"/>
          <w:sz w:val="28"/>
          <w:szCs w:val="28"/>
          <w:lang w:val="uk-UA"/>
        </w:rPr>
        <w:t>«Житомир – Виступовичі»</w:t>
      </w:r>
      <w:r>
        <w:rPr>
          <w:rFonts w:ascii="Times New Roman" w:hAnsi="Times New Roman"/>
          <w:sz w:val="28"/>
          <w:szCs w:val="28"/>
          <w:lang w:val="uk-UA"/>
        </w:rPr>
        <w:t xml:space="preserve">  до переліку об’єктів капітального ремонту. </w:t>
      </w:r>
    </w:p>
    <w:p w:rsidR="000C7551" w:rsidRPr="00497A1A" w:rsidRDefault="000C7551" w:rsidP="00FB58B7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</w:t>
      </w:r>
      <w:r w:rsidRPr="00497A1A">
        <w:rPr>
          <w:rFonts w:ascii="Times New Roman" w:hAnsi="Times New Roman"/>
          <w:sz w:val="28"/>
          <w:szCs w:val="28"/>
        </w:rPr>
        <w:t>Контроль за виконанням даного рішення покласти на постійн</w:t>
      </w:r>
      <w:r w:rsidRPr="00497A1A">
        <w:rPr>
          <w:rFonts w:ascii="Times New Roman" w:hAnsi="Times New Roman"/>
          <w:sz w:val="28"/>
          <w:szCs w:val="28"/>
          <w:lang w:val="uk-UA"/>
        </w:rPr>
        <w:t>у</w:t>
      </w:r>
      <w:r w:rsidRPr="00497A1A">
        <w:rPr>
          <w:rFonts w:ascii="Times New Roman" w:hAnsi="Times New Roman"/>
          <w:sz w:val="28"/>
          <w:szCs w:val="28"/>
        </w:rPr>
        <w:t xml:space="preserve"> комісі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ю </w:t>
      </w:r>
      <w:r w:rsidRPr="00497A1A">
        <w:rPr>
          <w:rFonts w:ascii="Times New Roman" w:hAnsi="Times New Roman"/>
          <w:sz w:val="28"/>
          <w:szCs w:val="28"/>
        </w:rPr>
        <w:t>районної ради  з  питань агропромислового розвитку, земельних відносин та екології</w:t>
      </w:r>
      <w:r w:rsidRPr="00497A1A">
        <w:rPr>
          <w:rFonts w:ascii="Times New Roman" w:hAnsi="Times New Roman"/>
          <w:sz w:val="28"/>
          <w:szCs w:val="28"/>
          <w:lang w:val="uk-UA"/>
        </w:rPr>
        <w:t>.</w:t>
      </w:r>
    </w:p>
    <w:p w:rsidR="000C7551" w:rsidRDefault="000C7551" w:rsidP="006B099A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C7551" w:rsidRPr="00497A1A" w:rsidRDefault="000C7551" w:rsidP="006B099A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C7551" w:rsidRDefault="000C7551" w:rsidP="005E0261">
      <w:pPr>
        <w:ind w:hanging="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Голова ради                                                                                І.П.Бовсунівський </w:t>
      </w:r>
    </w:p>
    <w:p w:rsidR="000C7551" w:rsidRPr="00497A1A" w:rsidRDefault="000C7551" w:rsidP="005E0261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C7551" w:rsidRPr="00497A1A" w:rsidRDefault="000C7551" w:rsidP="00730099">
      <w:pPr>
        <w:pStyle w:val="NoSpacing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C7551" w:rsidRPr="00022C46" w:rsidRDefault="000C7551">
      <w:pPr>
        <w:rPr>
          <w:lang w:val="uk-UA"/>
        </w:rPr>
      </w:pPr>
    </w:p>
    <w:sectPr w:rsidR="000C7551" w:rsidRPr="00022C46" w:rsidSect="005E0261">
      <w:pgSz w:w="11906" w:h="16838"/>
      <w:pgMar w:top="142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0099"/>
    <w:rsid w:val="00022C46"/>
    <w:rsid w:val="00091155"/>
    <w:rsid w:val="000C7551"/>
    <w:rsid w:val="000E0325"/>
    <w:rsid w:val="000E5A1F"/>
    <w:rsid w:val="001927E3"/>
    <w:rsid w:val="001C534B"/>
    <w:rsid w:val="002C37B9"/>
    <w:rsid w:val="00313CA5"/>
    <w:rsid w:val="00381FEF"/>
    <w:rsid w:val="00497A1A"/>
    <w:rsid w:val="00521C5E"/>
    <w:rsid w:val="005543C8"/>
    <w:rsid w:val="005C44A8"/>
    <w:rsid w:val="005E0261"/>
    <w:rsid w:val="00655A80"/>
    <w:rsid w:val="006B099A"/>
    <w:rsid w:val="006E6717"/>
    <w:rsid w:val="00730099"/>
    <w:rsid w:val="008318E6"/>
    <w:rsid w:val="00874CF7"/>
    <w:rsid w:val="008D5ED7"/>
    <w:rsid w:val="0092091C"/>
    <w:rsid w:val="00942127"/>
    <w:rsid w:val="009714BB"/>
    <w:rsid w:val="00A6352F"/>
    <w:rsid w:val="00A92EBC"/>
    <w:rsid w:val="00AB3963"/>
    <w:rsid w:val="00AE469B"/>
    <w:rsid w:val="00AE701E"/>
    <w:rsid w:val="00AF6D54"/>
    <w:rsid w:val="00B917D4"/>
    <w:rsid w:val="00C30233"/>
    <w:rsid w:val="00CD3E83"/>
    <w:rsid w:val="00D5555A"/>
    <w:rsid w:val="00D56B75"/>
    <w:rsid w:val="00EA12A8"/>
    <w:rsid w:val="00FB5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099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3009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uk-UA" w:eastAsia="ru-RU"/>
    </w:rPr>
  </w:style>
  <w:style w:type="paragraph" w:styleId="NoSpacing">
    <w:name w:val="No Spacing"/>
    <w:uiPriority w:val="99"/>
    <w:qFormat/>
    <w:rsid w:val="00730099"/>
    <w:rPr>
      <w:lang w:val="ru-RU" w:eastAsia="en-US"/>
    </w:rPr>
  </w:style>
  <w:style w:type="character" w:customStyle="1" w:styleId="FontStyle11">
    <w:name w:val="Font Style11"/>
    <w:basedOn w:val="DefaultParagraphFont"/>
    <w:uiPriority w:val="99"/>
    <w:rsid w:val="00730099"/>
    <w:rPr>
      <w:rFonts w:ascii="Times New Roman" w:hAnsi="Times New Roman" w:cs="Times New Roman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7300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300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</TotalTime>
  <Pages>1</Pages>
  <Words>1331</Words>
  <Characters>760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12</cp:revision>
  <cp:lastPrinted>2017-03-23T12:58:00Z</cp:lastPrinted>
  <dcterms:created xsi:type="dcterms:W3CDTF">2017-02-09T13:02:00Z</dcterms:created>
  <dcterms:modified xsi:type="dcterms:W3CDTF">2017-03-31T07:54:00Z</dcterms:modified>
</cp:coreProperties>
</file>