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3B8" w:rsidRPr="004B0350" w:rsidRDefault="00A253B8" w:rsidP="001F561E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Pr="00BD64DE">
        <w:rPr>
          <w:b/>
          <w:sz w:val="32"/>
          <w:szCs w:val="32"/>
          <w:lang w:val="ru-RU"/>
        </w:rPr>
        <w:t xml:space="preserve">         </w:t>
      </w:r>
      <w:r>
        <w:rPr>
          <w:b/>
          <w:sz w:val="32"/>
          <w:szCs w:val="32"/>
        </w:rPr>
        <w:t xml:space="preserve">                  </w:t>
      </w:r>
      <w:r w:rsidRPr="00836A86">
        <w:rPr>
          <w:b/>
          <w:noProof/>
          <w:sz w:val="32"/>
          <w:szCs w:val="3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51.6pt;visibility:visible">
            <v:imagedata r:id="rId5" o:title=""/>
          </v:shape>
        </w:pict>
      </w:r>
      <w:r>
        <w:rPr>
          <w:b/>
          <w:sz w:val="32"/>
          <w:szCs w:val="32"/>
        </w:rPr>
        <w:t xml:space="preserve">                              </w:t>
      </w:r>
    </w:p>
    <w:p w:rsidR="00A253B8" w:rsidRPr="004B0350" w:rsidRDefault="00A253B8" w:rsidP="001F561E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Україна</w:t>
      </w:r>
    </w:p>
    <w:p w:rsidR="00A253B8" w:rsidRPr="004B0350" w:rsidRDefault="00A253B8" w:rsidP="001F561E">
      <w:pPr>
        <w:pStyle w:val="NoSpacing"/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4B0350">
        <w:rPr>
          <w:b/>
          <w:sz w:val="32"/>
          <w:szCs w:val="32"/>
        </w:rPr>
        <w:t xml:space="preserve">ЧЕРНЯХІВСЬКА РАЙОННА РАДА           </w:t>
      </w:r>
    </w:p>
    <w:p w:rsidR="00A253B8" w:rsidRPr="004B0350" w:rsidRDefault="00A253B8" w:rsidP="001F561E">
      <w:pPr>
        <w:pStyle w:val="NoSpacing"/>
        <w:spacing w:line="276" w:lineRule="auto"/>
        <w:jc w:val="center"/>
        <w:rPr>
          <w:b/>
          <w:sz w:val="32"/>
          <w:szCs w:val="32"/>
        </w:rPr>
      </w:pPr>
      <w:r w:rsidRPr="004B0350">
        <w:rPr>
          <w:b/>
          <w:sz w:val="32"/>
          <w:szCs w:val="32"/>
        </w:rPr>
        <w:t>Р І Ш Е Н Н Я</w:t>
      </w:r>
    </w:p>
    <w:p w:rsidR="00A253B8" w:rsidRPr="00AB30E0" w:rsidRDefault="00A253B8" w:rsidP="001F561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Шістнадцята </w:t>
      </w:r>
      <w:r w:rsidRPr="00AB30E0">
        <w:rPr>
          <w:sz w:val="28"/>
          <w:szCs w:val="28"/>
        </w:rPr>
        <w:t xml:space="preserve">   сесія                                   </w:t>
      </w:r>
      <w:r>
        <w:rPr>
          <w:sz w:val="28"/>
          <w:szCs w:val="28"/>
        </w:rPr>
        <w:t xml:space="preserve">                               </w:t>
      </w:r>
      <w:r w:rsidRPr="00AB30E0">
        <w:rPr>
          <w:sz w:val="28"/>
          <w:szCs w:val="28"/>
        </w:rPr>
        <w:t xml:space="preserve">   </w:t>
      </w:r>
      <w:r w:rsidRPr="00AB30E0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B30E0">
        <w:rPr>
          <w:sz w:val="28"/>
          <w:szCs w:val="28"/>
        </w:rPr>
        <w:t xml:space="preserve"> скликання</w:t>
      </w:r>
    </w:p>
    <w:p w:rsidR="00A253B8" w:rsidRPr="00243D56" w:rsidRDefault="00A253B8" w:rsidP="001F561E">
      <w:pPr>
        <w:rPr>
          <w:sz w:val="28"/>
        </w:rPr>
      </w:pPr>
      <w:r>
        <w:rPr>
          <w:sz w:val="28"/>
        </w:rPr>
        <w:t xml:space="preserve">від  30 травня </w:t>
      </w:r>
      <w:r w:rsidRPr="00B917D4">
        <w:rPr>
          <w:sz w:val="28"/>
        </w:rPr>
        <w:t xml:space="preserve">  </w:t>
      </w:r>
      <w:r>
        <w:rPr>
          <w:sz w:val="28"/>
        </w:rPr>
        <w:t>2017 року</w:t>
      </w:r>
    </w:p>
    <w:p w:rsidR="00A253B8" w:rsidRPr="001F561E" w:rsidRDefault="00A253B8" w:rsidP="003675CF">
      <w:pPr>
        <w:jc w:val="both"/>
        <w:rPr>
          <w:sz w:val="28"/>
          <w:szCs w:val="28"/>
        </w:rPr>
      </w:pPr>
    </w:p>
    <w:p w:rsidR="00A253B8" w:rsidRDefault="00A253B8" w:rsidP="003675CF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A253B8" w:rsidRPr="00507183" w:rsidRDefault="00A253B8" w:rsidP="003675CF">
      <w:pPr>
        <w:ind w:left="-240" w:firstLine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районної ради </w:t>
      </w:r>
      <w:r w:rsidRPr="001345B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Чорноморця О.П.</w:t>
      </w:r>
    </w:p>
    <w:p w:rsidR="00A253B8" w:rsidRPr="00787637" w:rsidRDefault="00A253B8" w:rsidP="003675CF">
      <w:pPr>
        <w:rPr>
          <w:lang w:val="uk-UA"/>
        </w:rPr>
      </w:pPr>
    </w:p>
    <w:p w:rsidR="00A253B8" w:rsidRDefault="00A253B8" w:rsidP="003675CF">
      <w:pPr>
        <w:ind w:firstLine="708"/>
        <w:jc w:val="both"/>
        <w:rPr>
          <w:sz w:val="28"/>
          <w:szCs w:val="28"/>
          <w:lang w:val="uk-UA"/>
        </w:rPr>
      </w:pPr>
      <w:r w:rsidRPr="00787637">
        <w:rPr>
          <w:sz w:val="28"/>
          <w:szCs w:val="28"/>
          <w:lang w:val="uk-UA"/>
        </w:rPr>
        <w:t>Відповідно ст. 49 Закону України “Про місцеве самоврядування в Україні”, п.1 ст. 21 Закону України «Про статус депутатів місцевих рад”,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Троценка В.Р. </w:t>
      </w:r>
      <w:r w:rsidRPr="009A366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розглянувши відповідь </w:t>
      </w:r>
      <w:r w:rsidRPr="001D0A93">
        <w:rPr>
          <w:sz w:val="28"/>
          <w:szCs w:val="28"/>
          <w:lang w:val="uk-UA"/>
        </w:rPr>
        <w:t>Черняхівського відділення поліції Коростишівського відділу ГУНП</w:t>
      </w:r>
      <w:r>
        <w:rPr>
          <w:sz w:val="28"/>
          <w:szCs w:val="28"/>
          <w:lang w:val="uk-UA"/>
        </w:rPr>
        <w:t xml:space="preserve"> в Житомирській області  за № 1603 від 15.05.2017</w:t>
      </w:r>
      <w:r w:rsidRPr="006C6F10">
        <w:rPr>
          <w:sz w:val="28"/>
          <w:szCs w:val="28"/>
          <w:lang w:val="uk-UA"/>
        </w:rPr>
        <w:t xml:space="preserve">  року щодо розслідування по факту крадіжки 10-ти комп</w:t>
      </w:r>
      <w:r w:rsidRPr="00492F0D">
        <w:rPr>
          <w:sz w:val="28"/>
          <w:szCs w:val="28"/>
          <w:lang w:val="uk-UA"/>
        </w:rPr>
        <w:t>’ютерів з приміщення  Будинку  дитячої  та юнацької творчості</w:t>
      </w:r>
      <w:r w:rsidRPr="007E1D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Pr="00F476D6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>
        <w:rPr>
          <w:sz w:val="28"/>
          <w:szCs w:val="28"/>
          <w:lang w:val="uk-UA"/>
        </w:rPr>
        <w:t xml:space="preserve">, районна рада  </w:t>
      </w:r>
    </w:p>
    <w:p w:rsidR="00A253B8" w:rsidRDefault="00A253B8" w:rsidP="003675CF">
      <w:pPr>
        <w:ind w:firstLine="708"/>
        <w:jc w:val="both"/>
        <w:rPr>
          <w:sz w:val="28"/>
          <w:szCs w:val="28"/>
          <w:lang w:val="uk-UA"/>
        </w:rPr>
      </w:pPr>
    </w:p>
    <w:p w:rsidR="00A253B8" w:rsidRPr="0079729D" w:rsidRDefault="00A253B8" w:rsidP="003675CF">
      <w:pPr>
        <w:pStyle w:val="BodyText"/>
        <w:ind w:right="-6"/>
        <w:rPr>
          <w:b/>
          <w:bCs/>
          <w:szCs w:val="28"/>
        </w:rPr>
      </w:pPr>
      <w:r w:rsidRPr="0079729D">
        <w:rPr>
          <w:b/>
          <w:bCs/>
          <w:szCs w:val="28"/>
        </w:rPr>
        <w:t>В И Р І Ш И Л А :</w:t>
      </w:r>
    </w:p>
    <w:p w:rsidR="00A253B8" w:rsidRDefault="00A253B8" w:rsidP="003675CF">
      <w:pPr>
        <w:pStyle w:val="BodyText"/>
        <w:ind w:right="-6"/>
      </w:pPr>
    </w:p>
    <w:p w:rsidR="00A253B8" w:rsidRDefault="00A253B8" w:rsidP="003675CF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C42C3">
        <w:rPr>
          <w:sz w:val="28"/>
          <w:szCs w:val="28"/>
          <w:lang w:val="uk-UA"/>
        </w:rPr>
        <w:t xml:space="preserve">Інформацію заступника голови районної ради </w:t>
      </w:r>
      <w:r>
        <w:rPr>
          <w:sz w:val="28"/>
          <w:szCs w:val="28"/>
          <w:lang w:val="uk-UA"/>
        </w:rPr>
        <w:t>Троценка В.Р.</w:t>
      </w:r>
      <w:r w:rsidRPr="000C42C3">
        <w:rPr>
          <w:sz w:val="28"/>
          <w:szCs w:val="28"/>
          <w:lang w:val="uk-UA"/>
        </w:rPr>
        <w:t xml:space="preserve"> щодо розгляду запиту депутата </w:t>
      </w:r>
      <w:r>
        <w:rPr>
          <w:sz w:val="28"/>
          <w:szCs w:val="28"/>
          <w:lang w:val="uk-UA"/>
        </w:rPr>
        <w:t xml:space="preserve">районної ради </w:t>
      </w:r>
      <w:r w:rsidRPr="001345B6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                Чорноморця О.П.</w:t>
      </w:r>
      <w:r w:rsidRPr="000C42C3">
        <w:rPr>
          <w:sz w:val="28"/>
          <w:szCs w:val="28"/>
          <w:lang w:val="uk-UA"/>
        </w:rPr>
        <w:t xml:space="preserve"> прийняти до відома.</w:t>
      </w:r>
    </w:p>
    <w:p w:rsidR="00A253B8" w:rsidRPr="002E47E2" w:rsidRDefault="00A253B8" w:rsidP="003675CF">
      <w:pPr>
        <w:pStyle w:val="BodyText"/>
        <w:numPr>
          <w:ilvl w:val="0"/>
          <w:numId w:val="1"/>
        </w:numPr>
        <w:ind w:right="-6"/>
        <w:jc w:val="both"/>
      </w:pPr>
      <w:r w:rsidRPr="002E47E2">
        <w:t>Рекомендувати:</w:t>
      </w:r>
    </w:p>
    <w:p w:rsidR="00A253B8" w:rsidRPr="00460C5A" w:rsidRDefault="00A253B8" w:rsidP="00460C5A">
      <w:pPr>
        <w:pStyle w:val="ListParagraph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Черняхівському </w:t>
      </w:r>
      <w:r w:rsidRPr="00D60E88">
        <w:rPr>
          <w:sz w:val="28"/>
          <w:szCs w:val="28"/>
          <w:lang w:val="uk-UA"/>
        </w:rPr>
        <w:t xml:space="preserve">відділенню поліції Коростишівського відділу </w:t>
      </w:r>
      <w:r>
        <w:rPr>
          <w:sz w:val="28"/>
          <w:szCs w:val="28"/>
          <w:lang w:val="uk-UA"/>
        </w:rPr>
        <w:t xml:space="preserve"> ГУНП </w:t>
      </w:r>
      <w:r w:rsidRPr="00460C5A">
        <w:rPr>
          <w:sz w:val="28"/>
          <w:szCs w:val="28"/>
          <w:lang w:val="uk-UA"/>
        </w:rPr>
        <w:t>в Житомирській області проінформувати про хід розслідування по факту крадіжки 10-ти комп’ютерів з приміщення  Будинку  дитячої  та юнацької творчості на черговій сесії районної ради.</w:t>
      </w:r>
    </w:p>
    <w:p w:rsidR="00A253B8" w:rsidRPr="000C42C3" w:rsidRDefault="00A253B8" w:rsidP="003675CF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>.</w:t>
      </w:r>
      <w:r w:rsidRPr="000C42C3">
        <w:rPr>
          <w:sz w:val="28"/>
          <w:szCs w:val="28"/>
        </w:rPr>
        <w:t xml:space="preserve"> </w:t>
      </w:r>
    </w:p>
    <w:p w:rsidR="00A253B8" w:rsidRPr="000C42C3" w:rsidRDefault="00A253B8" w:rsidP="003675CF">
      <w:pPr>
        <w:ind w:left="567" w:hanging="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Pr="000C42C3">
        <w:rPr>
          <w:sz w:val="28"/>
          <w:szCs w:val="28"/>
          <w:lang w:val="uk-UA"/>
        </w:rPr>
        <w:t>4.</w:t>
      </w:r>
      <w:r w:rsidRPr="000C42C3">
        <w:rPr>
          <w:sz w:val="28"/>
          <w:szCs w:val="28"/>
        </w:rPr>
        <w:t xml:space="preserve">Контроль за виконанням даного рішення покласти на постійну комісію районної ради  з питань </w:t>
      </w:r>
      <w:r w:rsidRPr="000C42C3">
        <w:rPr>
          <w:bCs/>
          <w:sz w:val="28"/>
          <w:szCs w:val="28"/>
        </w:rPr>
        <w:t xml:space="preserve"> регламенту, депутатської етики, правопорядку та прав людини.</w:t>
      </w:r>
    </w:p>
    <w:p w:rsidR="00A253B8" w:rsidRDefault="00A253B8" w:rsidP="003675CF">
      <w:pPr>
        <w:pStyle w:val="ListParagraph"/>
        <w:rPr>
          <w:sz w:val="28"/>
          <w:szCs w:val="28"/>
          <w:lang w:val="uk-UA"/>
        </w:rPr>
      </w:pPr>
    </w:p>
    <w:p w:rsidR="00A253B8" w:rsidRPr="00881AED" w:rsidRDefault="00A253B8" w:rsidP="003675CF">
      <w:pPr>
        <w:pStyle w:val="BodyText"/>
        <w:ind w:right="-6"/>
        <w:jc w:val="both"/>
        <w:rPr>
          <w:szCs w:val="28"/>
        </w:rPr>
      </w:pPr>
    </w:p>
    <w:p w:rsidR="00A253B8" w:rsidRPr="001345B6" w:rsidRDefault="00A253B8" w:rsidP="003675CF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І.П.Бовсунівський </w:t>
      </w:r>
    </w:p>
    <w:p w:rsidR="00A253B8" w:rsidRDefault="00A253B8" w:rsidP="003675CF">
      <w:pPr>
        <w:pStyle w:val="BodyText"/>
        <w:ind w:right="-6"/>
        <w:jc w:val="both"/>
      </w:pPr>
    </w:p>
    <w:p w:rsidR="00A253B8" w:rsidRDefault="00A253B8" w:rsidP="003675CF">
      <w:pPr>
        <w:pStyle w:val="BodyText"/>
        <w:ind w:right="-6"/>
        <w:jc w:val="both"/>
      </w:pPr>
    </w:p>
    <w:p w:rsidR="00A253B8" w:rsidRPr="00E00AB5" w:rsidRDefault="00A253B8" w:rsidP="003675CF">
      <w:pPr>
        <w:pStyle w:val="BodyText"/>
        <w:ind w:left="709" w:right="-6" w:hanging="709"/>
        <w:rPr>
          <w:lang w:val="ru-RU"/>
        </w:rPr>
      </w:pPr>
    </w:p>
    <w:p w:rsidR="00A253B8" w:rsidRDefault="00A253B8" w:rsidP="003675CF">
      <w:pPr>
        <w:pStyle w:val="BodyText"/>
        <w:ind w:left="709" w:right="-6" w:hanging="709"/>
      </w:pPr>
    </w:p>
    <w:p w:rsidR="00A253B8" w:rsidRDefault="00A253B8"/>
    <w:sectPr w:rsidR="00A253B8" w:rsidSect="006668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5CF"/>
    <w:rsid w:val="0000544A"/>
    <w:rsid w:val="00044B17"/>
    <w:rsid w:val="000A4F3E"/>
    <w:rsid w:val="000C3AD5"/>
    <w:rsid w:val="000C42C3"/>
    <w:rsid w:val="001345B6"/>
    <w:rsid w:val="0018350F"/>
    <w:rsid w:val="001D0A93"/>
    <w:rsid w:val="001D1AD1"/>
    <w:rsid w:val="001D39D0"/>
    <w:rsid w:val="001F561E"/>
    <w:rsid w:val="00206C82"/>
    <w:rsid w:val="00243D56"/>
    <w:rsid w:val="00290B33"/>
    <w:rsid w:val="002A5FC2"/>
    <w:rsid w:val="002E47E2"/>
    <w:rsid w:val="0030235D"/>
    <w:rsid w:val="003107ED"/>
    <w:rsid w:val="003675CF"/>
    <w:rsid w:val="00437CF8"/>
    <w:rsid w:val="00460C5A"/>
    <w:rsid w:val="00492F0D"/>
    <w:rsid w:val="004B0350"/>
    <w:rsid w:val="00507183"/>
    <w:rsid w:val="005748CD"/>
    <w:rsid w:val="005808B9"/>
    <w:rsid w:val="00597183"/>
    <w:rsid w:val="005B2457"/>
    <w:rsid w:val="005B756A"/>
    <w:rsid w:val="005E3186"/>
    <w:rsid w:val="00611C2F"/>
    <w:rsid w:val="0062117A"/>
    <w:rsid w:val="0063482F"/>
    <w:rsid w:val="006427C6"/>
    <w:rsid w:val="00663921"/>
    <w:rsid w:val="0066687C"/>
    <w:rsid w:val="00684799"/>
    <w:rsid w:val="006862EA"/>
    <w:rsid w:val="00696703"/>
    <w:rsid w:val="006C33FC"/>
    <w:rsid w:val="006C6F10"/>
    <w:rsid w:val="006C774A"/>
    <w:rsid w:val="007338F3"/>
    <w:rsid w:val="00787637"/>
    <w:rsid w:val="0079729D"/>
    <w:rsid w:val="007C5D69"/>
    <w:rsid w:val="007D4989"/>
    <w:rsid w:val="007E1D69"/>
    <w:rsid w:val="00801337"/>
    <w:rsid w:val="008174FC"/>
    <w:rsid w:val="00823501"/>
    <w:rsid w:val="00836A86"/>
    <w:rsid w:val="00856B6E"/>
    <w:rsid w:val="00862D7F"/>
    <w:rsid w:val="00881AED"/>
    <w:rsid w:val="00881C9E"/>
    <w:rsid w:val="00886A54"/>
    <w:rsid w:val="00892FB8"/>
    <w:rsid w:val="008E6696"/>
    <w:rsid w:val="0090065E"/>
    <w:rsid w:val="00913FBF"/>
    <w:rsid w:val="009A3663"/>
    <w:rsid w:val="00A05293"/>
    <w:rsid w:val="00A253B8"/>
    <w:rsid w:val="00A67ACB"/>
    <w:rsid w:val="00A904DA"/>
    <w:rsid w:val="00A92683"/>
    <w:rsid w:val="00AB30E0"/>
    <w:rsid w:val="00B13CF6"/>
    <w:rsid w:val="00B17C4B"/>
    <w:rsid w:val="00B2361C"/>
    <w:rsid w:val="00B60587"/>
    <w:rsid w:val="00B917D4"/>
    <w:rsid w:val="00BD64DE"/>
    <w:rsid w:val="00C20BA4"/>
    <w:rsid w:val="00CA4004"/>
    <w:rsid w:val="00D60E88"/>
    <w:rsid w:val="00D82FBF"/>
    <w:rsid w:val="00DC3E96"/>
    <w:rsid w:val="00DE09C0"/>
    <w:rsid w:val="00E00AB5"/>
    <w:rsid w:val="00E307F5"/>
    <w:rsid w:val="00E3666A"/>
    <w:rsid w:val="00E36B9F"/>
    <w:rsid w:val="00E5642D"/>
    <w:rsid w:val="00E76B24"/>
    <w:rsid w:val="00EE6F37"/>
    <w:rsid w:val="00F11E37"/>
    <w:rsid w:val="00F476D6"/>
    <w:rsid w:val="00F557B1"/>
    <w:rsid w:val="00F55824"/>
    <w:rsid w:val="00F621B0"/>
    <w:rsid w:val="00FB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5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675CF"/>
    <w:pPr>
      <w:ind w:right="-285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675CF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3675CF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675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67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5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</TotalTime>
  <Pages>1</Pages>
  <Words>1126</Words>
  <Characters>643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23</cp:revision>
  <cp:lastPrinted>2017-05-15T12:57:00Z</cp:lastPrinted>
  <dcterms:created xsi:type="dcterms:W3CDTF">2016-08-17T08:25:00Z</dcterms:created>
  <dcterms:modified xsi:type="dcterms:W3CDTF">2017-06-02T11:32:00Z</dcterms:modified>
</cp:coreProperties>
</file>