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1B" w:rsidRPr="00540044" w:rsidRDefault="0061341B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61341B" w:rsidRPr="004B0350" w:rsidRDefault="0061341B" w:rsidP="00FE4666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A23E89">
        <w:rPr>
          <w:b/>
          <w:noProof/>
          <w:sz w:val="32"/>
          <w:szCs w:val="3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61341B" w:rsidRPr="004B0350" w:rsidRDefault="0061341B" w:rsidP="00FE4666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61341B" w:rsidRPr="004B0350" w:rsidRDefault="0061341B" w:rsidP="00FE4666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61341B" w:rsidRPr="004B0350" w:rsidRDefault="0061341B" w:rsidP="00FE4666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61341B" w:rsidRPr="00AB30E0" w:rsidRDefault="0061341B" w:rsidP="00FE46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Шістнадцята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61341B" w:rsidRPr="00243D56" w:rsidRDefault="0061341B" w:rsidP="00FE4666">
      <w:pPr>
        <w:rPr>
          <w:sz w:val="28"/>
        </w:rPr>
      </w:pPr>
      <w:r>
        <w:rPr>
          <w:sz w:val="28"/>
        </w:rPr>
        <w:t xml:space="preserve">від  30 травня 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61341B" w:rsidRPr="00FE4666" w:rsidRDefault="0061341B" w:rsidP="00037C3D">
      <w:pPr>
        <w:rPr>
          <w:sz w:val="28"/>
          <w:szCs w:val="28"/>
        </w:rPr>
      </w:pPr>
    </w:p>
    <w:p w:rsidR="0061341B" w:rsidRDefault="0061341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61341B" w:rsidRDefault="0061341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61341B" w:rsidRPr="00EC1409" w:rsidRDefault="0061341B" w:rsidP="006F67E5">
      <w:pPr>
        <w:ind w:left="-240" w:firstLine="60"/>
        <w:rPr>
          <w:sz w:val="28"/>
          <w:szCs w:val="28"/>
          <w:lang w:val="uk-UA"/>
        </w:rPr>
      </w:pPr>
    </w:p>
    <w:p w:rsidR="0061341B" w:rsidRDefault="0061341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відповідно ст. 173, 174 Земельного кодексу України, заслухавши та обговоривши інформацію заступника голови районної ради Троценка В.Р., розглянувши відповіді</w:t>
      </w:r>
      <w:r w:rsidRPr="000C239A">
        <w:rPr>
          <w:sz w:val="28"/>
          <w:szCs w:val="28"/>
          <w:lang w:val="uk-UA"/>
        </w:rPr>
        <w:t xml:space="preserve">  </w:t>
      </w:r>
      <w:r w:rsidRPr="002404E2">
        <w:rPr>
          <w:sz w:val="28"/>
          <w:szCs w:val="28"/>
          <w:lang w:val="uk-UA"/>
        </w:rPr>
        <w:t>Фонду державного майна України за № 10-21-9227 від 11.05.2017 року</w:t>
      </w:r>
      <w:r>
        <w:rPr>
          <w:sz w:val="28"/>
          <w:szCs w:val="28"/>
          <w:lang w:val="uk-UA"/>
        </w:rPr>
        <w:t xml:space="preserve">, Черняхівської селищної ради від 21.04.2017 року за   № 318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61341B" w:rsidRDefault="0061341B" w:rsidP="006F67E5">
      <w:pPr>
        <w:ind w:left="360"/>
        <w:jc w:val="both"/>
        <w:rPr>
          <w:sz w:val="28"/>
          <w:szCs w:val="28"/>
          <w:lang w:val="uk-UA"/>
        </w:rPr>
      </w:pPr>
    </w:p>
    <w:p w:rsidR="0061341B" w:rsidRPr="003F1CC3" w:rsidRDefault="0061341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61341B" w:rsidRDefault="0061341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61341B" w:rsidRPr="000643F2" w:rsidRDefault="0061341B" w:rsidP="006F67E5">
      <w:pPr>
        <w:pStyle w:val="BodyText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61341B" w:rsidRDefault="0061341B" w:rsidP="000643F2">
      <w:pPr>
        <w:pStyle w:val="BodyText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смт. Черняхова на черговій сесії районної ради.</w:t>
      </w:r>
    </w:p>
    <w:p w:rsidR="0061341B" w:rsidRPr="006A4022" w:rsidRDefault="0061341B" w:rsidP="00BC4F80">
      <w:pPr>
        <w:pStyle w:val="NoSpacing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Pr="00D604BD">
        <w:rPr>
          <w:sz w:val="28"/>
          <w:szCs w:val="28"/>
        </w:rPr>
        <w:t>4</w:t>
      </w:r>
      <w:r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61341B" w:rsidRDefault="0061341B" w:rsidP="006F67E5">
      <w:pPr>
        <w:rPr>
          <w:sz w:val="28"/>
          <w:szCs w:val="28"/>
          <w:lang w:val="uk-UA"/>
        </w:rPr>
      </w:pPr>
    </w:p>
    <w:p w:rsidR="0061341B" w:rsidRDefault="0061341B" w:rsidP="006F67E5">
      <w:pPr>
        <w:rPr>
          <w:sz w:val="28"/>
          <w:szCs w:val="28"/>
          <w:lang w:val="uk-UA"/>
        </w:rPr>
      </w:pPr>
    </w:p>
    <w:p w:rsidR="0061341B" w:rsidRDefault="0061341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ради                                                                            І.П.Бовсунівський </w:t>
      </w:r>
    </w:p>
    <w:p w:rsidR="0061341B" w:rsidRDefault="0061341B" w:rsidP="006F67E5">
      <w:pPr>
        <w:rPr>
          <w:sz w:val="28"/>
          <w:szCs w:val="28"/>
          <w:lang w:val="uk-UA"/>
        </w:rPr>
      </w:pPr>
    </w:p>
    <w:p w:rsidR="0061341B" w:rsidRDefault="0061341B" w:rsidP="006F67E5">
      <w:pPr>
        <w:rPr>
          <w:sz w:val="28"/>
          <w:szCs w:val="28"/>
          <w:lang w:val="uk-UA"/>
        </w:rPr>
      </w:pPr>
    </w:p>
    <w:p w:rsidR="0061341B" w:rsidRPr="002974D8" w:rsidRDefault="0061341B" w:rsidP="006F67E5">
      <w:pPr>
        <w:rPr>
          <w:sz w:val="28"/>
          <w:szCs w:val="28"/>
          <w:lang w:val="uk-UA"/>
        </w:rPr>
      </w:pPr>
    </w:p>
    <w:p w:rsidR="0061341B" w:rsidRDefault="0061341B" w:rsidP="006F67E5"/>
    <w:p w:rsidR="0061341B" w:rsidRDefault="0061341B"/>
    <w:sectPr w:rsidR="0061341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5834"/>
    <w:rsid w:val="00037C3D"/>
    <w:rsid w:val="000643F2"/>
    <w:rsid w:val="00083D7A"/>
    <w:rsid w:val="000A2D1E"/>
    <w:rsid w:val="000A47CB"/>
    <w:rsid w:val="000C239A"/>
    <w:rsid w:val="000C42C3"/>
    <w:rsid w:val="001975C4"/>
    <w:rsid w:val="001E064D"/>
    <w:rsid w:val="001E1AC4"/>
    <w:rsid w:val="001F3AF3"/>
    <w:rsid w:val="001F5445"/>
    <w:rsid w:val="00203D12"/>
    <w:rsid w:val="002404E2"/>
    <w:rsid w:val="00243D56"/>
    <w:rsid w:val="0029479D"/>
    <w:rsid w:val="002974D8"/>
    <w:rsid w:val="002C610B"/>
    <w:rsid w:val="002D3530"/>
    <w:rsid w:val="002E47E2"/>
    <w:rsid w:val="002E59CD"/>
    <w:rsid w:val="003A1D6E"/>
    <w:rsid w:val="003F1CC3"/>
    <w:rsid w:val="003F700C"/>
    <w:rsid w:val="004A0A64"/>
    <w:rsid w:val="004B0350"/>
    <w:rsid w:val="00523FC8"/>
    <w:rsid w:val="00540044"/>
    <w:rsid w:val="005E3186"/>
    <w:rsid w:val="00612AD6"/>
    <w:rsid w:val="0061341B"/>
    <w:rsid w:val="00674D6A"/>
    <w:rsid w:val="00692CCC"/>
    <w:rsid w:val="006A4022"/>
    <w:rsid w:val="006C03F4"/>
    <w:rsid w:val="006F35FD"/>
    <w:rsid w:val="006F67E5"/>
    <w:rsid w:val="007D39C3"/>
    <w:rsid w:val="007E4939"/>
    <w:rsid w:val="007F53AB"/>
    <w:rsid w:val="00824D4C"/>
    <w:rsid w:val="00843376"/>
    <w:rsid w:val="00851236"/>
    <w:rsid w:val="00892EA8"/>
    <w:rsid w:val="00897C77"/>
    <w:rsid w:val="008A3900"/>
    <w:rsid w:val="008D61A1"/>
    <w:rsid w:val="00906F4F"/>
    <w:rsid w:val="009355D6"/>
    <w:rsid w:val="00943BCF"/>
    <w:rsid w:val="00945B1B"/>
    <w:rsid w:val="009608B2"/>
    <w:rsid w:val="00975A58"/>
    <w:rsid w:val="00986CD9"/>
    <w:rsid w:val="009F1776"/>
    <w:rsid w:val="00A23E89"/>
    <w:rsid w:val="00A677C2"/>
    <w:rsid w:val="00A80B36"/>
    <w:rsid w:val="00AA131B"/>
    <w:rsid w:val="00AA4878"/>
    <w:rsid w:val="00AB30E0"/>
    <w:rsid w:val="00AF297E"/>
    <w:rsid w:val="00AF2FE4"/>
    <w:rsid w:val="00B023F3"/>
    <w:rsid w:val="00B17C4B"/>
    <w:rsid w:val="00B65BEC"/>
    <w:rsid w:val="00B917D4"/>
    <w:rsid w:val="00BC4F80"/>
    <w:rsid w:val="00BC6C79"/>
    <w:rsid w:val="00BD64DE"/>
    <w:rsid w:val="00C039D1"/>
    <w:rsid w:val="00C11E38"/>
    <w:rsid w:val="00C24495"/>
    <w:rsid w:val="00C654AA"/>
    <w:rsid w:val="00C75771"/>
    <w:rsid w:val="00C84044"/>
    <w:rsid w:val="00CB124D"/>
    <w:rsid w:val="00CB5D99"/>
    <w:rsid w:val="00CC06C3"/>
    <w:rsid w:val="00D04050"/>
    <w:rsid w:val="00D604BD"/>
    <w:rsid w:val="00D7554D"/>
    <w:rsid w:val="00DA44F9"/>
    <w:rsid w:val="00DA531E"/>
    <w:rsid w:val="00DE24FE"/>
    <w:rsid w:val="00E319AA"/>
    <w:rsid w:val="00E34D08"/>
    <w:rsid w:val="00E919BF"/>
    <w:rsid w:val="00EA7959"/>
    <w:rsid w:val="00EB52D8"/>
    <w:rsid w:val="00EC1409"/>
    <w:rsid w:val="00EC56E2"/>
    <w:rsid w:val="00F04CC4"/>
    <w:rsid w:val="00F33D21"/>
    <w:rsid w:val="00F72E33"/>
    <w:rsid w:val="00F73249"/>
    <w:rsid w:val="00F847D5"/>
    <w:rsid w:val="00FB2C4C"/>
    <w:rsid w:val="00FB7A26"/>
    <w:rsid w:val="00FD25B4"/>
    <w:rsid w:val="00FE466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7E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</Pages>
  <Words>1109</Words>
  <Characters>633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40</cp:revision>
  <cp:lastPrinted>2017-03-23T12:50:00Z</cp:lastPrinted>
  <dcterms:created xsi:type="dcterms:W3CDTF">2015-12-11T10:34:00Z</dcterms:created>
  <dcterms:modified xsi:type="dcterms:W3CDTF">2017-06-02T11:32:00Z</dcterms:modified>
</cp:coreProperties>
</file>