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CD" w:rsidRPr="004B0350" w:rsidRDefault="002740CD" w:rsidP="001F561E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F816F7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</w:t>
      </w:r>
    </w:p>
    <w:p w:rsidR="002740CD" w:rsidRPr="00465E3C" w:rsidRDefault="002740CD" w:rsidP="00454355">
      <w:pPr>
        <w:pStyle w:val="NoSpacing"/>
        <w:spacing w:line="276" w:lineRule="auto"/>
        <w:rPr>
          <w:i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Україна                              </w:t>
      </w:r>
      <w:r>
        <w:rPr>
          <w:i/>
          <w:sz w:val="28"/>
          <w:szCs w:val="28"/>
        </w:rPr>
        <w:t xml:space="preserve"> </w:t>
      </w:r>
    </w:p>
    <w:p w:rsidR="002740CD" w:rsidRPr="004B0350" w:rsidRDefault="002740CD" w:rsidP="001F561E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2740CD" w:rsidRPr="004B0350" w:rsidRDefault="002740CD" w:rsidP="001F561E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2740CD" w:rsidRDefault="002740CD" w:rsidP="00D60F6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Сімнадцята    сесія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2740CD" w:rsidRDefault="002740CD" w:rsidP="00D60F6E">
      <w:pPr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  <w:lang w:val="uk-UA"/>
        </w:rPr>
        <w:t>28 липня</w:t>
      </w:r>
      <w:r>
        <w:rPr>
          <w:sz w:val="28"/>
        </w:rPr>
        <w:t xml:space="preserve">   2017 року</w:t>
      </w:r>
    </w:p>
    <w:p w:rsidR="002740CD" w:rsidRPr="001F561E" w:rsidRDefault="002740CD" w:rsidP="003675CF">
      <w:pPr>
        <w:jc w:val="both"/>
        <w:rPr>
          <w:sz w:val="28"/>
          <w:szCs w:val="28"/>
        </w:rPr>
      </w:pPr>
    </w:p>
    <w:p w:rsidR="002740CD" w:rsidRDefault="002740CD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2740CD" w:rsidRPr="00507183" w:rsidRDefault="002740CD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районної ради </w:t>
      </w:r>
      <w:r w:rsidRPr="001345B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Чорноморця О.П.</w:t>
      </w:r>
    </w:p>
    <w:p w:rsidR="002740CD" w:rsidRPr="00787637" w:rsidRDefault="002740CD" w:rsidP="003675CF">
      <w:pPr>
        <w:rPr>
          <w:lang w:val="uk-UA"/>
        </w:rPr>
      </w:pPr>
    </w:p>
    <w:p w:rsidR="002740CD" w:rsidRDefault="002740CD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465E3C">
        <w:rPr>
          <w:sz w:val="28"/>
          <w:szCs w:val="28"/>
          <w:lang w:val="uk-UA"/>
        </w:rPr>
        <w:t>Черняхівського відділення поліції Коростишівського відділу ГУНП в Житомирській області  за № 2377 від 10.07.2017  року щодо розслідування по факту крадіжки 10-ти комп’ютерів з приміщення</w:t>
      </w:r>
      <w:r w:rsidRPr="00492F0D">
        <w:rPr>
          <w:sz w:val="28"/>
          <w:szCs w:val="28"/>
          <w:lang w:val="uk-UA"/>
        </w:rPr>
        <w:t xml:space="preserve">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2740CD" w:rsidRDefault="002740CD" w:rsidP="003675CF">
      <w:pPr>
        <w:ind w:firstLine="708"/>
        <w:jc w:val="both"/>
        <w:rPr>
          <w:sz w:val="28"/>
          <w:szCs w:val="28"/>
          <w:lang w:val="uk-UA"/>
        </w:rPr>
      </w:pPr>
    </w:p>
    <w:p w:rsidR="002740CD" w:rsidRPr="0079729D" w:rsidRDefault="002740CD" w:rsidP="003675CF">
      <w:pPr>
        <w:pStyle w:val="BodyText"/>
        <w:ind w:right="-6"/>
        <w:rPr>
          <w:b/>
          <w:bCs/>
          <w:szCs w:val="28"/>
        </w:rPr>
      </w:pPr>
      <w:r w:rsidRPr="0079729D">
        <w:rPr>
          <w:b/>
          <w:bCs/>
          <w:szCs w:val="28"/>
        </w:rPr>
        <w:t>В И Р І Ш И Л А :</w:t>
      </w:r>
    </w:p>
    <w:p w:rsidR="002740CD" w:rsidRDefault="002740CD" w:rsidP="003675CF">
      <w:pPr>
        <w:pStyle w:val="BodyText"/>
        <w:ind w:right="-6"/>
      </w:pPr>
    </w:p>
    <w:p w:rsidR="002740CD" w:rsidRDefault="002740CD" w:rsidP="003675CF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 w:rsidRPr="001345B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               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2740CD" w:rsidRPr="00C33FBC" w:rsidRDefault="002740CD" w:rsidP="00C33FB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33FBC">
        <w:rPr>
          <w:sz w:val="28"/>
          <w:szCs w:val="28"/>
        </w:rPr>
        <w:t>Зняти з контролю депутатський запит депутата районної ради</w:t>
      </w:r>
      <w:r>
        <w:rPr>
          <w:sz w:val="28"/>
          <w:szCs w:val="28"/>
          <w:lang w:val="uk-UA"/>
        </w:rPr>
        <w:t xml:space="preserve"> Чорноморця О.П.</w:t>
      </w:r>
    </w:p>
    <w:p w:rsidR="002740CD" w:rsidRPr="002E47E2" w:rsidRDefault="002740CD" w:rsidP="00C33FBC">
      <w:pPr>
        <w:pStyle w:val="BodyText"/>
        <w:ind w:left="360" w:right="-6"/>
        <w:jc w:val="both"/>
      </w:pPr>
      <w:r>
        <w:t xml:space="preserve"> </w:t>
      </w:r>
    </w:p>
    <w:p w:rsidR="002740CD" w:rsidRDefault="002740CD" w:rsidP="003675CF">
      <w:pPr>
        <w:pStyle w:val="ListParagraph"/>
        <w:rPr>
          <w:sz w:val="28"/>
          <w:szCs w:val="28"/>
          <w:lang w:val="uk-UA"/>
        </w:rPr>
      </w:pPr>
    </w:p>
    <w:p w:rsidR="002740CD" w:rsidRPr="00881AED" w:rsidRDefault="002740CD" w:rsidP="003675CF">
      <w:pPr>
        <w:pStyle w:val="BodyText"/>
        <w:ind w:right="-6"/>
        <w:jc w:val="both"/>
        <w:rPr>
          <w:szCs w:val="28"/>
        </w:rPr>
      </w:pPr>
    </w:p>
    <w:p w:rsidR="002740CD" w:rsidRPr="001345B6" w:rsidRDefault="002740CD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І.П.Бовсунівський </w:t>
      </w:r>
    </w:p>
    <w:p w:rsidR="002740CD" w:rsidRDefault="002740CD" w:rsidP="003675CF">
      <w:pPr>
        <w:pStyle w:val="BodyText"/>
        <w:ind w:right="-6"/>
        <w:jc w:val="both"/>
      </w:pPr>
    </w:p>
    <w:p w:rsidR="002740CD" w:rsidRDefault="002740CD" w:rsidP="003675CF">
      <w:pPr>
        <w:pStyle w:val="BodyText"/>
        <w:ind w:right="-6"/>
        <w:jc w:val="both"/>
      </w:pPr>
    </w:p>
    <w:p w:rsidR="002740CD" w:rsidRPr="00E00AB5" w:rsidRDefault="002740CD" w:rsidP="003675CF">
      <w:pPr>
        <w:pStyle w:val="BodyText"/>
        <w:ind w:left="709" w:right="-6" w:hanging="709"/>
        <w:rPr>
          <w:lang w:val="ru-RU"/>
        </w:rPr>
      </w:pPr>
    </w:p>
    <w:p w:rsidR="002740CD" w:rsidRDefault="002740CD" w:rsidP="003675CF">
      <w:pPr>
        <w:pStyle w:val="BodyText"/>
        <w:ind w:left="709" w:right="-6" w:hanging="709"/>
      </w:pPr>
    </w:p>
    <w:p w:rsidR="002740CD" w:rsidRDefault="002740CD"/>
    <w:sectPr w:rsidR="002740CD" w:rsidSect="006668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5CF"/>
    <w:rsid w:val="0000544A"/>
    <w:rsid w:val="00044B17"/>
    <w:rsid w:val="000A4F3E"/>
    <w:rsid w:val="000C3AD5"/>
    <w:rsid w:val="000C42C3"/>
    <w:rsid w:val="001345B6"/>
    <w:rsid w:val="00180BFD"/>
    <w:rsid w:val="0018350F"/>
    <w:rsid w:val="001D0A93"/>
    <w:rsid w:val="001D1AD1"/>
    <w:rsid w:val="001D39D0"/>
    <w:rsid w:val="001F561E"/>
    <w:rsid w:val="00206C82"/>
    <w:rsid w:val="002740CD"/>
    <w:rsid w:val="002A5FC2"/>
    <w:rsid w:val="002E47E2"/>
    <w:rsid w:val="0030235D"/>
    <w:rsid w:val="003107ED"/>
    <w:rsid w:val="003675CF"/>
    <w:rsid w:val="00437CF8"/>
    <w:rsid w:val="00454355"/>
    <w:rsid w:val="00460C5A"/>
    <w:rsid w:val="00465E3C"/>
    <w:rsid w:val="00492F0D"/>
    <w:rsid w:val="004B0350"/>
    <w:rsid w:val="00507183"/>
    <w:rsid w:val="005748CD"/>
    <w:rsid w:val="005808B9"/>
    <w:rsid w:val="00597183"/>
    <w:rsid w:val="005B2457"/>
    <w:rsid w:val="005B756A"/>
    <w:rsid w:val="005C09D2"/>
    <w:rsid w:val="005E3186"/>
    <w:rsid w:val="005E4463"/>
    <w:rsid w:val="00611C2F"/>
    <w:rsid w:val="0062117A"/>
    <w:rsid w:val="0063482F"/>
    <w:rsid w:val="006427C6"/>
    <w:rsid w:val="00663921"/>
    <w:rsid w:val="0066687C"/>
    <w:rsid w:val="00684799"/>
    <w:rsid w:val="006862EA"/>
    <w:rsid w:val="00696703"/>
    <w:rsid w:val="006C33FC"/>
    <w:rsid w:val="006C6F10"/>
    <w:rsid w:val="006C774A"/>
    <w:rsid w:val="007338F3"/>
    <w:rsid w:val="00787637"/>
    <w:rsid w:val="0079729D"/>
    <w:rsid w:val="007B4421"/>
    <w:rsid w:val="007C5D69"/>
    <w:rsid w:val="007D4989"/>
    <w:rsid w:val="007E1D69"/>
    <w:rsid w:val="00801337"/>
    <w:rsid w:val="008174FC"/>
    <w:rsid w:val="00823501"/>
    <w:rsid w:val="00856B6E"/>
    <w:rsid w:val="00862D7F"/>
    <w:rsid w:val="00881AED"/>
    <w:rsid w:val="00881C9E"/>
    <w:rsid w:val="00886A54"/>
    <w:rsid w:val="00892FB8"/>
    <w:rsid w:val="008E6696"/>
    <w:rsid w:val="0090065E"/>
    <w:rsid w:val="00913FBF"/>
    <w:rsid w:val="009A3663"/>
    <w:rsid w:val="00A05293"/>
    <w:rsid w:val="00A67ACB"/>
    <w:rsid w:val="00A8516D"/>
    <w:rsid w:val="00A904DA"/>
    <w:rsid w:val="00A92683"/>
    <w:rsid w:val="00B13CF6"/>
    <w:rsid w:val="00B17C4B"/>
    <w:rsid w:val="00B2361C"/>
    <w:rsid w:val="00B60587"/>
    <w:rsid w:val="00BD64DE"/>
    <w:rsid w:val="00C33FBC"/>
    <w:rsid w:val="00CA4004"/>
    <w:rsid w:val="00D60F6E"/>
    <w:rsid w:val="00D87E6F"/>
    <w:rsid w:val="00DE09C0"/>
    <w:rsid w:val="00E00AB5"/>
    <w:rsid w:val="00E307F5"/>
    <w:rsid w:val="00E3666A"/>
    <w:rsid w:val="00E36B9F"/>
    <w:rsid w:val="00E5642D"/>
    <w:rsid w:val="00E76B24"/>
    <w:rsid w:val="00EE6F37"/>
    <w:rsid w:val="00F11E37"/>
    <w:rsid w:val="00F476D6"/>
    <w:rsid w:val="00F557B1"/>
    <w:rsid w:val="00F55824"/>
    <w:rsid w:val="00F621B0"/>
    <w:rsid w:val="00F816F7"/>
    <w:rsid w:val="00FB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675CF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675CF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3675CF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675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67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5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923</Words>
  <Characters>527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2017-07-13T08:09:00Z</cp:lastPrinted>
  <dcterms:created xsi:type="dcterms:W3CDTF">2017-07-13T08:13:00Z</dcterms:created>
  <dcterms:modified xsi:type="dcterms:W3CDTF">2017-08-02T09:21:00Z</dcterms:modified>
</cp:coreProperties>
</file>