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37F" w:rsidRPr="00D56ED8" w:rsidRDefault="0039237F" w:rsidP="004A24CC">
      <w:pPr>
        <w:pStyle w:val="NoSpacing"/>
        <w:rPr>
          <w:rFonts w:ascii="Times New Roman" w:hAnsi="Times New Roman"/>
          <w:i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Pr="00C12583">
        <w:rPr>
          <w:rFonts w:ascii="Times New Roman" w:hAnsi="Times New Roman"/>
          <w:b/>
          <w:noProof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1.8pt;height:41.4pt;visibility:visible">
            <v:imagedata r:id="rId4" o:title=""/>
          </v:shape>
        </w:pict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</w:t>
      </w:r>
    </w:p>
    <w:p w:rsidR="0039237F" w:rsidRPr="00521C5E" w:rsidRDefault="0039237F" w:rsidP="004A24CC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Україна</w:t>
      </w:r>
    </w:p>
    <w:p w:rsidR="0039237F" w:rsidRPr="00521C5E" w:rsidRDefault="0039237F" w:rsidP="004A24CC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39237F" w:rsidRDefault="0039237F" w:rsidP="004A24CC">
      <w:pPr>
        <w:pStyle w:val="NoSpacing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>Р І Ш Е Н Н Я</w:t>
      </w:r>
    </w:p>
    <w:p w:rsidR="0039237F" w:rsidRPr="001927E3" w:rsidRDefault="0039237F" w:rsidP="004A24CC">
      <w:pPr>
        <w:rPr>
          <w:b/>
          <w:lang w:val="uk-UA" w:eastAsia="uk-UA"/>
        </w:rPr>
      </w:pPr>
      <w:r w:rsidRPr="005543C8">
        <w:rPr>
          <w:b/>
          <w:lang w:val="uk-UA" w:eastAsia="uk-UA"/>
        </w:rPr>
        <w:t xml:space="preserve">                                                                      </w:t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</w:p>
    <w:p w:rsidR="0039237F" w:rsidRPr="006B609E" w:rsidRDefault="0039237F" w:rsidP="006B609E">
      <w:pPr>
        <w:pStyle w:val="NoSpacing"/>
        <w:rPr>
          <w:rFonts w:ascii="Times New Roman" w:hAnsi="Times New Roman"/>
          <w:sz w:val="28"/>
          <w:szCs w:val="28"/>
        </w:rPr>
      </w:pPr>
      <w:r w:rsidRPr="006B609E">
        <w:rPr>
          <w:rFonts w:ascii="Times New Roman" w:hAnsi="Times New Roman"/>
          <w:sz w:val="28"/>
          <w:szCs w:val="28"/>
          <w:lang w:val="uk-UA"/>
        </w:rPr>
        <w:t>Сім</w:t>
      </w:r>
      <w:r w:rsidRPr="006B609E">
        <w:rPr>
          <w:rFonts w:ascii="Times New Roman" w:hAnsi="Times New Roman"/>
          <w:sz w:val="28"/>
          <w:szCs w:val="28"/>
        </w:rPr>
        <w:t xml:space="preserve">надцята    сесія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6B609E">
        <w:rPr>
          <w:rFonts w:ascii="Times New Roman" w:hAnsi="Times New Roman"/>
          <w:sz w:val="28"/>
          <w:szCs w:val="28"/>
          <w:lang w:val="en-US"/>
        </w:rPr>
        <w:t>VII</w:t>
      </w:r>
      <w:r w:rsidRPr="006B609E">
        <w:rPr>
          <w:rFonts w:ascii="Times New Roman" w:hAnsi="Times New Roman"/>
          <w:sz w:val="28"/>
          <w:szCs w:val="28"/>
        </w:rPr>
        <w:t xml:space="preserve"> скликання</w:t>
      </w:r>
    </w:p>
    <w:p w:rsidR="0039237F" w:rsidRPr="006B609E" w:rsidRDefault="0039237F" w:rsidP="006B609E">
      <w:pPr>
        <w:rPr>
          <w:rFonts w:ascii="Times New Roman" w:hAnsi="Times New Roman"/>
          <w:sz w:val="28"/>
          <w:szCs w:val="24"/>
        </w:rPr>
      </w:pPr>
      <w:r w:rsidRPr="006B609E">
        <w:rPr>
          <w:rFonts w:ascii="Times New Roman" w:hAnsi="Times New Roman"/>
          <w:sz w:val="28"/>
        </w:rPr>
        <w:t xml:space="preserve">від  </w:t>
      </w:r>
      <w:r w:rsidRPr="006B609E">
        <w:rPr>
          <w:rFonts w:ascii="Times New Roman" w:hAnsi="Times New Roman"/>
          <w:sz w:val="28"/>
          <w:lang w:val="uk-UA"/>
        </w:rPr>
        <w:t>28 липня</w:t>
      </w:r>
      <w:r w:rsidRPr="006B609E">
        <w:rPr>
          <w:rFonts w:ascii="Times New Roman" w:hAnsi="Times New Roman"/>
          <w:sz w:val="28"/>
        </w:rPr>
        <w:t xml:space="preserve">   2017 року</w:t>
      </w:r>
    </w:p>
    <w:p w:rsidR="0039237F" w:rsidRDefault="0039237F" w:rsidP="00060570">
      <w:pPr>
        <w:pStyle w:val="ListParagraph"/>
        <w:ind w:left="0" w:right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хід виконання рішення 15- ої сесії районної ради </w:t>
      </w:r>
    </w:p>
    <w:p w:rsidR="0039237F" w:rsidRDefault="0039237F" w:rsidP="00060570">
      <w:pPr>
        <w:pStyle w:val="ListParagraph"/>
        <w:ind w:left="0" w:right="15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від 28.03.2017 року «</w:t>
      </w:r>
      <w:r>
        <w:rPr>
          <w:rStyle w:val="FontStyle11"/>
          <w:sz w:val="28"/>
          <w:szCs w:val="28"/>
          <w:lang w:eastAsia="uk-UA"/>
        </w:rPr>
        <w:t xml:space="preserve">Про </w:t>
      </w:r>
      <w:r>
        <w:rPr>
          <w:sz w:val="28"/>
          <w:szCs w:val="28"/>
        </w:rPr>
        <w:t>звернення депутатів</w:t>
      </w:r>
    </w:p>
    <w:p w:rsidR="0039237F" w:rsidRDefault="0039237F" w:rsidP="00060570">
      <w:pPr>
        <w:pStyle w:val="ListParagraph"/>
        <w:ind w:left="0" w:right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Черняхівської районної ради </w:t>
      </w:r>
      <w:r>
        <w:rPr>
          <w:color w:val="000000"/>
          <w:sz w:val="28"/>
          <w:szCs w:val="28"/>
        </w:rPr>
        <w:t>Житомирської області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</w:p>
    <w:p w:rsidR="0039237F" w:rsidRDefault="0039237F" w:rsidP="00060570">
      <w:pPr>
        <w:pStyle w:val="ListParagraph"/>
        <w:ind w:left="0" w:right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Президента України, Верховної Ради України, </w:t>
      </w:r>
    </w:p>
    <w:p w:rsidR="0039237F" w:rsidRDefault="0039237F" w:rsidP="00060570">
      <w:pPr>
        <w:pStyle w:val="ListParagraph"/>
        <w:ind w:left="0" w:right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Кабінету Міністрів України </w:t>
      </w:r>
      <w:r>
        <w:rPr>
          <w:color w:val="000000"/>
          <w:sz w:val="28"/>
          <w:szCs w:val="28"/>
        </w:rPr>
        <w:t>щодо проблемних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питань</w:t>
      </w:r>
      <w:r>
        <w:rPr>
          <w:sz w:val="28"/>
          <w:szCs w:val="28"/>
        </w:rPr>
        <w:t xml:space="preserve"> </w:t>
      </w:r>
    </w:p>
    <w:p w:rsidR="0039237F" w:rsidRDefault="0039237F" w:rsidP="00060570">
      <w:pPr>
        <w:pStyle w:val="ListParagraph"/>
        <w:ind w:left="0" w:right="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функціонування та подальшого реформування галузі</w:t>
      </w:r>
    </w:p>
    <w:p w:rsidR="0039237F" w:rsidRDefault="0039237F" w:rsidP="00060570">
      <w:pPr>
        <w:pStyle w:val="ListParagraph"/>
        <w:ind w:left="0" w:right="1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охорони здоров’я в Україні»</w:t>
      </w:r>
    </w:p>
    <w:p w:rsidR="0039237F" w:rsidRDefault="0039237F" w:rsidP="00060570">
      <w:pPr>
        <w:rPr>
          <w:sz w:val="24"/>
          <w:szCs w:val="24"/>
          <w:lang w:val="uk-UA"/>
        </w:rPr>
      </w:pPr>
    </w:p>
    <w:p w:rsidR="0039237F" w:rsidRDefault="0039237F" w:rsidP="007206A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206AC">
        <w:rPr>
          <w:rFonts w:ascii="Times New Roman" w:hAnsi="Times New Roman"/>
          <w:sz w:val="28"/>
          <w:szCs w:val="28"/>
        </w:rPr>
        <w:t>Відповідно до ст. 43 Закону України «Про місцеве самоврядування в Україні»,</w:t>
      </w:r>
      <w:r w:rsidRPr="007206AC">
        <w:rPr>
          <w:rFonts w:ascii="Times New Roman" w:hAnsi="Times New Roman"/>
          <w:sz w:val="28"/>
          <w:szCs w:val="28"/>
          <w:lang w:val="uk-UA"/>
        </w:rPr>
        <w:t xml:space="preserve"> заслухавши інформацію  заступника голови районної ради                Троценка В.Р. про хід виконання рішення 15- ої сесії районної ради  </w:t>
      </w:r>
      <w:r w:rsidRPr="007206AC">
        <w:rPr>
          <w:rFonts w:ascii="Times New Roman" w:hAnsi="Times New Roman"/>
          <w:sz w:val="28"/>
          <w:szCs w:val="28"/>
          <w:lang w:val="en-US"/>
        </w:rPr>
        <w:t>V</w:t>
      </w:r>
      <w:r w:rsidRPr="007206AC">
        <w:rPr>
          <w:rFonts w:ascii="Times New Roman" w:hAnsi="Times New Roman"/>
          <w:sz w:val="28"/>
          <w:szCs w:val="28"/>
          <w:lang w:val="uk-UA"/>
        </w:rPr>
        <w:t>І</w:t>
      </w:r>
      <w:r w:rsidRPr="007206AC">
        <w:rPr>
          <w:rFonts w:ascii="Times New Roman" w:hAnsi="Times New Roman"/>
          <w:sz w:val="28"/>
          <w:szCs w:val="28"/>
          <w:lang w:val="en-US"/>
        </w:rPr>
        <w:t>I</w:t>
      </w:r>
      <w:r w:rsidRPr="007206AC">
        <w:rPr>
          <w:rFonts w:ascii="Times New Roman" w:hAnsi="Times New Roman"/>
          <w:sz w:val="28"/>
          <w:szCs w:val="28"/>
          <w:lang w:val="uk-UA"/>
        </w:rPr>
        <w:t xml:space="preserve"> скликання від 28.03.2017 року «</w:t>
      </w:r>
      <w:r w:rsidRPr="007206AC">
        <w:rPr>
          <w:rStyle w:val="FontStyle11"/>
          <w:sz w:val="28"/>
          <w:szCs w:val="28"/>
          <w:lang w:val="uk-UA" w:eastAsia="uk-UA"/>
        </w:rPr>
        <w:t xml:space="preserve">Про </w:t>
      </w:r>
      <w:r w:rsidRPr="007206AC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</w:t>
      </w:r>
      <w:r w:rsidRPr="007206AC">
        <w:rPr>
          <w:rFonts w:ascii="Times New Roman" w:hAnsi="Times New Roman"/>
          <w:color w:val="000000"/>
          <w:sz w:val="28"/>
          <w:szCs w:val="28"/>
          <w:lang w:val="uk-UA"/>
        </w:rPr>
        <w:t>Житомирської області</w:t>
      </w:r>
      <w:r w:rsidRPr="007206A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7206AC">
        <w:rPr>
          <w:rFonts w:ascii="Times New Roman" w:hAnsi="Times New Roman"/>
          <w:sz w:val="28"/>
          <w:szCs w:val="28"/>
          <w:lang w:val="uk-UA"/>
        </w:rPr>
        <w:t xml:space="preserve">до Президента України, Верховної Ради України, Кабінету Міністрів України </w:t>
      </w:r>
      <w:r w:rsidRPr="007206AC">
        <w:rPr>
          <w:rFonts w:ascii="Times New Roman" w:hAnsi="Times New Roman"/>
          <w:color w:val="000000"/>
          <w:sz w:val="28"/>
          <w:szCs w:val="28"/>
          <w:lang w:val="uk-UA"/>
        </w:rPr>
        <w:t>щодо проблемних питань</w:t>
      </w:r>
      <w:r w:rsidRPr="007206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06AC">
        <w:rPr>
          <w:rFonts w:ascii="Times New Roman" w:hAnsi="Times New Roman"/>
          <w:color w:val="000000"/>
          <w:sz w:val="28"/>
          <w:szCs w:val="28"/>
          <w:lang w:val="uk-UA"/>
        </w:rPr>
        <w:t>функціонування та подальшого реформування галузі охорони здоров’я в Україні»</w:t>
      </w:r>
      <w:r w:rsidRPr="007206AC">
        <w:rPr>
          <w:rFonts w:ascii="Times New Roman" w:hAnsi="Times New Roman"/>
          <w:sz w:val="28"/>
          <w:szCs w:val="28"/>
          <w:lang w:val="uk-UA"/>
        </w:rPr>
        <w:t>, розглянувши відповіді Міністерства соціальної політики України за № 1217/0/101-17/284 від 20.04.2017 року,</w:t>
      </w:r>
      <w:r w:rsidRPr="007206AC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7206AC">
        <w:rPr>
          <w:rFonts w:ascii="Times New Roman" w:hAnsi="Times New Roman"/>
          <w:sz w:val="28"/>
          <w:szCs w:val="28"/>
          <w:lang w:val="uk-UA"/>
        </w:rPr>
        <w:t>Міністерства охорони здоров’я України</w:t>
      </w:r>
      <w:r w:rsidRPr="007206AC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7206AC">
        <w:rPr>
          <w:rFonts w:ascii="Times New Roman" w:hAnsi="Times New Roman"/>
          <w:sz w:val="28"/>
          <w:szCs w:val="28"/>
          <w:lang w:val="uk-UA"/>
        </w:rPr>
        <w:t>за №</w:t>
      </w:r>
      <w:r w:rsidRPr="007206AC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19.2-04-1113-</w:t>
      </w:r>
      <w:r w:rsidRPr="007206AC">
        <w:rPr>
          <w:rFonts w:ascii="Times New Roman" w:hAnsi="Times New Roman"/>
          <w:sz w:val="28"/>
          <w:szCs w:val="28"/>
          <w:lang w:val="uk-UA"/>
        </w:rPr>
        <w:t>10/</w:t>
      </w:r>
      <w:r>
        <w:rPr>
          <w:rFonts w:ascii="Times New Roman" w:hAnsi="Times New Roman"/>
          <w:sz w:val="28"/>
          <w:szCs w:val="28"/>
          <w:lang w:val="uk-UA"/>
        </w:rPr>
        <w:t xml:space="preserve">2/1512-17/1498 від </w:t>
      </w:r>
      <w:r w:rsidRPr="007206AC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206AC">
        <w:rPr>
          <w:rFonts w:ascii="Times New Roman" w:hAnsi="Times New Roman"/>
          <w:sz w:val="28"/>
          <w:szCs w:val="28"/>
          <w:lang w:val="uk-UA"/>
        </w:rPr>
        <w:t xml:space="preserve">.05.2017 року, Міністерства фінансів України за № 06320-023/12450 від 10.05.2017 року та  </w:t>
      </w:r>
      <w:r w:rsidRPr="007206A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7206AC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постійної комісії з  питань </w:t>
      </w:r>
      <w:r w:rsidRPr="007206AC">
        <w:rPr>
          <w:rFonts w:ascii="Times New Roman" w:hAnsi="Times New Roman"/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 w:rsidRPr="007206AC">
        <w:rPr>
          <w:rFonts w:ascii="Times New Roman" w:hAnsi="Times New Roman"/>
          <w:sz w:val="28"/>
          <w:szCs w:val="28"/>
          <w:lang w:val="uk-UA"/>
        </w:rPr>
        <w:t>,</w:t>
      </w:r>
      <w:r w:rsidRPr="007206AC">
        <w:rPr>
          <w:rFonts w:ascii="Times New Roman" w:hAnsi="Times New Roman"/>
          <w:bCs/>
          <w:sz w:val="28"/>
          <w:szCs w:val="28"/>
          <w:lang w:val="uk-UA"/>
        </w:rPr>
        <w:t xml:space="preserve"> районна рада </w:t>
      </w:r>
    </w:p>
    <w:p w:rsidR="0039237F" w:rsidRPr="007206AC" w:rsidRDefault="0039237F" w:rsidP="007206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237F" w:rsidRDefault="0039237F" w:rsidP="007206A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206AC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39237F" w:rsidRPr="007206AC" w:rsidRDefault="0039237F" w:rsidP="007206A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9237F" w:rsidRDefault="0039237F" w:rsidP="007206AC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7206AC">
        <w:rPr>
          <w:rFonts w:ascii="Times New Roman" w:hAnsi="Times New Roman"/>
          <w:sz w:val="28"/>
          <w:szCs w:val="28"/>
          <w:lang w:val="uk-UA"/>
        </w:rPr>
        <w:t xml:space="preserve">Інформацію заступника голови районної ради В.Р.Троценка про хід виконання рішення 15- ої сесії районної ради  </w:t>
      </w:r>
      <w:r w:rsidRPr="007206AC">
        <w:rPr>
          <w:rFonts w:ascii="Times New Roman" w:hAnsi="Times New Roman"/>
          <w:sz w:val="28"/>
          <w:szCs w:val="28"/>
          <w:lang w:val="en-US"/>
        </w:rPr>
        <w:t>V</w:t>
      </w:r>
      <w:r w:rsidRPr="007206AC">
        <w:rPr>
          <w:rFonts w:ascii="Times New Roman" w:hAnsi="Times New Roman"/>
          <w:sz w:val="28"/>
          <w:szCs w:val="28"/>
          <w:lang w:val="uk-UA"/>
        </w:rPr>
        <w:t>І</w:t>
      </w:r>
      <w:r w:rsidRPr="007206AC">
        <w:rPr>
          <w:rFonts w:ascii="Times New Roman" w:hAnsi="Times New Roman"/>
          <w:sz w:val="28"/>
          <w:szCs w:val="28"/>
          <w:lang w:val="en-US"/>
        </w:rPr>
        <w:t>I</w:t>
      </w:r>
      <w:r w:rsidRPr="007206AC">
        <w:rPr>
          <w:rFonts w:ascii="Times New Roman" w:hAnsi="Times New Roman"/>
          <w:sz w:val="28"/>
          <w:szCs w:val="28"/>
          <w:lang w:val="uk-UA"/>
        </w:rPr>
        <w:t xml:space="preserve"> скликання від 28.03.2017 року «</w:t>
      </w:r>
      <w:r w:rsidRPr="007206AC">
        <w:rPr>
          <w:rStyle w:val="FontStyle11"/>
          <w:sz w:val="28"/>
          <w:szCs w:val="28"/>
          <w:lang w:val="uk-UA" w:eastAsia="uk-UA"/>
        </w:rPr>
        <w:t xml:space="preserve">Про </w:t>
      </w:r>
      <w:r w:rsidRPr="007206AC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</w:t>
      </w:r>
      <w:r w:rsidRPr="007206AC">
        <w:rPr>
          <w:rFonts w:ascii="Times New Roman" w:hAnsi="Times New Roman"/>
          <w:color w:val="000000"/>
          <w:sz w:val="28"/>
          <w:szCs w:val="28"/>
          <w:lang w:val="uk-UA"/>
        </w:rPr>
        <w:t>Житомирської області</w:t>
      </w:r>
      <w:r w:rsidRPr="007206A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7206AC">
        <w:rPr>
          <w:rFonts w:ascii="Times New Roman" w:hAnsi="Times New Roman"/>
          <w:sz w:val="28"/>
          <w:szCs w:val="28"/>
          <w:lang w:val="uk-UA"/>
        </w:rPr>
        <w:t xml:space="preserve">до Президента України, Верховної Ради України, Кабінету Міністрів України </w:t>
      </w:r>
      <w:r w:rsidRPr="007206AC">
        <w:rPr>
          <w:rFonts w:ascii="Times New Roman" w:hAnsi="Times New Roman"/>
          <w:color w:val="000000"/>
          <w:sz w:val="28"/>
          <w:szCs w:val="28"/>
          <w:lang w:val="uk-UA"/>
        </w:rPr>
        <w:t>щодо проблемних питань</w:t>
      </w:r>
      <w:r w:rsidRPr="007206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06AC">
        <w:rPr>
          <w:rFonts w:ascii="Times New Roman" w:hAnsi="Times New Roman"/>
          <w:color w:val="000000"/>
          <w:sz w:val="28"/>
          <w:szCs w:val="28"/>
          <w:lang w:val="uk-UA"/>
        </w:rPr>
        <w:t>функціонування та подальшого реформування галузі охорони здоров’я в Україні»</w:t>
      </w:r>
      <w:r w:rsidRPr="007206AC">
        <w:rPr>
          <w:rFonts w:ascii="Times New Roman" w:hAnsi="Times New Roman"/>
          <w:sz w:val="28"/>
          <w:szCs w:val="28"/>
          <w:lang w:val="uk-UA"/>
        </w:rPr>
        <w:t xml:space="preserve"> прийняти до відома.</w:t>
      </w:r>
    </w:p>
    <w:p w:rsidR="0039237F" w:rsidRPr="007206AC" w:rsidRDefault="0039237F" w:rsidP="007206AC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237F" w:rsidRDefault="0039237F" w:rsidP="007206AC">
      <w:pPr>
        <w:pStyle w:val="NoSpacing"/>
        <w:ind w:left="284" w:firstLine="424"/>
        <w:jc w:val="both"/>
        <w:rPr>
          <w:rFonts w:ascii="Times New Roman" w:hAnsi="Times New Roman"/>
          <w:sz w:val="28"/>
          <w:szCs w:val="28"/>
          <w:lang w:val="uk-UA"/>
        </w:rPr>
      </w:pPr>
      <w:r w:rsidRPr="007206AC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>Зняти з контролю дане рішення.</w:t>
      </w:r>
    </w:p>
    <w:p w:rsidR="0039237F" w:rsidRDefault="0039237F" w:rsidP="007206AC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06AC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9237F" w:rsidRPr="007206AC" w:rsidRDefault="0039237F" w:rsidP="0006057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206AC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</w:t>
      </w:r>
      <w:r w:rsidRPr="007206AC">
        <w:rPr>
          <w:rFonts w:ascii="Times New Roman" w:hAnsi="Times New Roman"/>
          <w:sz w:val="28"/>
          <w:szCs w:val="28"/>
        </w:rPr>
        <w:t xml:space="preserve">                   </w:t>
      </w:r>
      <w:r w:rsidRPr="007206AC">
        <w:rPr>
          <w:rFonts w:ascii="Times New Roman" w:hAnsi="Times New Roman"/>
          <w:sz w:val="28"/>
          <w:szCs w:val="28"/>
          <w:lang w:val="uk-UA"/>
        </w:rPr>
        <w:t xml:space="preserve">            І.П.Бовсунівський </w:t>
      </w:r>
    </w:p>
    <w:p w:rsidR="0039237F" w:rsidRPr="007206AC" w:rsidRDefault="0039237F" w:rsidP="00060570">
      <w:pPr>
        <w:tabs>
          <w:tab w:val="left" w:pos="1131"/>
        </w:tabs>
        <w:rPr>
          <w:rFonts w:ascii="Times New Roman" w:hAnsi="Times New Roman"/>
          <w:sz w:val="24"/>
          <w:szCs w:val="24"/>
          <w:lang w:val="uk-UA"/>
        </w:rPr>
      </w:pPr>
    </w:p>
    <w:sectPr w:rsidR="0039237F" w:rsidRPr="007206AC" w:rsidSect="00EC5E3C">
      <w:pgSz w:w="11906" w:h="16838"/>
      <w:pgMar w:top="14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4CC"/>
    <w:rsid w:val="000242FB"/>
    <w:rsid w:val="00060570"/>
    <w:rsid w:val="00124811"/>
    <w:rsid w:val="001927E3"/>
    <w:rsid w:val="003515B2"/>
    <w:rsid w:val="0039237F"/>
    <w:rsid w:val="004A24CC"/>
    <w:rsid w:val="00521C5E"/>
    <w:rsid w:val="005543C8"/>
    <w:rsid w:val="005D1BDA"/>
    <w:rsid w:val="006B609E"/>
    <w:rsid w:val="007206AC"/>
    <w:rsid w:val="00776E4F"/>
    <w:rsid w:val="00963591"/>
    <w:rsid w:val="00A55FB2"/>
    <w:rsid w:val="00B1702A"/>
    <w:rsid w:val="00B44086"/>
    <w:rsid w:val="00C12583"/>
    <w:rsid w:val="00C41E83"/>
    <w:rsid w:val="00D21861"/>
    <w:rsid w:val="00D56ED8"/>
    <w:rsid w:val="00DE1EF9"/>
    <w:rsid w:val="00E625EC"/>
    <w:rsid w:val="00EC5E3C"/>
    <w:rsid w:val="00F351F8"/>
    <w:rsid w:val="00F87ACC"/>
    <w:rsid w:val="00FE1F4D"/>
    <w:rsid w:val="00FE4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4CC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A24C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4A24CC"/>
    <w:rPr>
      <w:lang w:val="ru-RU" w:eastAsia="en-US"/>
    </w:rPr>
  </w:style>
  <w:style w:type="character" w:customStyle="1" w:styleId="FontStyle11">
    <w:name w:val="Font Style11"/>
    <w:basedOn w:val="DefaultParagraphFont"/>
    <w:uiPriority w:val="99"/>
    <w:rsid w:val="004A24CC"/>
    <w:rPr>
      <w:rFonts w:ascii="Times New Roman" w:hAnsi="Times New Roman" w:cs="Times New Roman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4A2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24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7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1391</Words>
  <Characters>793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</cp:revision>
  <cp:lastPrinted>2017-05-25T05:46:00Z</cp:lastPrinted>
  <dcterms:created xsi:type="dcterms:W3CDTF">2017-07-20T11:16:00Z</dcterms:created>
  <dcterms:modified xsi:type="dcterms:W3CDTF">2017-08-02T09:22:00Z</dcterms:modified>
</cp:coreProperties>
</file>