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B83" w:rsidRPr="00540044" w:rsidRDefault="00942B83" w:rsidP="005400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</w:p>
    <w:p w:rsidR="00942B83" w:rsidRPr="004B0350" w:rsidRDefault="00942B83" w:rsidP="00FE4666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>
        <w:rPr>
          <w:b/>
          <w:sz w:val="32"/>
          <w:szCs w:val="32"/>
        </w:rPr>
        <w:t xml:space="preserve">                  </w:t>
      </w:r>
      <w:r w:rsidRPr="001004D3">
        <w:rPr>
          <w:b/>
          <w:noProof/>
          <w:sz w:val="32"/>
          <w:szCs w:val="32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51.6pt;visibility:visible">
            <v:imagedata r:id="rId5" o:title=""/>
          </v:shape>
        </w:pict>
      </w:r>
      <w:r>
        <w:rPr>
          <w:b/>
          <w:sz w:val="32"/>
          <w:szCs w:val="32"/>
        </w:rPr>
        <w:t xml:space="preserve">                            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             </w:t>
      </w:r>
    </w:p>
    <w:p w:rsidR="00942B83" w:rsidRPr="004B0350" w:rsidRDefault="00942B83" w:rsidP="00FE4666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Україна</w:t>
      </w:r>
    </w:p>
    <w:p w:rsidR="00942B83" w:rsidRPr="004B0350" w:rsidRDefault="00942B83" w:rsidP="00FE4666">
      <w:pPr>
        <w:pStyle w:val="NoSpacing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942B83" w:rsidRPr="004B0350" w:rsidRDefault="00942B83" w:rsidP="00FE4666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Р І Ш Е Н Н Я</w:t>
      </w:r>
    </w:p>
    <w:p w:rsidR="00942B83" w:rsidRPr="00AB30E0" w:rsidRDefault="00942B83" w:rsidP="00FE466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Сімнадцята  </w:t>
      </w:r>
      <w:r w:rsidRPr="00AB30E0">
        <w:rPr>
          <w:sz w:val="28"/>
          <w:szCs w:val="28"/>
        </w:rPr>
        <w:t xml:space="preserve">сесія                                   </w:t>
      </w:r>
      <w:r>
        <w:rPr>
          <w:sz w:val="28"/>
          <w:szCs w:val="28"/>
        </w:rPr>
        <w:t xml:space="preserve">                               </w:t>
      </w:r>
      <w:r w:rsidRPr="00AB30E0">
        <w:rPr>
          <w:sz w:val="28"/>
          <w:szCs w:val="28"/>
        </w:rPr>
        <w:t xml:space="preserve">   </w:t>
      </w:r>
      <w:r w:rsidRPr="00AB30E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</w:rPr>
        <w:t xml:space="preserve"> скликання</w:t>
      </w:r>
    </w:p>
    <w:p w:rsidR="00942B83" w:rsidRPr="00243D56" w:rsidRDefault="00942B83" w:rsidP="00FE4666">
      <w:pPr>
        <w:rPr>
          <w:sz w:val="28"/>
        </w:rPr>
      </w:pPr>
      <w:r>
        <w:rPr>
          <w:sz w:val="28"/>
        </w:rPr>
        <w:t xml:space="preserve">від  </w:t>
      </w:r>
      <w:r>
        <w:rPr>
          <w:sz w:val="28"/>
          <w:lang w:val="uk-UA"/>
        </w:rPr>
        <w:t>28 лип</w:t>
      </w:r>
      <w:r>
        <w:rPr>
          <w:sz w:val="28"/>
        </w:rPr>
        <w:t>ня 2017 року</w:t>
      </w:r>
    </w:p>
    <w:p w:rsidR="00942B83" w:rsidRPr="00FE4666" w:rsidRDefault="00942B83" w:rsidP="00037C3D">
      <w:pPr>
        <w:rPr>
          <w:sz w:val="28"/>
          <w:szCs w:val="28"/>
        </w:rPr>
      </w:pPr>
    </w:p>
    <w:p w:rsidR="00942B83" w:rsidRDefault="00942B83" w:rsidP="006F67E5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 районної ради</w:t>
      </w:r>
    </w:p>
    <w:p w:rsidR="00942B83" w:rsidRDefault="00942B83" w:rsidP="00AF2FE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скликання Руденького А.О.</w:t>
      </w:r>
    </w:p>
    <w:p w:rsidR="00942B83" w:rsidRPr="00EC1409" w:rsidRDefault="00942B83" w:rsidP="006F67E5">
      <w:pPr>
        <w:ind w:left="-240" w:firstLine="60"/>
        <w:rPr>
          <w:sz w:val="28"/>
          <w:szCs w:val="28"/>
          <w:lang w:val="uk-UA"/>
        </w:rPr>
      </w:pPr>
    </w:p>
    <w:p w:rsidR="00942B83" w:rsidRDefault="00942B83" w:rsidP="006F67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>Про місцеве самоврядування в Україні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п.1 ст. 21 Закону України «Про статус депутатів місцевих рад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відповідно ст. 173, 174 Земельного кодексу України, заслухавши та обговоривши інформацію заступника голови районної ради Троценка В.Р., розглянувши відповіді</w:t>
      </w:r>
      <w:r w:rsidRPr="000C239A">
        <w:rPr>
          <w:sz w:val="28"/>
          <w:szCs w:val="28"/>
          <w:lang w:val="uk-UA"/>
        </w:rPr>
        <w:t xml:space="preserve">  </w:t>
      </w:r>
      <w:r w:rsidRPr="002404E2">
        <w:rPr>
          <w:sz w:val="28"/>
          <w:szCs w:val="28"/>
          <w:lang w:val="uk-UA"/>
        </w:rPr>
        <w:t>Фонду державно</w:t>
      </w:r>
      <w:r>
        <w:rPr>
          <w:sz w:val="28"/>
          <w:szCs w:val="28"/>
          <w:lang w:val="uk-UA"/>
        </w:rPr>
        <w:t>го майна України за                                 № 10-21-13587 від 12.07</w:t>
      </w:r>
      <w:r w:rsidRPr="002404E2">
        <w:rPr>
          <w:sz w:val="28"/>
          <w:szCs w:val="28"/>
          <w:lang w:val="uk-UA"/>
        </w:rPr>
        <w:t>.2017 року</w:t>
      </w:r>
      <w:r>
        <w:rPr>
          <w:sz w:val="28"/>
          <w:szCs w:val="28"/>
          <w:lang w:val="uk-UA"/>
        </w:rPr>
        <w:t xml:space="preserve">, Черняхівської селищної ради від за    № 561 від 20.07.2017 року та 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942B83" w:rsidRDefault="00942B83" w:rsidP="006F67E5">
      <w:pPr>
        <w:ind w:left="360"/>
        <w:jc w:val="both"/>
        <w:rPr>
          <w:sz w:val="28"/>
          <w:szCs w:val="28"/>
          <w:lang w:val="uk-UA"/>
        </w:rPr>
      </w:pPr>
    </w:p>
    <w:p w:rsidR="00942B83" w:rsidRPr="003F1CC3" w:rsidRDefault="00942B83" w:rsidP="00F04CC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942B83" w:rsidRDefault="00942B83" w:rsidP="006F67E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r>
        <w:rPr>
          <w:sz w:val="28"/>
          <w:szCs w:val="28"/>
          <w:lang w:val="uk-UA"/>
        </w:rPr>
        <w:t>Троценка В.Р.</w:t>
      </w:r>
      <w:r w:rsidRPr="002E47E2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 xml:space="preserve">районної ради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скликання                   </w:t>
      </w:r>
      <w:r w:rsidRPr="002E47E2">
        <w:rPr>
          <w:sz w:val="28"/>
          <w:szCs w:val="28"/>
          <w:lang w:val="uk-UA"/>
        </w:rPr>
        <w:t>Руденького А.О. прийняти до відома.</w:t>
      </w:r>
    </w:p>
    <w:p w:rsidR="00942B83" w:rsidRPr="000643F2" w:rsidRDefault="00942B83" w:rsidP="006F67E5">
      <w:pPr>
        <w:pStyle w:val="BodyText"/>
        <w:numPr>
          <w:ilvl w:val="0"/>
          <w:numId w:val="1"/>
        </w:numPr>
        <w:ind w:right="-6"/>
        <w:jc w:val="both"/>
        <w:rPr>
          <w:szCs w:val="28"/>
        </w:rPr>
      </w:pPr>
      <w:r w:rsidRPr="000643F2">
        <w:t xml:space="preserve">Продовжити термін розгляду депутатського запиту до законодавчого врегулювання даного питання. </w:t>
      </w:r>
    </w:p>
    <w:p w:rsidR="00942B83" w:rsidRDefault="00942B83" w:rsidP="000643F2">
      <w:pPr>
        <w:pStyle w:val="BodyText"/>
        <w:numPr>
          <w:ilvl w:val="0"/>
          <w:numId w:val="1"/>
        </w:numPr>
        <w:ind w:right="-6"/>
        <w:jc w:val="both"/>
      </w:pPr>
      <w:r w:rsidRPr="002E47E2">
        <w:t>Рекомендувати</w:t>
      </w:r>
      <w:r>
        <w:t xml:space="preserve"> Черняхівській селищній раді проінформувати про хід розгляду питання щодо розширення меж  смт. Черняхова на черговій сесії районної ради.</w:t>
      </w:r>
    </w:p>
    <w:p w:rsidR="00942B83" w:rsidRPr="006A4022" w:rsidRDefault="00942B83" w:rsidP="00BC4F80">
      <w:pPr>
        <w:pStyle w:val="NoSpacing"/>
        <w:ind w:left="709" w:hanging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 w:rsidRPr="00D604BD">
        <w:rPr>
          <w:sz w:val="28"/>
          <w:szCs w:val="28"/>
        </w:rPr>
        <w:t>4</w:t>
      </w:r>
      <w:r w:rsidRPr="006A4022">
        <w:rPr>
          <w:sz w:val="28"/>
          <w:szCs w:val="28"/>
        </w:rPr>
        <w:t>.Контроль за виконанням даного рішення покласти на постійну комісію районної ради  з  питань агропромислового розвитку, земельних відносин та екології.</w:t>
      </w:r>
    </w:p>
    <w:p w:rsidR="00942B83" w:rsidRDefault="00942B83" w:rsidP="006F67E5">
      <w:pPr>
        <w:rPr>
          <w:sz w:val="28"/>
          <w:szCs w:val="28"/>
          <w:lang w:val="uk-UA"/>
        </w:rPr>
      </w:pPr>
    </w:p>
    <w:p w:rsidR="00942B83" w:rsidRDefault="00942B83" w:rsidP="006F67E5">
      <w:pPr>
        <w:rPr>
          <w:sz w:val="28"/>
          <w:szCs w:val="28"/>
          <w:lang w:val="uk-UA"/>
        </w:rPr>
      </w:pPr>
    </w:p>
    <w:p w:rsidR="00942B83" w:rsidRDefault="00942B83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ради                                                                            І.П.Бовсунівський </w:t>
      </w:r>
    </w:p>
    <w:p w:rsidR="00942B83" w:rsidRDefault="00942B83" w:rsidP="006F67E5">
      <w:pPr>
        <w:rPr>
          <w:sz w:val="28"/>
          <w:szCs w:val="28"/>
          <w:lang w:val="uk-UA"/>
        </w:rPr>
      </w:pPr>
    </w:p>
    <w:p w:rsidR="00942B83" w:rsidRDefault="00942B83" w:rsidP="006F67E5">
      <w:pPr>
        <w:rPr>
          <w:sz w:val="28"/>
          <w:szCs w:val="28"/>
          <w:lang w:val="uk-UA"/>
        </w:rPr>
      </w:pPr>
    </w:p>
    <w:p w:rsidR="00942B83" w:rsidRPr="002974D8" w:rsidRDefault="00942B83" w:rsidP="006F67E5">
      <w:pPr>
        <w:rPr>
          <w:sz w:val="28"/>
          <w:szCs w:val="28"/>
          <w:lang w:val="uk-UA"/>
        </w:rPr>
      </w:pPr>
    </w:p>
    <w:p w:rsidR="00942B83" w:rsidRDefault="00942B83" w:rsidP="006F67E5"/>
    <w:p w:rsidR="00942B83" w:rsidRDefault="00942B83"/>
    <w:sectPr w:rsidR="00942B83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564860E1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7E5"/>
    <w:rsid w:val="00021906"/>
    <w:rsid w:val="00025834"/>
    <w:rsid w:val="00037C3D"/>
    <w:rsid w:val="0005671B"/>
    <w:rsid w:val="000643F2"/>
    <w:rsid w:val="00083D7A"/>
    <w:rsid w:val="000A2D1E"/>
    <w:rsid w:val="000A47CB"/>
    <w:rsid w:val="000C239A"/>
    <w:rsid w:val="000C42C3"/>
    <w:rsid w:val="001004D3"/>
    <w:rsid w:val="001975C4"/>
    <w:rsid w:val="001B788A"/>
    <w:rsid w:val="001E064D"/>
    <w:rsid w:val="001E1AC4"/>
    <w:rsid w:val="001F3AF3"/>
    <w:rsid w:val="001F5445"/>
    <w:rsid w:val="00203D12"/>
    <w:rsid w:val="002404E2"/>
    <w:rsid w:val="00243D56"/>
    <w:rsid w:val="002974D8"/>
    <w:rsid w:val="002C610B"/>
    <w:rsid w:val="002D3530"/>
    <w:rsid w:val="002E47E2"/>
    <w:rsid w:val="002E59CD"/>
    <w:rsid w:val="003A1D6E"/>
    <w:rsid w:val="003A3D91"/>
    <w:rsid w:val="003F1CC3"/>
    <w:rsid w:val="003F700C"/>
    <w:rsid w:val="00454FAF"/>
    <w:rsid w:val="004A0A64"/>
    <w:rsid w:val="004B0350"/>
    <w:rsid w:val="00523FC8"/>
    <w:rsid w:val="00540044"/>
    <w:rsid w:val="005E3186"/>
    <w:rsid w:val="005F382D"/>
    <w:rsid w:val="00612AD6"/>
    <w:rsid w:val="00642460"/>
    <w:rsid w:val="00674D6A"/>
    <w:rsid w:val="00692CCC"/>
    <w:rsid w:val="006A4022"/>
    <w:rsid w:val="006C03F4"/>
    <w:rsid w:val="006F35FD"/>
    <w:rsid w:val="006F67E5"/>
    <w:rsid w:val="007D39C3"/>
    <w:rsid w:val="007E4939"/>
    <w:rsid w:val="007F53AB"/>
    <w:rsid w:val="00824D4C"/>
    <w:rsid w:val="00843376"/>
    <w:rsid w:val="00851236"/>
    <w:rsid w:val="00892EA8"/>
    <w:rsid w:val="00897C77"/>
    <w:rsid w:val="008A3900"/>
    <w:rsid w:val="008D61A1"/>
    <w:rsid w:val="00906F4F"/>
    <w:rsid w:val="0091747A"/>
    <w:rsid w:val="009355D6"/>
    <w:rsid w:val="00942B83"/>
    <w:rsid w:val="00943BCF"/>
    <w:rsid w:val="00945B1B"/>
    <w:rsid w:val="009608B2"/>
    <w:rsid w:val="00975A58"/>
    <w:rsid w:val="00986CD9"/>
    <w:rsid w:val="009F1776"/>
    <w:rsid w:val="00A773A3"/>
    <w:rsid w:val="00A80B36"/>
    <w:rsid w:val="00AA131B"/>
    <w:rsid w:val="00AA4878"/>
    <w:rsid w:val="00AB30E0"/>
    <w:rsid w:val="00AE6B23"/>
    <w:rsid w:val="00AF297E"/>
    <w:rsid w:val="00AF2FE4"/>
    <w:rsid w:val="00B023F3"/>
    <w:rsid w:val="00B03507"/>
    <w:rsid w:val="00B17C4B"/>
    <w:rsid w:val="00B65BEC"/>
    <w:rsid w:val="00B917D4"/>
    <w:rsid w:val="00BC4F80"/>
    <w:rsid w:val="00BC6C79"/>
    <w:rsid w:val="00BD64DE"/>
    <w:rsid w:val="00C039D1"/>
    <w:rsid w:val="00C11E38"/>
    <w:rsid w:val="00C24495"/>
    <w:rsid w:val="00C654AA"/>
    <w:rsid w:val="00C75771"/>
    <w:rsid w:val="00C84044"/>
    <w:rsid w:val="00CB124D"/>
    <w:rsid w:val="00CB5D99"/>
    <w:rsid w:val="00CC06C3"/>
    <w:rsid w:val="00D04050"/>
    <w:rsid w:val="00D15815"/>
    <w:rsid w:val="00D604BD"/>
    <w:rsid w:val="00D7554D"/>
    <w:rsid w:val="00DA44F9"/>
    <w:rsid w:val="00DA531E"/>
    <w:rsid w:val="00DE24FE"/>
    <w:rsid w:val="00E319AA"/>
    <w:rsid w:val="00E34D08"/>
    <w:rsid w:val="00E919BF"/>
    <w:rsid w:val="00EA7959"/>
    <w:rsid w:val="00EB52D8"/>
    <w:rsid w:val="00EC1409"/>
    <w:rsid w:val="00EC56E2"/>
    <w:rsid w:val="00F04CC4"/>
    <w:rsid w:val="00F33D21"/>
    <w:rsid w:val="00F72E33"/>
    <w:rsid w:val="00F73249"/>
    <w:rsid w:val="00F847D5"/>
    <w:rsid w:val="00FB2C4C"/>
    <w:rsid w:val="00FB7A26"/>
    <w:rsid w:val="00FD25B4"/>
    <w:rsid w:val="00FE4666"/>
    <w:rsid w:val="00FF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7E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6F67E5"/>
    <w:pPr>
      <w:ind w:right="-285"/>
    </w:pPr>
    <w:rPr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F67E5"/>
    <w:rPr>
      <w:rFonts w:ascii="Times New Roman" w:hAnsi="Times New Roman" w:cs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6F67E5"/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F67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7E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124</TotalTime>
  <Pages>1</Pages>
  <Words>1139</Words>
  <Characters>650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45</cp:revision>
  <cp:lastPrinted>2017-07-26T06:33:00Z</cp:lastPrinted>
  <dcterms:created xsi:type="dcterms:W3CDTF">2015-12-11T10:34:00Z</dcterms:created>
  <dcterms:modified xsi:type="dcterms:W3CDTF">2017-08-02T09:21:00Z</dcterms:modified>
</cp:coreProperties>
</file>