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24" w:rsidRPr="000B61BB" w:rsidRDefault="00622C24" w:rsidP="000B61BB">
      <w:pPr>
        <w:jc w:val="right"/>
        <w:rPr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pt;margin-top:0;width:45.5pt;height:62.5pt;z-index:251658240" fillcolor="window">
            <v:imagedata r:id="rId7" o:title="" gain="69719f"/>
            <w10:wrap type="square" side="right"/>
          </v:shape>
        </w:pi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B61BB">
        <w:rPr>
          <w:sz w:val="28"/>
          <w:szCs w:val="28"/>
          <w:lang w:val="uk-UA"/>
        </w:rPr>
        <w:tab/>
      </w:r>
      <w:r w:rsidRPr="000B61BB">
        <w:rPr>
          <w:sz w:val="28"/>
          <w:szCs w:val="28"/>
          <w:lang w:val="uk-UA"/>
        </w:rPr>
        <w:br w:type="textWrapping" w:clear="all"/>
      </w:r>
    </w:p>
    <w:p w:rsidR="00622C24" w:rsidRDefault="00622C24">
      <w:pPr>
        <w:pStyle w:val="Caption"/>
        <w:spacing w:line="360" w:lineRule="auto"/>
      </w:pPr>
      <w:r>
        <w:t>Україна</w:t>
      </w:r>
    </w:p>
    <w:p w:rsidR="00622C24" w:rsidRPr="00237D9F" w:rsidRDefault="00622C24">
      <w:pPr>
        <w:pStyle w:val="Heading3"/>
        <w:spacing w:line="360" w:lineRule="auto"/>
        <w:rPr>
          <w:lang w:val="uk-UA"/>
        </w:rPr>
      </w:pPr>
      <w:r>
        <w:t>Ч</w:t>
      </w:r>
      <w:r>
        <w:rPr>
          <w:lang w:val="uk-UA"/>
        </w:rPr>
        <w:t>ерняхівська района рада</w:t>
      </w:r>
    </w:p>
    <w:p w:rsidR="00622C24" w:rsidRPr="00237D9F" w:rsidRDefault="00622C24">
      <w:pPr>
        <w:pStyle w:val="Heading1"/>
        <w:spacing w:line="360" w:lineRule="auto"/>
        <w:jc w:val="center"/>
        <w:rPr>
          <w:b/>
          <w:bCs/>
          <w:lang w:val="uk-UA"/>
        </w:rPr>
      </w:pPr>
      <w:r>
        <w:rPr>
          <w:b/>
          <w:bCs/>
        </w:rPr>
        <w:t>Р</w:t>
      </w:r>
      <w:r>
        <w:rPr>
          <w:b/>
          <w:bCs/>
          <w:lang w:val="uk-UA"/>
        </w:rPr>
        <w:t>ішення</w:t>
      </w:r>
    </w:p>
    <w:p w:rsidR="00622C24" w:rsidRDefault="00622C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22C24" w:rsidRPr="00372722" w:rsidRDefault="00622C24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Двадцять дев</w:t>
      </w:r>
      <w:r w:rsidRPr="000B61B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ята </w:t>
      </w:r>
      <w:r w:rsidRPr="00372722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Pr="00372722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372722">
        <w:rPr>
          <w:sz w:val="28"/>
          <w:szCs w:val="28"/>
          <w:lang w:val="uk-UA"/>
        </w:rPr>
        <w:t>VІІ скликання</w:t>
      </w:r>
    </w:p>
    <w:p w:rsidR="00622C24" w:rsidRPr="00372722" w:rsidRDefault="00622C24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01</w:t>
      </w:r>
      <w:r w:rsidRPr="00372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  2019</w:t>
      </w:r>
      <w:r w:rsidRPr="00372722">
        <w:rPr>
          <w:sz w:val="28"/>
          <w:szCs w:val="28"/>
          <w:lang w:val="uk-UA"/>
        </w:rPr>
        <w:t xml:space="preserve"> року</w:t>
      </w:r>
    </w:p>
    <w:p w:rsidR="00622C24" w:rsidRPr="00592B4F" w:rsidRDefault="00622C24" w:rsidP="00A44F66">
      <w:pPr>
        <w:jc w:val="both"/>
        <w:rPr>
          <w:sz w:val="28"/>
          <w:szCs w:val="28"/>
          <w:lang w:val="uk-UA"/>
        </w:rPr>
      </w:pPr>
    </w:p>
    <w:p w:rsidR="00622C24" w:rsidRDefault="00622C24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42"/>
        <w:gridCol w:w="4729"/>
      </w:tblGrid>
      <w:tr w:rsidR="00622C24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622C24" w:rsidRDefault="00622C24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622C24" w:rsidRDefault="00622C24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2018 рік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22C24" w:rsidRDefault="00622C24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2C24" w:rsidRDefault="00622C24">
      <w:pPr>
        <w:rPr>
          <w:sz w:val="28"/>
          <w:szCs w:val="28"/>
        </w:rPr>
      </w:pPr>
    </w:p>
    <w:p w:rsidR="00622C24" w:rsidRPr="00933E72" w:rsidRDefault="00622C24">
      <w:pPr>
        <w:rPr>
          <w:sz w:val="28"/>
          <w:szCs w:val="28"/>
        </w:rPr>
      </w:pPr>
    </w:p>
    <w:p w:rsidR="00622C24" w:rsidRDefault="00622C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22C24" w:rsidRDefault="00622C24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 xml:space="preserve">,  Бюджетного кодексу України, заслухавши інформацію начальника управління фінансів райдержадміністрації Кондрацької О.В., та враховуючи рекомендації </w:t>
      </w:r>
      <w:r w:rsidRPr="00970BFD">
        <w:rPr>
          <w:sz w:val="28"/>
          <w:szCs w:val="28"/>
          <w:lang w:val="uk-UA"/>
        </w:rPr>
        <w:t>постійної комісії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районна рада</w:t>
      </w: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22C24" w:rsidRDefault="00622C24">
      <w:pPr>
        <w:rPr>
          <w:sz w:val="28"/>
          <w:szCs w:val="28"/>
          <w:lang w:val="uk-UA"/>
        </w:rPr>
      </w:pPr>
    </w:p>
    <w:p w:rsidR="00622C24" w:rsidRPr="00A44F66" w:rsidRDefault="00622C24" w:rsidP="00A44F66">
      <w:pPr>
        <w:pStyle w:val="BodyTextIndent"/>
        <w:ind w:left="0" w:firstLine="720"/>
      </w:pPr>
      <w:r>
        <w:t xml:space="preserve">Затвердити звіт про використання коштів резервного фонду районного бюджету за  2018 рік  у </w:t>
      </w:r>
      <w:r w:rsidRPr="003F4F4A">
        <w:t xml:space="preserve">сумі </w:t>
      </w:r>
      <w:r>
        <w:t xml:space="preserve">2685,00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622C24" w:rsidRPr="00873084" w:rsidRDefault="00622C24" w:rsidP="00873084">
      <w:pPr>
        <w:pStyle w:val="BodyTextIndent"/>
        <w:ind w:left="0" w:firstLine="720"/>
        <w:rPr>
          <w:lang w:val="ru-RU"/>
        </w:rPr>
      </w:pP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Pr="0087308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Pr="000D6C60" w:rsidRDefault="00622C24" w:rsidP="00873084">
      <w:pPr>
        <w:pStyle w:val="Heading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622C24" w:rsidRDefault="00622C24">
      <w:pPr>
        <w:jc w:val="both"/>
        <w:rPr>
          <w:sz w:val="28"/>
          <w:szCs w:val="28"/>
          <w:lang w:val="uk-UA"/>
        </w:rPr>
      </w:pPr>
    </w:p>
    <w:p w:rsidR="00622C24" w:rsidRDefault="00622C24">
      <w:pPr>
        <w:jc w:val="both"/>
      </w:pPr>
    </w:p>
    <w:p w:rsidR="00622C24" w:rsidRPr="00BB5104" w:rsidRDefault="00622C24">
      <w:pPr>
        <w:jc w:val="both"/>
        <w:rPr>
          <w:sz w:val="28"/>
          <w:szCs w:val="28"/>
        </w:rPr>
      </w:pPr>
    </w:p>
    <w:sectPr w:rsidR="00622C24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C24" w:rsidRDefault="00622C24">
      <w:r>
        <w:separator/>
      </w:r>
    </w:p>
  </w:endnote>
  <w:endnote w:type="continuationSeparator" w:id="0">
    <w:p w:rsidR="00622C24" w:rsidRDefault="00622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C24" w:rsidRDefault="00622C24">
      <w:r>
        <w:separator/>
      </w:r>
    </w:p>
  </w:footnote>
  <w:footnote w:type="continuationSeparator" w:id="0">
    <w:p w:rsidR="00622C24" w:rsidRDefault="00622C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35F"/>
    <w:rsid w:val="000558B9"/>
    <w:rsid w:val="00072D32"/>
    <w:rsid w:val="000831DF"/>
    <w:rsid w:val="000974EA"/>
    <w:rsid w:val="000B61BB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5ABA"/>
    <w:rsid w:val="001A2C7D"/>
    <w:rsid w:val="001B5A06"/>
    <w:rsid w:val="001C4C7E"/>
    <w:rsid w:val="001D371E"/>
    <w:rsid w:val="001D3CB0"/>
    <w:rsid w:val="001E4236"/>
    <w:rsid w:val="002007D0"/>
    <w:rsid w:val="00202562"/>
    <w:rsid w:val="00211151"/>
    <w:rsid w:val="002161BA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63395"/>
    <w:rsid w:val="00463AC7"/>
    <w:rsid w:val="004A1154"/>
    <w:rsid w:val="004A4680"/>
    <w:rsid w:val="004E0215"/>
    <w:rsid w:val="004E4D47"/>
    <w:rsid w:val="004F3355"/>
    <w:rsid w:val="005002EE"/>
    <w:rsid w:val="00501578"/>
    <w:rsid w:val="00530F28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65F32"/>
    <w:rsid w:val="00685012"/>
    <w:rsid w:val="00691513"/>
    <w:rsid w:val="00693C51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F44ED"/>
    <w:rsid w:val="008158E7"/>
    <w:rsid w:val="00837E04"/>
    <w:rsid w:val="008400B1"/>
    <w:rsid w:val="0084191A"/>
    <w:rsid w:val="00843F31"/>
    <w:rsid w:val="00857287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3E72"/>
    <w:rsid w:val="00934540"/>
    <w:rsid w:val="00953BB4"/>
    <w:rsid w:val="00961481"/>
    <w:rsid w:val="00970BFD"/>
    <w:rsid w:val="009A0F07"/>
    <w:rsid w:val="009B4852"/>
    <w:rsid w:val="009C7312"/>
    <w:rsid w:val="009D28F0"/>
    <w:rsid w:val="009E6478"/>
    <w:rsid w:val="00A03CCD"/>
    <w:rsid w:val="00A44F66"/>
    <w:rsid w:val="00A664FB"/>
    <w:rsid w:val="00A83C5E"/>
    <w:rsid w:val="00A93BB4"/>
    <w:rsid w:val="00A94684"/>
    <w:rsid w:val="00AB005F"/>
    <w:rsid w:val="00AB73F3"/>
    <w:rsid w:val="00AF53D2"/>
    <w:rsid w:val="00B0080E"/>
    <w:rsid w:val="00B03A47"/>
    <w:rsid w:val="00B14814"/>
    <w:rsid w:val="00B51C57"/>
    <w:rsid w:val="00B6016E"/>
    <w:rsid w:val="00B65F75"/>
    <w:rsid w:val="00B9421B"/>
    <w:rsid w:val="00BB5104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E7E02"/>
    <w:rsid w:val="00F751EB"/>
    <w:rsid w:val="00F87B39"/>
    <w:rsid w:val="00FA2FD8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21F1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BodyText">
    <w:name w:val="Body Text"/>
    <w:basedOn w:val="Normal"/>
    <w:link w:val="BodyTextChar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21F14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21F14"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Header">
    <w:name w:val="header"/>
    <w:basedOn w:val="Normal"/>
    <w:link w:val="HeaderChar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1F1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1F1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122</Words>
  <Characters>701</Characters>
  <Application>Microsoft Office Outlook</Application>
  <DocSecurity>0</DocSecurity>
  <Lines>0</Lines>
  <Paragraphs>0</Paragraphs>
  <ScaleCrop>false</ScaleCrop>
  <Company>Районна рада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Районна рада</dc:creator>
  <cp:keywords/>
  <dc:description/>
  <cp:lastModifiedBy>Admin</cp:lastModifiedBy>
  <cp:revision>9</cp:revision>
  <cp:lastPrinted>2019-03-04T09:19:00Z</cp:lastPrinted>
  <dcterms:created xsi:type="dcterms:W3CDTF">2018-07-19T08:31:00Z</dcterms:created>
  <dcterms:modified xsi:type="dcterms:W3CDTF">2019-03-04T09:19:00Z</dcterms:modified>
</cp:coreProperties>
</file>