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BA" w:rsidRPr="0064450F" w:rsidRDefault="009445BA" w:rsidP="000B61BB">
      <w:pPr>
        <w:jc w:val="right"/>
        <w:rPr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pt;margin-top:0;width:45.5pt;height:62.5pt;z-index:251658240" fillcolor="window">
            <v:imagedata r:id="rId7" o:title="" gain="69719f"/>
            <w10:wrap type="square" side="right"/>
          </v:shape>
        </w:pic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64450F">
        <w:rPr>
          <w:b/>
          <w:sz w:val="28"/>
          <w:szCs w:val="28"/>
          <w:lang w:val="uk-UA"/>
        </w:rPr>
        <w:tab/>
      </w:r>
      <w:r w:rsidRPr="0064450F">
        <w:rPr>
          <w:b/>
          <w:sz w:val="28"/>
          <w:szCs w:val="28"/>
          <w:lang w:val="uk-UA"/>
        </w:rPr>
        <w:tab/>
      </w:r>
      <w:r w:rsidRPr="0064450F">
        <w:rPr>
          <w:b/>
          <w:sz w:val="28"/>
          <w:szCs w:val="28"/>
          <w:lang w:val="uk-UA"/>
        </w:rPr>
        <w:tab/>
      </w:r>
      <w:r w:rsidRPr="0064450F">
        <w:rPr>
          <w:b/>
          <w:sz w:val="28"/>
          <w:szCs w:val="28"/>
          <w:lang w:val="uk-UA"/>
        </w:rPr>
        <w:br w:type="textWrapping" w:clear="all"/>
      </w:r>
    </w:p>
    <w:p w:rsidR="009445BA" w:rsidRDefault="009445BA">
      <w:pPr>
        <w:pStyle w:val="Caption"/>
        <w:spacing w:line="360" w:lineRule="auto"/>
      </w:pPr>
      <w:r>
        <w:t>Україна</w:t>
      </w:r>
    </w:p>
    <w:p w:rsidR="009445BA" w:rsidRPr="00237D9F" w:rsidRDefault="009445BA">
      <w:pPr>
        <w:pStyle w:val="Heading3"/>
        <w:spacing w:line="360" w:lineRule="auto"/>
        <w:rPr>
          <w:lang w:val="uk-UA"/>
        </w:rPr>
      </w:pPr>
      <w:r>
        <w:t>Ч</w:t>
      </w:r>
      <w:r>
        <w:rPr>
          <w:lang w:val="uk-UA"/>
        </w:rPr>
        <w:t>ерняхівська района рада</w:t>
      </w:r>
    </w:p>
    <w:p w:rsidR="009445BA" w:rsidRPr="00237D9F" w:rsidRDefault="009445BA">
      <w:pPr>
        <w:pStyle w:val="Heading1"/>
        <w:spacing w:line="360" w:lineRule="auto"/>
        <w:jc w:val="center"/>
        <w:rPr>
          <w:b/>
          <w:bCs/>
          <w:lang w:val="uk-UA"/>
        </w:rPr>
      </w:pPr>
      <w:r>
        <w:rPr>
          <w:b/>
          <w:bCs/>
        </w:rPr>
        <w:t>Р</w:t>
      </w:r>
      <w:r>
        <w:rPr>
          <w:b/>
          <w:bCs/>
          <w:lang w:val="uk-UA"/>
        </w:rPr>
        <w:t>ішення</w:t>
      </w:r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445BA" w:rsidRPr="00372722" w:rsidRDefault="009445BA" w:rsidP="00A44F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Тридцята </w:t>
      </w:r>
      <w:r w:rsidRPr="00372722">
        <w:rPr>
          <w:sz w:val="28"/>
          <w:szCs w:val="28"/>
          <w:lang w:val="uk-UA"/>
        </w:rPr>
        <w:t xml:space="preserve"> сесія</w:t>
      </w:r>
      <w:r>
        <w:rPr>
          <w:sz w:val="28"/>
          <w:szCs w:val="28"/>
          <w:lang w:val="uk-UA"/>
        </w:rPr>
        <w:t xml:space="preserve"> </w:t>
      </w:r>
      <w:r w:rsidRPr="00372722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Pr="00372722">
        <w:rPr>
          <w:sz w:val="28"/>
          <w:szCs w:val="28"/>
          <w:lang w:val="uk-UA"/>
        </w:rPr>
        <w:t>VІІ скликання</w:t>
      </w:r>
    </w:p>
    <w:p w:rsidR="009445BA" w:rsidRPr="00372722" w:rsidRDefault="009445BA" w:rsidP="00A44F66">
      <w:pPr>
        <w:tabs>
          <w:tab w:val="left" w:pos="329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17</w:t>
      </w:r>
      <w:r w:rsidRPr="003727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травня  2019</w:t>
      </w:r>
      <w:r w:rsidRPr="00372722">
        <w:rPr>
          <w:sz w:val="28"/>
          <w:szCs w:val="28"/>
          <w:lang w:val="uk-UA"/>
        </w:rPr>
        <w:t xml:space="preserve"> року</w:t>
      </w:r>
    </w:p>
    <w:p w:rsidR="009445BA" w:rsidRPr="00592B4F" w:rsidRDefault="009445BA" w:rsidP="00A44F66">
      <w:pPr>
        <w:jc w:val="both"/>
        <w:rPr>
          <w:sz w:val="28"/>
          <w:szCs w:val="28"/>
          <w:lang w:val="uk-UA"/>
        </w:rPr>
      </w:pPr>
    </w:p>
    <w:p w:rsidR="009445BA" w:rsidRDefault="009445BA">
      <w:pPr>
        <w:rPr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4842"/>
        <w:gridCol w:w="4729"/>
      </w:tblGrid>
      <w:tr w:rsidR="009445BA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звіту про використання коштів резервного фонду районного бюджету </w:t>
            </w:r>
          </w:p>
          <w:p w:rsidR="009445BA" w:rsidRDefault="009445BA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І квартал 2019 року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445BA" w:rsidRDefault="009445BA">
      <w:pPr>
        <w:rPr>
          <w:sz w:val="28"/>
          <w:szCs w:val="28"/>
        </w:rPr>
      </w:pPr>
    </w:p>
    <w:p w:rsidR="009445BA" w:rsidRPr="00933E72" w:rsidRDefault="009445BA">
      <w:pPr>
        <w:rPr>
          <w:sz w:val="28"/>
          <w:szCs w:val="28"/>
        </w:rPr>
      </w:pPr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445BA" w:rsidRDefault="009445BA" w:rsidP="004061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E0215">
        <w:rPr>
          <w:sz w:val="28"/>
          <w:szCs w:val="28"/>
          <w:lang w:val="uk-UA"/>
        </w:rPr>
        <w:t>Відповідно до статті 43 Закону України “Про місцеве самоврядування в Україні”</w:t>
      </w:r>
      <w:r>
        <w:rPr>
          <w:sz w:val="28"/>
          <w:szCs w:val="28"/>
          <w:lang w:val="uk-UA"/>
        </w:rPr>
        <w:t>,  Бюджетного кодексу України, заслухавши інформацію начальника управління фінансів райдержадміністрації Кондрацької О.В., та враховуючи рекомендації постійних</w:t>
      </w:r>
      <w:r w:rsidRPr="00970BFD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й</w:t>
      </w:r>
      <w:r w:rsidRPr="00970BFD">
        <w:rPr>
          <w:sz w:val="28"/>
          <w:szCs w:val="28"/>
          <w:lang w:val="uk-UA"/>
        </w:rPr>
        <w:t xml:space="preserve"> районної ради з питань бюджету, комунальної власності та соціально-економічного розвитку</w:t>
      </w:r>
      <w:r>
        <w:rPr>
          <w:sz w:val="28"/>
          <w:szCs w:val="28"/>
          <w:lang w:val="uk-UA"/>
        </w:rPr>
        <w:t xml:space="preserve"> району та з питань освіти, культури, охорони здоров’я та соціального захисту населення,  районна рада</w:t>
      </w: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445BA" w:rsidRDefault="009445BA">
      <w:pPr>
        <w:rPr>
          <w:sz w:val="28"/>
          <w:szCs w:val="28"/>
          <w:lang w:val="uk-UA"/>
        </w:rPr>
      </w:pPr>
    </w:p>
    <w:p w:rsidR="009445BA" w:rsidRPr="00A44F66" w:rsidRDefault="009445BA" w:rsidP="00A44F66">
      <w:pPr>
        <w:pStyle w:val="BodyTextIndent"/>
        <w:ind w:left="0" w:firstLine="720"/>
      </w:pPr>
      <w:r>
        <w:t xml:space="preserve">Затвердити звіт про використання коштів резервного фонду районного бюджету за  І квартал 2019 року  у </w:t>
      </w:r>
      <w:r w:rsidRPr="003F4F4A">
        <w:t xml:space="preserve">сумі </w:t>
      </w:r>
      <w:r>
        <w:t xml:space="preserve">0,00 </w:t>
      </w:r>
      <w:r w:rsidRPr="003F4F4A">
        <w:t>грн.</w:t>
      </w:r>
      <w:r w:rsidRPr="008923BF">
        <w:rPr>
          <w:lang w:val="ru-RU"/>
        </w:rPr>
        <w:t xml:space="preserve"> </w:t>
      </w:r>
      <w:r w:rsidRPr="003F4F4A">
        <w:t>(додаток 1)</w:t>
      </w:r>
      <w:r w:rsidRPr="003F4F4A">
        <w:rPr>
          <w:lang w:val="ru-RU"/>
        </w:rPr>
        <w:t>.</w:t>
      </w:r>
    </w:p>
    <w:p w:rsidR="009445BA" w:rsidRPr="00873084" w:rsidRDefault="009445BA" w:rsidP="00873084">
      <w:pPr>
        <w:pStyle w:val="BodyTextIndent"/>
        <w:ind w:left="0" w:firstLine="720"/>
        <w:rPr>
          <w:lang w:val="ru-RU"/>
        </w:rPr>
      </w:pP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Pr="00873084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Pr="000D6C60" w:rsidRDefault="009445BA" w:rsidP="00873084">
      <w:pPr>
        <w:pStyle w:val="Heading1"/>
        <w:rPr>
          <w:sz w:val="28"/>
          <w:szCs w:val="28"/>
          <w:lang w:val="uk-UA"/>
        </w:rPr>
      </w:pPr>
      <w:r w:rsidRPr="000D6C60">
        <w:rPr>
          <w:sz w:val="28"/>
          <w:szCs w:val="28"/>
          <w:lang w:val="uk-UA"/>
        </w:rPr>
        <w:t>Голова ради</w:t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  <w:t xml:space="preserve">       І.П.Бовсунівський</w:t>
      </w: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</w:pPr>
    </w:p>
    <w:p w:rsidR="009445BA" w:rsidRPr="00BB5104" w:rsidRDefault="009445BA">
      <w:pPr>
        <w:jc w:val="both"/>
        <w:rPr>
          <w:sz w:val="28"/>
          <w:szCs w:val="28"/>
        </w:rPr>
      </w:pPr>
    </w:p>
    <w:sectPr w:rsidR="009445BA" w:rsidRPr="00BB5104" w:rsidSect="00121F14">
      <w:pgSz w:w="11907" w:h="16840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5BA" w:rsidRDefault="009445BA">
      <w:r>
        <w:separator/>
      </w:r>
    </w:p>
  </w:endnote>
  <w:endnote w:type="continuationSeparator" w:id="1">
    <w:p w:rsidR="009445BA" w:rsidRDefault="00944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5BA" w:rsidRDefault="009445BA">
      <w:r>
        <w:separator/>
      </w:r>
    </w:p>
  </w:footnote>
  <w:footnote w:type="continuationSeparator" w:id="1">
    <w:p w:rsidR="009445BA" w:rsidRDefault="009445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D64"/>
    <w:multiLevelType w:val="hybridMultilevel"/>
    <w:tmpl w:val="43707DFC"/>
    <w:lvl w:ilvl="0" w:tplc="1BA616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1749A"/>
    <w:multiLevelType w:val="singleLevel"/>
    <w:tmpl w:val="FB929FB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2">
    <w:nsid w:val="0D646FFE"/>
    <w:multiLevelType w:val="hybridMultilevel"/>
    <w:tmpl w:val="5972D0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400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F75E8"/>
    <w:multiLevelType w:val="hybridMultilevel"/>
    <w:tmpl w:val="32CE6E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44048"/>
    <w:multiLevelType w:val="multilevel"/>
    <w:tmpl w:val="60BC66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356A1"/>
    <w:multiLevelType w:val="multilevel"/>
    <w:tmpl w:val="83BC3B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B723F"/>
    <w:multiLevelType w:val="hybridMultilevel"/>
    <w:tmpl w:val="32BA60D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60752D"/>
    <w:multiLevelType w:val="hybridMultilevel"/>
    <w:tmpl w:val="31D4217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70E2C"/>
    <w:multiLevelType w:val="hybridMultilevel"/>
    <w:tmpl w:val="BAB07C3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1F7A4C"/>
    <w:multiLevelType w:val="multilevel"/>
    <w:tmpl w:val="049296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0624A"/>
    <w:multiLevelType w:val="multilevel"/>
    <w:tmpl w:val="92E2804E"/>
    <w:lvl w:ilvl="0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>
    <w:nsid w:val="32192B7D"/>
    <w:multiLevelType w:val="hybridMultilevel"/>
    <w:tmpl w:val="3A20515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721904"/>
    <w:multiLevelType w:val="hybridMultilevel"/>
    <w:tmpl w:val="D19C01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955980"/>
    <w:multiLevelType w:val="hybridMultilevel"/>
    <w:tmpl w:val="C0AE72A6"/>
    <w:lvl w:ilvl="0" w:tplc="54F243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C7AFB"/>
    <w:multiLevelType w:val="hybridMultilevel"/>
    <w:tmpl w:val="324630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B979E5"/>
    <w:multiLevelType w:val="hybridMultilevel"/>
    <w:tmpl w:val="A3B4DBD2"/>
    <w:lvl w:ilvl="0" w:tplc="54F243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85046D"/>
    <w:multiLevelType w:val="hybridMultilevel"/>
    <w:tmpl w:val="D7CAE1B2"/>
    <w:lvl w:ilvl="0" w:tplc="DB9462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F2D30A9"/>
    <w:multiLevelType w:val="hybridMultilevel"/>
    <w:tmpl w:val="E248A8B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CA3FCA"/>
    <w:multiLevelType w:val="hybridMultilevel"/>
    <w:tmpl w:val="BB44B64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D11712"/>
    <w:multiLevelType w:val="hybridMultilevel"/>
    <w:tmpl w:val="A22E3F8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D62A63"/>
    <w:multiLevelType w:val="singleLevel"/>
    <w:tmpl w:val="8CAACA9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0F72839"/>
    <w:multiLevelType w:val="hybridMultilevel"/>
    <w:tmpl w:val="56DA6B6A"/>
    <w:lvl w:ilvl="0" w:tplc="9D462EB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2">
    <w:nsid w:val="77A65A9F"/>
    <w:multiLevelType w:val="multilevel"/>
    <w:tmpl w:val="1DD4CB0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406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6"/>
  </w:num>
  <w:num w:numId="5">
    <w:abstractNumId w:val="13"/>
  </w:num>
  <w:num w:numId="6">
    <w:abstractNumId w:val="23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22"/>
  </w:num>
  <w:num w:numId="13">
    <w:abstractNumId w:val="20"/>
  </w:num>
  <w:num w:numId="14">
    <w:abstractNumId w:val="6"/>
  </w:num>
  <w:num w:numId="15">
    <w:abstractNumId w:val="15"/>
  </w:num>
  <w:num w:numId="16">
    <w:abstractNumId w:val="18"/>
  </w:num>
  <w:num w:numId="17">
    <w:abstractNumId w:val="8"/>
  </w:num>
  <w:num w:numId="18">
    <w:abstractNumId w:val="17"/>
  </w:num>
  <w:num w:numId="19">
    <w:abstractNumId w:val="11"/>
  </w:num>
  <w:num w:numId="20">
    <w:abstractNumId w:val="7"/>
  </w:num>
  <w:num w:numId="21">
    <w:abstractNumId w:val="3"/>
  </w:num>
  <w:num w:numId="22">
    <w:abstractNumId w:val="19"/>
  </w:num>
  <w:num w:numId="23">
    <w:abstractNumId w:val="12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35F"/>
    <w:rsid w:val="00015BBA"/>
    <w:rsid w:val="000558B9"/>
    <w:rsid w:val="00072D32"/>
    <w:rsid w:val="000831DF"/>
    <w:rsid w:val="000974EA"/>
    <w:rsid w:val="000B61BB"/>
    <w:rsid w:val="000C67EC"/>
    <w:rsid w:val="000D6C60"/>
    <w:rsid w:val="000F62D8"/>
    <w:rsid w:val="00100ACD"/>
    <w:rsid w:val="001100B1"/>
    <w:rsid w:val="00116315"/>
    <w:rsid w:val="00121F14"/>
    <w:rsid w:val="001255B4"/>
    <w:rsid w:val="001307C4"/>
    <w:rsid w:val="00140619"/>
    <w:rsid w:val="00142E78"/>
    <w:rsid w:val="0015435F"/>
    <w:rsid w:val="00156ACB"/>
    <w:rsid w:val="00185ABA"/>
    <w:rsid w:val="001A2C7D"/>
    <w:rsid w:val="001B5A06"/>
    <w:rsid w:val="001C4C7E"/>
    <w:rsid w:val="001D07E2"/>
    <w:rsid w:val="001D371E"/>
    <w:rsid w:val="001D3CB0"/>
    <w:rsid w:val="001D458D"/>
    <w:rsid w:val="001E4236"/>
    <w:rsid w:val="002007D0"/>
    <w:rsid w:val="00202562"/>
    <w:rsid w:val="00211151"/>
    <w:rsid w:val="002161BA"/>
    <w:rsid w:val="002340A7"/>
    <w:rsid w:val="00237D9F"/>
    <w:rsid w:val="002B7F0D"/>
    <w:rsid w:val="002C6656"/>
    <w:rsid w:val="002D4CF6"/>
    <w:rsid w:val="002D6E70"/>
    <w:rsid w:val="002F33E0"/>
    <w:rsid w:val="002F6344"/>
    <w:rsid w:val="00320F09"/>
    <w:rsid w:val="00330F75"/>
    <w:rsid w:val="0033532F"/>
    <w:rsid w:val="00337BD8"/>
    <w:rsid w:val="00371D58"/>
    <w:rsid w:val="00372722"/>
    <w:rsid w:val="00375D75"/>
    <w:rsid w:val="0037725B"/>
    <w:rsid w:val="00387B11"/>
    <w:rsid w:val="003D7891"/>
    <w:rsid w:val="003E06F1"/>
    <w:rsid w:val="003E2407"/>
    <w:rsid w:val="003F48A9"/>
    <w:rsid w:val="003F4F4A"/>
    <w:rsid w:val="004061E4"/>
    <w:rsid w:val="00416D16"/>
    <w:rsid w:val="00423093"/>
    <w:rsid w:val="00426B07"/>
    <w:rsid w:val="004502AA"/>
    <w:rsid w:val="004563E7"/>
    <w:rsid w:val="00463395"/>
    <w:rsid w:val="00463AC7"/>
    <w:rsid w:val="004A1154"/>
    <w:rsid w:val="004A4680"/>
    <w:rsid w:val="004E0215"/>
    <w:rsid w:val="004E4D47"/>
    <w:rsid w:val="004F3355"/>
    <w:rsid w:val="005002EE"/>
    <w:rsid w:val="00501578"/>
    <w:rsid w:val="00530F28"/>
    <w:rsid w:val="005720A3"/>
    <w:rsid w:val="00586E63"/>
    <w:rsid w:val="00592B4F"/>
    <w:rsid w:val="00592F89"/>
    <w:rsid w:val="00595DE6"/>
    <w:rsid w:val="005D40A0"/>
    <w:rsid w:val="005D7E9C"/>
    <w:rsid w:val="00621EA1"/>
    <w:rsid w:val="00622C24"/>
    <w:rsid w:val="0063102A"/>
    <w:rsid w:val="0064428C"/>
    <w:rsid w:val="0064450F"/>
    <w:rsid w:val="00665F32"/>
    <w:rsid w:val="006826F1"/>
    <w:rsid w:val="00685012"/>
    <w:rsid w:val="00691513"/>
    <w:rsid w:val="00693C51"/>
    <w:rsid w:val="006E4467"/>
    <w:rsid w:val="006F4615"/>
    <w:rsid w:val="007008B1"/>
    <w:rsid w:val="00725C9D"/>
    <w:rsid w:val="00733BC8"/>
    <w:rsid w:val="00737BE7"/>
    <w:rsid w:val="007641F4"/>
    <w:rsid w:val="00781F6E"/>
    <w:rsid w:val="007856A0"/>
    <w:rsid w:val="007A0EAF"/>
    <w:rsid w:val="007A56AE"/>
    <w:rsid w:val="007C709D"/>
    <w:rsid w:val="007D111C"/>
    <w:rsid w:val="007D4BB5"/>
    <w:rsid w:val="007F44ED"/>
    <w:rsid w:val="008158E7"/>
    <w:rsid w:val="00837E04"/>
    <w:rsid w:val="008400B1"/>
    <w:rsid w:val="0084191A"/>
    <w:rsid w:val="00843F31"/>
    <w:rsid w:val="00857287"/>
    <w:rsid w:val="008630D6"/>
    <w:rsid w:val="00865800"/>
    <w:rsid w:val="00867D60"/>
    <w:rsid w:val="00873084"/>
    <w:rsid w:val="00882285"/>
    <w:rsid w:val="008923BF"/>
    <w:rsid w:val="00893C7E"/>
    <w:rsid w:val="00894C1C"/>
    <w:rsid w:val="008E3E1A"/>
    <w:rsid w:val="008F5E65"/>
    <w:rsid w:val="00911E86"/>
    <w:rsid w:val="00933E72"/>
    <w:rsid w:val="00934540"/>
    <w:rsid w:val="009445BA"/>
    <w:rsid w:val="00953BB4"/>
    <w:rsid w:val="00961481"/>
    <w:rsid w:val="00970BFD"/>
    <w:rsid w:val="009A0F07"/>
    <w:rsid w:val="009B4852"/>
    <w:rsid w:val="009B586A"/>
    <w:rsid w:val="009C7312"/>
    <w:rsid w:val="009D1382"/>
    <w:rsid w:val="009D28F0"/>
    <w:rsid w:val="009E6478"/>
    <w:rsid w:val="00A03CCD"/>
    <w:rsid w:val="00A44F66"/>
    <w:rsid w:val="00A664FB"/>
    <w:rsid w:val="00A83C5E"/>
    <w:rsid w:val="00A93BB4"/>
    <w:rsid w:val="00A94684"/>
    <w:rsid w:val="00AB005F"/>
    <w:rsid w:val="00AB73F3"/>
    <w:rsid w:val="00AD651E"/>
    <w:rsid w:val="00AF53D2"/>
    <w:rsid w:val="00B0080E"/>
    <w:rsid w:val="00B03A47"/>
    <w:rsid w:val="00B14814"/>
    <w:rsid w:val="00B51C57"/>
    <w:rsid w:val="00B5424B"/>
    <w:rsid w:val="00B6016E"/>
    <w:rsid w:val="00B65F75"/>
    <w:rsid w:val="00B9421B"/>
    <w:rsid w:val="00BB5104"/>
    <w:rsid w:val="00BF7F43"/>
    <w:rsid w:val="00C04D96"/>
    <w:rsid w:val="00C13A10"/>
    <w:rsid w:val="00C90FC3"/>
    <w:rsid w:val="00C924B6"/>
    <w:rsid w:val="00CB05D7"/>
    <w:rsid w:val="00CB287D"/>
    <w:rsid w:val="00CE7337"/>
    <w:rsid w:val="00CF2FB1"/>
    <w:rsid w:val="00CF54AA"/>
    <w:rsid w:val="00D111B1"/>
    <w:rsid w:val="00D14A84"/>
    <w:rsid w:val="00D328FA"/>
    <w:rsid w:val="00D351C8"/>
    <w:rsid w:val="00D37C77"/>
    <w:rsid w:val="00D51967"/>
    <w:rsid w:val="00D86FBC"/>
    <w:rsid w:val="00D92BC6"/>
    <w:rsid w:val="00DA6D57"/>
    <w:rsid w:val="00DC13E6"/>
    <w:rsid w:val="00DC7B58"/>
    <w:rsid w:val="00DD4173"/>
    <w:rsid w:val="00DE05E9"/>
    <w:rsid w:val="00DF1C0A"/>
    <w:rsid w:val="00DF57A4"/>
    <w:rsid w:val="00E044EF"/>
    <w:rsid w:val="00E23C1F"/>
    <w:rsid w:val="00E31A40"/>
    <w:rsid w:val="00E442B3"/>
    <w:rsid w:val="00E551E8"/>
    <w:rsid w:val="00E57A44"/>
    <w:rsid w:val="00EB2D30"/>
    <w:rsid w:val="00EE7E02"/>
    <w:rsid w:val="00F751EB"/>
    <w:rsid w:val="00F87B39"/>
    <w:rsid w:val="00FA2FD8"/>
    <w:rsid w:val="00FB5A12"/>
    <w:rsid w:val="00FF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21F1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21F14"/>
    <w:pPr>
      <w:keepNext/>
      <w:outlineLvl w:val="0"/>
    </w:pPr>
    <w:rPr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21F14"/>
    <w:pPr>
      <w:keepNext/>
      <w:ind w:left="360" w:right="-569"/>
      <w:jc w:val="both"/>
      <w:outlineLvl w:val="1"/>
    </w:pPr>
    <w:rPr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1F14"/>
    <w:pPr>
      <w:keepNext/>
      <w:jc w:val="center"/>
      <w:outlineLvl w:val="2"/>
    </w:pPr>
    <w:rPr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21F14"/>
    <w:pPr>
      <w:keepNext/>
      <w:outlineLvl w:val="3"/>
    </w:pPr>
    <w:rPr>
      <w:sz w:val="28"/>
      <w:szCs w:val="28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21F14"/>
    <w:pPr>
      <w:keepNext/>
      <w:jc w:val="center"/>
      <w:outlineLvl w:val="4"/>
    </w:pPr>
    <w:rPr>
      <w:sz w:val="28"/>
      <w:szCs w:val="28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21F14"/>
    <w:pPr>
      <w:keepNext/>
      <w:ind w:firstLine="708"/>
      <w:outlineLvl w:val="5"/>
    </w:pPr>
    <w:rPr>
      <w:b/>
      <w:bCs/>
      <w:i/>
      <w:iCs/>
      <w:sz w:val="40"/>
      <w:szCs w:val="40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21F14"/>
    <w:pPr>
      <w:keepNext/>
      <w:jc w:val="both"/>
      <w:outlineLvl w:val="6"/>
    </w:pPr>
    <w:rPr>
      <w:b/>
      <w:bCs/>
      <w:i/>
      <w:iCs/>
      <w:sz w:val="32"/>
      <w:szCs w:val="32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21F14"/>
    <w:pPr>
      <w:keepNext/>
      <w:ind w:left="708"/>
      <w:jc w:val="both"/>
      <w:outlineLvl w:val="7"/>
    </w:pPr>
    <w:rPr>
      <w:b/>
      <w:bCs/>
      <w:i/>
      <w:iCs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21F14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21F14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21F14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21F14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21F14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21F14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21F14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121F14"/>
    <w:rPr>
      <w:rFonts w:ascii="Calibri" w:hAnsi="Calibri" w:cs="Calibri"/>
      <w:i/>
      <w:iCs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121F14"/>
    <w:pPr>
      <w:jc w:val="center"/>
    </w:pPr>
    <w:rPr>
      <w:b/>
      <w:bCs/>
      <w:sz w:val="36"/>
      <w:szCs w:val="36"/>
      <w:lang w:val="uk-UA"/>
    </w:rPr>
  </w:style>
  <w:style w:type="paragraph" w:styleId="BodyText">
    <w:name w:val="Body Text"/>
    <w:basedOn w:val="Normal"/>
    <w:link w:val="BodyTextChar"/>
    <w:uiPriority w:val="99"/>
    <w:rsid w:val="00121F14"/>
    <w:pPr>
      <w:ind w:right="-285"/>
    </w:pPr>
    <w:rPr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21F1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121F14"/>
    <w:pPr>
      <w:ind w:right="-569"/>
    </w:pPr>
    <w:rPr>
      <w:sz w:val="28"/>
      <w:szCs w:val="28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121F14"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121F14"/>
    <w:pPr>
      <w:jc w:val="both"/>
    </w:pPr>
    <w:rPr>
      <w:sz w:val="28"/>
      <w:szCs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21F14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121F14"/>
    <w:pPr>
      <w:ind w:left="142" w:hanging="142"/>
      <w:jc w:val="both"/>
    </w:pPr>
    <w:rPr>
      <w:sz w:val="28"/>
      <w:szCs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21F14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21F14"/>
    <w:pPr>
      <w:ind w:left="142" w:hanging="142"/>
    </w:pPr>
    <w:rPr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21F14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121F14"/>
    <w:pPr>
      <w:ind w:left="720"/>
      <w:jc w:val="both"/>
    </w:pPr>
    <w:rPr>
      <w:b/>
      <w:bCs/>
      <w:i/>
      <w:iCs/>
      <w:sz w:val="32"/>
      <w:szCs w:val="32"/>
      <w:lang w:val="uk-U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121F14"/>
    <w:rPr>
      <w:rFonts w:cs="Times New Roman"/>
      <w:sz w:val="16"/>
      <w:szCs w:val="16"/>
    </w:rPr>
  </w:style>
  <w:style w:type="paragraph" w:styleId="BlockText">
    <w:name w:val="Block Text"/>
    <w:basedOn w:val="Normal"/>
    <w:uiPriority w:val="99"/>
    <w:rsid w:val="00121F14"/>
    <w:pPr>
      <w:ind w:left="360" w:right="21"/>
      <w:jc w:val="both"/>
    </w:pPr>
    <w:rPr>
      <w:sz w:val="28"/>
      <w:szCs w:val="28"/>
      <w:lang w:val="uk-UA"/>
    </w:rPr>
  </w:style>
  <w:style w:type="paragraph" w:styleId="Header">
    <w:name w:val="header"/>
    <w:basedOn w:val="Normal"/>
    <w:link w:val="HeaderChar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1F1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1F14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83C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1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138</Words>
  <Characters>791</Characters>
  <Application>Microsoft Office Outlook</Application>
  <DocSecurity>0</DocSecurity>
  <Lines>0</Lines>
  <Paragraphs>0</Paragraphs>
  <ScaleCrop>false</ScaleCrop>
  <Company>Районна рада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Районна рада</dc:creator>
  <cp:keywords/>
  <dc:description/>
  <cp:lastModifiedBy>Admin</cp:lastModifiedBy>
  <cp:revision>16</cp:revision>
  <cp:lastPrinted>2019-05-22T06:22:00Z</cp:lastPrinted>
  <dcterms:created xsi:type="dcterms:W3CDTF">2018-07-19T08:31:00Z</dcterms:created>
  <dcterms:modified xsi:type="dcterms:W3CDTF">2019-05-22T06:22:00Z</dcterms:modified>
</cp:coreProperties>
</file>